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header6.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7.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header8.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868030" w14:textId="06EC0581" w:rsidR="00F422D3" w:rsidRDefault="00F422D3" w:rsidP="00022F72">
      <w:pPr>
        <w:pStyle w:val="Titul1"/>
      </w:pPr>
      <w:r w:rsidRPr="005D6794">
        <w:t>S</w:t>
      </w:r>
      <w:r w:rsidR="00022F72">
        <w:t>mlouva o dílo na zhotovení stavby</w:t>
      </w:r>
    </w:p>
    <w:p w14:paraId="65F0BE3A" w14:textId="439EBD76" w:rsidR="00F422D3" w:rsidRDefault="00F422D3" w:rsidP="00BB1390">
      <w:pPr>
        <w:pStyle w:val="Titul2"/>
      </w:pPr>
      <w:r>
        <w:t xml:space="preserve">Název </w:t>
      </w:r>
      <w:r w:rsidRPr="00BB1390">
        <w:t>zakázky</w:t>
      </w:r>
      <w:r>
        <w:t>: „</w:t>
      </w:r>
      <w:r w:rsidR="002000D3">
        <w:t>Zajištění bezbariérového přístupu na nástupiště v ŽST Roztoky u Prahy – Implementace aktualizovaných směrnic SŽ</w:t>
      </w:r>
      <w:r>
        <w:t>“</w:t>
      </w:r>
    </w:p>
    <w:p w14:paraId="5FBE9C99" w14:textId="77777777" w:rsidR="00F422D3" w:rsidRPr="000C2B01" w:rsidRDefault="00F422D3" w:rsidP="00B42F40">
      <w:pPr>
        <w:pStyle w:val="Nadpisbezsl1-2"/>
      </w:pPr>
      <w:r w:rsidRPr="000C2B01">
        <w:t>Smluvní strany:</w:t>
      </w:r>
    </w:p>
    <w:p w14:paraId="2E8A7825" w14:textId="77777777"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14:paraId="112FDFC3" w14:textId="77777777" w:rsidR="00F422D3" w:rsidRDefault="00F422D3" w:rsidP="00B42F40">
      <w:pPr>
        <w:pStyle w:val="Textbezodsazen"/>
        <w:spacing w:after="0"/>
      </w:pPr>
      <w:r>
        <w:t xml:space="preserve">se sídlem: Dlážděná 1003/7, 110 00 Praha 1 - Nové Město </w:t>
      </w:r>
    </w:p>
    <w:p w14:paraId="74A7F7C8" w14:textId="77777777" w:rsidR="00F422D3" w:rsidRDefault="00F422D3" w:rsidP="00B42F40">
      <w:pPr>
        <w:pStyle w:val="Textbezodsazen"/>
        <w:spacing w:after="0"/>
      </w:pPr>
      <w:r>
        <w:t>IČO: 70994234 DIČ: CZ70994234</w:t>
      </w:r>
    </w:p>
    <w:p w14:paraId="6AD9997B"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38E1FE31" w14:textId="77777777" w:rsidR="00F422D3" w:rsidRDefault="00F422D3" w:rsidP="00B42F40">
      <w:pPr>
        <w:pStyle w:val="Textbezodsazen"/>
        <w:spacing w:after="0"/>
      </w:pPr>
      <w:r>
        <w:t>spisová značka A 48384</w:t>
      </w:r>
    </w:p>
    <w:p w14:paraId="74A0A148" w14:textId="75BEE75D" w:rsidR="00F422D3" w:rsidRDefault="00F422D3" w:rsidP="002000D3">
      <w:pPr>
        <w:pStyle w:val="Textbezodsazen"/>
        <w:spacing w:after="0"/>
      </w:pPr>
      <w:r w:rsidRPr="002000D3">
        <w:t xml:space="preserve">zastoupena: Ing. </w:t>
      </w:r>
      <w:r w:rsidR="002000D3" w:rsidRPr="002000D3">
        <w:t xml:space="preserve">Petrem </w:t>
      </w:r>
      <w:proofErr w:type="spellStart"/>
      <w:r w:rsidR="002000D3" w:rsidRPr="002000D3">
        <w:t>Hofhanzlem</w:t>
      </w:r>
      <w:proofErr w:type="spellEnd"/>
      <w:r w:rsidRPr="002000D3">
        <w:t xml:space="preserve">, </w:t>
      </w:r>
      <w:r w:rsidR="002000D3" w:rsidRPr="002000D3">
        <w:t>ředitelem Stavební správy západ</w:t>
      </w:r>
    </w:p>
    <w:p w14:paraId="79F7E84A" w14:textId="77777777" w:rsidR="007558E0" w:rsidRDefault="007558E0" w:rsidP="00B30E6B">
      <w:pPr>
        <w:pStyle w:val="Textbezodsazen"/>
        <w:spacing w:after="0" w:line="240" w:lineRule="auto"/>
      </w:pPr>
    </w:p>
    <w:p w14:paraId="4E59EFDC" w14:textId="26630D20" w:rsidR="0014631F" w:rsidRPr="0014631F" w:rsidRDefault="0014631F" w:rsidP="0014631F">
      <w:pPr>
        <w:pStyle w:val="Textbezodsazen"/>
        <w:spacing w:after="0"/>
        <w:rPr>
          <w:b/>
        </w:rPr>
      </w:pPr>
      <w:r w:rsidRPr="0014631F">
        <w:rPr>
          <w:b/>
        </w:rPr>
        <w:t>Adresa pro zasílání smluvní korespondence:</w:t>
      </w:r>
    </w:p>
    <w:p w14:paraId="40FB3CBF" w14:textId="30BCA24B" w:rsidR="0014631F" w:rsidRDefault="0014631F" w:rsidP="0014631F">
      <w:pPr>
        <w:pStyle w:val="Textbezodsazen"/>
        <w:spacing w:after="0"/>
      </w:pPr>
      <w:r>
        <w:t>Správa železnic, státní organizace</w:t>
      </w:r>
    </w:p>
    <w:p w14:paraId="4FAAF249" w14:textId="225F1A2F" w:rsidR="0014631F" w:rsidRDefault="0014631F" w:rsidP="0014631F">
      <w:pPr>
        <w:pStyle w:val="Textbezodsazen"/>
        <w:spacing w:after="0"/>
      </w:pPr>
      <w:r>
        <w:t>Stavební správa západ</w:t>
      </w:r>
    </w:p>
    <w:p w14:paraId="357C3A11" w14:textId="395E1748" w:rsidR="0014631F" w:rsidRDefault="0014631F" w:rsidP="0014631F">
      <w:pPr>
        <w:pStyle w:val="Textbezodsazen"/>
        <w:spacing w:after="0"/>
      </w:pPr>
      <w:r>
        <w:t>Ke Štvanici 656/3</w:t>
      </w:r>
    </w:p>
    <w:p w14:paraId="341AA7ED" w14:textId="0FF520C6" w:rsidR="0014631F" w:rsidRDefault="0014631F" w:rsidP="0014631F">
      <w:pPr>
        <w:pStyle w:val="Textbezodsazen"/>
        <w:spacing w:after="0"/>
      </w:pPr>
      <w:r>
        <w:t>186 00 Praha 8</w:t>
      </w:r>
    </w:p>
    <w:p w14:paraId="369A7031" w14:textId="59834C98" w:rsidR="0014631F" w:rsidRDefault="0014631F" w:rsidP="00B42F40">
      <w:pPr>
        <w:pStyle w:val="Textbezodsazen"/>
      </w:pPr>
    </w:p>
    <w:p w14:paraId="33FE2C20" w14:textId="3DF6EA8A" w:rsidR="0014631F" w:rsidRPr="0014631F" w:rsidRDefault="0014631F" w:rsidP="0014631F">
      <w:pPr>
        <w:pStyle w:val="Textbezodsazen"/>
        <w:spacing w:after="0"/>
        <w:rPr>
          <w:b/>
        </w:rPr>
      </w:pPr>
      <w:r w:rsidRPr="0014631F">
        <w:rPr>
          <w:b/>
        </w:rPr>
        <w:t>Adresa pro zasílání daňových dokladů – faktur:</w:t>
      </w:r>
    </w:p>
    <w:p w14:paraId="4490968F" w14:textId="1F13F9FE" w:rsidR="0014631F" w:rsidRDefault="0014631F" w:rsidP="0014631F">
      <w:pPr>
        <w:pStyle w:val="Textbezodsazen"/>
        <w:spacing w:after="0"/>
      </w:pPr>
      <w:r>
        <w:t>Správa železnic, státní organizace</w:t>
      </w:r>
    </w:p>
    <w:p w14:paraId="5C6A3766" w14:textId="50C4C48E" w:rsidR="0014631F" w:rsidRDefault="0014631F" w:rsidP="0014631F">
      <w:pPr>
        <w:pStyle w:val="Textbezodsazen"/>
        <w:spacing w:after="0"/>
      </w:pPr>
      <w:r>
        <w:t>Centrální finanční účtárna Čechy</w:t>
      </w:r>
    </w:p>
    <w:p w14:paraId="27B56829" w14:textId="3D762A67" w:rsidR="0014631F" w:rsidRDefault="0014631F" w:rsidP="0014631F">
      <w:pPr>
        <w:pStyle w:val="Textbezodsazen"/>
        <w:spacing w:after="0"/>
      </w:pPr>
      <w:r>
        <w:t xml:space="preserve">Náměstí Jana </w:t>
      </w:r>
      <w:proofErr w:type="spellStart"/>
      <w:r>
        <w:t>Pernera</w:t>
      </w:r>
      <w:proofErr w:type="spellEnd"/>
      <w:r>
        <w:t xml:space="preserve"> 217, 530 02 Pardubice</w:t>
      </w:r>
    </w:p>
    <w:p w14:paraId="79458B2E" w14:textId="2A6BD4A4" w:rsidR="0014631F" w:rsidRDefault="0014631F" w:rsidP="0014631F">
      <w:pPr>
        <w:pStyle w:val="Textbezodsazen"/>
        <w:spacing w:after="0"/>
      </w:pPr>
      <w:r>
        <w:t>e-mail: ePodatelnaCFU@spravazeleznic.cz</w:t>
      </w:r>
    </w:p>
    <w:p w14:paraId="68D6ADF9" w14:textId="77777777" w:rsidR="0014631F" w:rsidRDefault="0014631F" w:rsidP="00B42F40">
      <w:pPr>
        <w:pStyle w:val="Textbezodsazen"/>
      </w:pPr>
    </w:p>
    <w:p w14:paraId="72807A78" w14:textId="21A59876" w:rsidR="00F422D3" w:rsidRDefault="00F422D3" w:rsidP="00B42F40">
      <w:pPr>
        <w:pStyle w:val="Textbezodsazen"/>
      </w:pPr>
      <w:r>
        <w:t>(</w:t>
      </w:r>
      <w:r w:rsidRPr="00B42F40">
        <w:t>dále</w:t>
      </w:r>
      <w:r>
        <w:t xml:space="preserve"> jen „</w:t>
      </w:r>
      <w:r w:rsidRPr="00F422D3">
        <w:rPr>
          <w:b/>
        </w:rPr>
        <w:t>Objednatel</w:t>
      </w:r>
      <w:r>
        <w:t>“)</w:t>
      </w:r>
    </w:p>
    <w:p w14:paraId="45E7463A" w14:textId="77777777" w:rsidR="00F422D3" w:rsidRDefault="00F422D3" w:rsidP="00B42F40">
      <w:pPr>
        <w:pStyle w:val="Textbezodsazen"/>
        <w:spacing w:after="0"/>
      </w:pPr>
      <w:r>
        <w:t>číslo smlouvy: "[</w:t>
      </w:r>
      <w:r w:rsidRPr="00F422D3">
        <w:rPr>
          <w:highlight w:val="green"/>
        </w:rPr>
        <w:t>VLOŽÍ OBJEDNATEL</w:t>
      </w:r>
      <w:r>
        <w:t xml:space="preserve">]" </w:t>
      </w:r>
    </w:p>
    <w:p w14:paraId="547E09FE" w14:textId="716389FB" w:rsidR="00F422D3" w:rsidRDefault="00F422D3" w:rsidP="00B42F40">
      <w:pPr>
        <w:pStyle w:val="Textbezodsazen"/>
      </w:pPr>
      <w:r>
        <w:t xml:space="preserve">ISPROFOND: </w:t>
      </w:r>
      <w:r w:rsidR="00B30E6B">
        <w:t>5213510017</w:t>
      </w:r>
    </w:p>
    <w:p w14:paraId="270E4FE3" w14:textId="77777777" w:rsidR="00F422D3" w:rsidRDefault="00F422D3" w:rsidP="00B42F40">
      <w:pPr>
        <w:pStyle w:val="Textbezodsazen"/>
      </w:pPr>
      <w:r w:rsidRPr="00B42F40">
        <w:t>a</w:t>
      </w:r>
    </w:p>
    <w:p w14:paraId="1B322B0F"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6EAA8FD3"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05C8665"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189C842B" w14:textId="77777777"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 xml:space="preserve">OŽÍ </w:t>
      </w:r>
      <w:proofErr w:type="gramStart"/>
      <w:r w:rsidRPr="00B42F40">
        <w:rPr>
          <w:highlight w:val="yellow"/>
        </w:rPr>
        <w:t>ZHOTOVITEL</w:t>
      </w:r>
      <w:r w:rsidRPr="00B42F40">
        <w:t>]" ,</w:t>
      </w:r>
      <w:proofErr w:type="gramEnd"/>
    </w:p>
    <w:p w14:paraId="4787374B"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296111A3"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0BEE6872"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542982CD"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78BE4D0"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2CD5E072" w14:textId="77777777" w:rsidR="00F422D3" w:rsidRPr="00B42F40" w:rsidRDefault="00F422D3" w:rsidP="00B42F40">
      <w:pPr>
        <w:pStyle w:val="Textbezodsazen"/>
      </w:pPr>
      <w:r w:rsidRPr="00B42F40">
        <w:t>(dále jen „</w:t>
      </w:r>
      <w:r w:rsidRPr="00B42F40">
        <w:rPr>
          <w:rStyle w:val="Tun"/>
        </w:rPr>
        <w:t>Zhotovitel</w:t>
      </w:r>
      <w:r w:rsidRPr="00B42F40">
        <w:t>“)</w:t>
      </w:r>
    </w:p>
    <w:p w14:paraId="241049EF"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FF12B78" w14:textId="77777777" w:rsidR="00B42F40" w:rsidRPr="00BB1390" w:rsidRDefault="00106CD8" w:rsidP="00BB1390">
      <w:pPr>
        <w:pStyle w:val="Textbezodsazen"/>
      </w:pPr>
      <w:r w:rsidRPr="00BB1390">
        <w:lastRenderedPageBreak/>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proofErr w:type="spellStart"/>
      <w:r w:rsidRPr="00BB1390">
        <w:t>ust</w:t>
      </w:r>
      <w:proofErr w:type="spellEnd"/>
      <w:r w:rsidRPr="00BB1390">
        <w: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3CD25179" w14:textId="1F9472C6" w:rsidR="00106CD8" w:rsidRDefault="00DF7604" w:rsidP="00106CD8">
      <w:pPr>
        <w:pStyle w:val="Textbezodsazen"/>
        <w:rPr>
          <w:b/>
        </w:rPr>
      </w:pPr>
      <w:r w:rsidRPr="00BB1390">
        <w:br w:type="page"/>
      </w:r>
      <w:r w:rsidR="00106CD8" w:rsidRPr="00106CD8">
        <w:rPr>
          <w:b/>
        </w:rPr>
        <w:lastRenderedPageBreak/>
        <w:t>Smluvní strany, vědomy si svých závazků</w:t>
      </w:r>
      <w:r w:rsidR="00A349C6">
        <w:rPr>
          <w:b/>
        </w:rPr>
        <w:t xml:space="preserve"> v </w:t>
      </w:r>
      <w:r w:rsidR="00106CD8" w:rsidRPr="00106CD8">
        <w:rPr>
          <w:b/>
        </w:rPr>
        <w:t>této Smlouvě obsažených</w:t>
      </w:r>
      <w:r w:rsidR="00A349C6">
        <w:rPr>
          <w:b/>
        </w:rPr>
        <w:t xml:space="preserve"> a s </w:t>
      </w:r>
      <w:r w:rsidR="00106CD8" w:rsidRPr="00106CD8">
        <w:rPr>
          <w:b/>
        </w:rPr>
        <w:t>úmyslem být touto Smlouvou vázány, dohodly se na následujícím znění Smlouvy:</w:t>
      </w:r>
    </w:p>
    <w:p w14:paraId="6B8C6E91" w14:textId="77777777" w:rsidR="007D26F9" w:rsidRPr="00BC5BDD" w:rsidRDefault="007D26F9" w:rsidP="00BC5BDD">
      <w:pPr>
        <w:pStyle w:val="Nadpis1-1"/>
      </w:pPr>
      <w:r w:rsidRPr="00BC5BDD">
        <w:t>ÚVODNÍ USTANOVENÍ</w:t>
      </w:r>
    </w:p>
    <w:p w14:paraId="057A98D4" w14:textId="77777777"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B45C313"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E59835F"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5B11BAB0"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5233D059"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14:paraId="6A871E80" w14:textId="390A8D94" w:rsidR="00833CBF" w:rsidRPr="000C2B01" w:rsidRDefault="00833CBF" w:rsidP="00833CBF">
      <w:pPr>
        <w:pStyle w:val="Text1-1"/>
        <w:numPr>
          <w:ilvl w:val="1"/>
          <w:numId w:val="9"/>
        </w:numPr>
      </w:pPr>
      <w:r>
        <w:t xml:space="preserve">Objednatel používá informační systém pro řízení a monitoring staveb. Zhotovitel se zavazuje, že bude Objednateli předávat následující sestavy v otevřeném datovém formátu XML (viz datový </w:t>
      </w:r>
      <w:r w:rsidRPr="000C2B01">
        <w:t>předpis XDC, https://xdc.szdc.cz):</w:t>
      </w:r>
    </w:p>
    <w:p w14:paraId="5CAA0843" w14:textId="77777777" w:rsidR="00833CBF" w:rsidRDefault="00833CBF" w:rsidP="00833CBF">
      <w:pPr>
        <w:pStyle w:val="Odrka1-3"/>
        <w:numPr>
          <w:ilvl w:val="2"/>
          <w:numId w:val="6"/>
        </w:numPr>
      </w:pPr>
      <w:r>
        <w:t>daňový doklad,</w:t>
      </w:r>
    </w:p>
    <w:p w14:paraId="020BE489" w14:textId="77777777" w:rsidR="00833CBF" w:rsidRDefault="00833CBF" w:rsidP="00833CBF">
      <w:pPr>
        <w:pStyle w:val="Odrka1-3"/>
        <w:numPr>
          <w:ilvl w:val="2"/>
          <w:numId w:val="6"/>
        </w:numPr>
      </w:pPr>
      <w:r>
        <w:t>soupis zjišťovacích protokolů,</w:t>
      </w:r>
    </w:p>
    <w:p w14:paraId="1D4B085B" w14:textId="77777777" w:rsidR="00833CBF" w:rsidRDefault="00833CBF" w:rsidP="00833CBF">
      <w:pPr>
        <w:pStyle w:val="Odrka1-3"/>
        <w:numPr>
          <w:ilvl w:val="2"/>
          <w:numId w:val="6"/>
        </w:numPr>
      </w:pPr>
      <w:r>
        <w:t>zjišťovací protokoly.</w:t>
      </w:r>
    </w:p>
    <w:p w14:paraId="13DF963F" w14:textId="77777777" w:rsidR="007D26F9" w:rsidRPr="00BC5BDD" w:rsidRDefault="007D26F9" w:rsidP="00BC5BDD">
      <w:pPr>
        <w:pStyle w:val="Nadpis1-1"/>
      </w:pPr>
      <w:r w:rsidRPr="00BC5BDD">
        <w:t>ÚČEL SMLOUVY</w:t>
      </w:r>
    </w:p>
    <w:p w14:paraId="0393B5D9" w14:textId="79898079" w:rsidR="007D26F9" w:rsidRDefault="007D26F9" w:rsidP="00BC5BDD">
      <w:pPr>
        <w:pStyle w:val="Text1-1"/>
      </w:pPr>
      <w:r>
        <w:t xml:space="preserve">Objednatel oznámil uveřejněním na profilu zadavatele: </w:t>
      </w:r>
      <w:hyperlink r:id="rId11" w:history="1">
        <w:r w:rsidR="00A7240B" w:rsidRPr="00606FE8">
          <w:rPr>
            <w:rStyle w:val="Hypertextovodkaz"/>
            <w:noProof w:val="0"/>
            <w:color w:val="auto"/>
          </w:rPr>
          <w:t>https://zakazky.sprav</w:t>
        </w:r>
      </w:hyperlink>
      <w:r w:rsidR="00A7240B" w:rsidRPr="00606FE8">
        <w:t>azeleznic</w:t>
      </w:r>
      <w:r w:rsidRPr="00606FE8">
        <w:t>.c</w:t>
      </w:r>
      <w:r>
        <w:t>z/dne "[</w:t>
      </w:r>
      <w:r w:rsidRPr="007D26F9">
        <w:rPr>
          <w:highlight w:val="green"/>
        </w:rPr>
        <w:t>VLOŽÍ OBJEDNATEL</w:t>
      </w:r>
      <w:r>
        <w:t xml:space="preserve">]" pod evidenčním číslem </w:t>
      </w:r>
      <w:r w:rsidR="00CE0A60" w:rsidRPr="00CE0A60">
        <w:rPr>
          <w:b/>
        </w:rPr>
        <w:t>61821360</w:t>
      </w:r>
      <w:r>
        <w:t xml:space="preserve"> svůj úmysl zadat veřejnou zakázku</w:t>
      </w:r>
      <w:r w:rsidR="00A349C6">
        <w:t xml:space="preserve"> s </w:t>
      </w:r>
      <w:r>
        <w:t>názvem „</w:t>
      </w:r>
      <w:r w:rsidR="00CE0A60">
        <w:rPr>
          <w:rStyle w:val="Tun"/>
        </w:rPr>
        <w:t>Zajištění bezbariérového přístupu na nástupiště v ŽST Roztoky u Prahy – Implementace aktualizovaných směrnic SŽ</w:t>
      </w:r>
      <w:r>
        <w:t>“ (dále jen „</w:t>
      </w:r>
      <w:r w:rsidRPr="007D26F9">
        <w:rPr>
          <w:rStyle w:val="Tun"/>
        </w:rPr>
        <w:t>Veřejná zakázka</w:t>
      </w:r>
      <w:r>
        <w:t xml:space="preserve">“). Na základě tohoto výběrové řízení byla pro plnění Veřejné zakázky vybrána jako nejvhodnější nabídka Zhotovitele. </w:t>
      </w:r>
    </w:p>
    <w:p w14:paraId="54B3F9D5"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17843C78"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47108423"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5FAA0390"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185784C8" w14:textId="77777777" w:rsidR="007D26F9" w:rsidRDefault="007D26F9" w:rsidP="00BC5BDD">
      <w:pPr>
        <w:pStyle w:val="Text1-2"/>
      </w:pPr>
      <w:r>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708D9B7C" w14:textId="77777777" w:rsidR="007D26F9" w:rsidRPr="00BC5BDD" w:rsidRDefault="007D26F9" w:rsidP="00BC5BDD">
      <w:pPr>
        <w:pStyle w:val="Nadpis1-1"/>
      </w:pPr>
      <w:r w:rsidRPr="00BC5BDD">
        <w:lastRenderedPageBreak/>
        <w:t xml:space="preserve">PŘEDMĚT, CENA A HARMONOGRAM POSTUPU PRACÍ SMLOUVY </w:t>
      </w:r>
    </w:p>
    <w:p w14:paraId="0392D20C"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„Dílo“).</w:t>
      </w:r>
    </w:p>
    <w:p w14:paraId="3290BC59" w14:textId="77777777" w:rsidR="007D26F9" w:rsidRDefault="007D26F9" w:rsidP="00BC5BDD">
      <w:pPr>
        <w:pStyle w:val="Text1-1"/>
      </w:pPr>
      <w:r>
        <w:t>Objednatel se zavazuje Zhotoviteli poskytnout veškerou nezbytnou součinnost</w:t>
      </w:r>
      <w:r w:rsidR="00A349C6">
        <w:t xml:space="preserve"> k </w:t>
      </w:r>
      <w:r>
        <w:t xml:space="preserve">provedení Díla. </w:t>
      </w:r>
    </w:p>
    <w:p w14:paraId="75967FB1"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29AD8F94" w14:textId="77777777" w:rsidR="007D26F9" w:rsidRPr="007D26F9" w:rsidRDefault="007D26F9" w:rsidP="00BC5BDD">
      <w:pPr>
        <w:pStyle w:val="Textbezslovn"/>
        <w:rPr>
          <w:rStyle w:val="Tun"/>
        </w:rPr>
      </w:pPr>
      <w:r>
        <w:t xml:space="preserve">Cena Díla bez DPH: </w:t>
      </w:r>
      <w:r>
        <w:tab/>
      </w:r>
      <w:r w:rsidRPr="007D26F9">
        <w:rPr>
          <w:rStyle w:val="Tun"/>
          <w:highlight w:val="yellow"/>
        </w:rPr>
        <w:t>"[VLOŽÍ ZHOTOVITEL]"</w:t>
      </w:r>
      <w:r w:rsidRPr="007D26F9">
        <w:rPr>
          <w:rStyle w:val="Tun"/>
        </w:rPr>
        <w:t xml:space="preserve"> Kč</w:t>
      </w:r>
    </w:p>
    <w:p w14:paraId="0269F85C" w14:textId="77777777" w:rsidR="007D26F9" w:rsidRPr="007D26F9" w:rsidRDefault="007D26F9" w:rsidP="00BC5BDD">
      <w:pPr>
        <w:pStyle w:val="Textbezslovn"/>
        <w:rPr>
          <w:rStyle w:val="Tun"/>
        </w:rPr>
      </w:pPr>
      <w:r>
        <w:t xml:space="preserve">slovy: </w:t>
      </w:r>
      <w:r>
        <w:tab/>
      </w:r>
      <w:r>
        <w:tab/>
      </w:r>
      <w:r>
        <w:tab/>
      </w:r>
      <w:r w:rsidRPr="007D26F9">
        <w:rPr>
          <w:rStyle w:val="Tun"/>
          <w:highlight w:val="yellow"/>
        </w:rPr>
        <w:t>"[VLOŽÍ ZHOTOVITEL]"</w:t>
      </w:r>
      <w:r w:rsidRPr="007D26F9">
        <w:rPr>
          <w:rStyle w:val="Tun"/>
        </w:rPr>
        <w:t xml:space="preserve"> korun českých</w:t>
      </w:r>
    </w:p>
    <w:p w14:paraId="3669A1DC" w14:textId="1DACD011"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Příloze č. 4 této Smlouvy.</w:t>
      </w:r>
    </w:p>
    <w:p w14:paraId="5F63F61E" w14:textId="77777777" w:rsidR="00E2245C" w:rsidRPr="000B17CA" w:rsidRDefault="00E2245C" w:rsidP="00E2245C">
      <w:pPr>
        <w:pStyle w:val="Text1-1"/>
        <w:numPr>
          <w:ilvl w:val="0"/>
          <w:numId w:val="0"/>
        </w:numPr>
        <w:ind w:left="737"/>
      </w:pPr>
      <w:r w:rsidRPr="000B17CA">
        <w:t>Daňové doklady bude Zhotovitel doručovat Objednateli některým (jedním) z níže uvedených způsobů:</w:t>
      </w:r>
    </w:p>
    <w:p w14:paraId="18E5D875" w14:textId="77777777" w:rsidR="00E2245C" w:rsidRPr="000B17CA" w:rsidRDefault="00E2245C" w:rsidP="00E2245C">
      <w:pPr>
        <w:pStyle w:val="Odstavecseseznamem"/>
        <w:numPr>
          <w:ilvl w:val="0"/>
          <w:numId w:val="36"/>
        </w:numPr>
        <w:autoSpaceDN w:val="0"/>
        <w:spacing w:after="120" w:line="264" w:lineRule="auto"/>
        <w:jc w:val="both"/>
        <w:rPr>
          <w:rFonts w:eastAsia="Verdana"/>
          <w:sz w:val="18"/>
          <w:szCs w:val="18"/>
        </w:rPr>
      </w:pPr>
      <w:r w:rsidRPr="000B17CA">
        <w:rPr>
          <w:rFonts w:eastAsia="Verdana"/>
          <w:sz w:val="18"/>
          <w:szCs w:val="18"/>
        </w:rPr>
        <w:t xml:space="preserve">v elektronické podobě na e-mailovou adresu: </w:t>
      </w:r>
      <w:hyperlink r:id="rId12" w:history="1">
        <w:r w:rsidRPr="000B17CA">
          <w:rPr>
            <w:rStyle w:val="Hypertextovodkaz"/>
            <w:rFonts w:eastAsia="Verdana"/>
            <w:color w:val="auto"/>
            <w:sz w:val="18"/>
            <w:szCs w:val="18"/>
          </w:rPr>
          <w:t>ePodatelnaCFU@spravazeleznic.cz</w:t>
        </w:r>
      </w:hyperlink>
      <w:r w:rsidRPr="000B17CA">
        <w:rPr>
          <w:rFonts w:eastAsia="Verdana"/>
          <w:sz w:val="18"/>
          <w:szCs w:val="18"/>
        </w:rPr>
        <w:t xml:space="preserve">, </w:t>
      </w:r>
    </w:p>
    <w:p w14:paraId="44ADC823" w14:textId="77777777" w:rsidR="00E2245C" w:rsidRPr="000B17CA" w:rsidRDefault="00E2245C" w:rsidP="00E2245C">
      <w:pPr>
        <w:pStyle w:val="Odstavecseseznamem"/>
        <w:spacing w:after="120" w:line="264" w:lineRule="auto"/>
        <w:ind w:left="1097"/>
        <w:jc w:val="both"/>
        <w:rPr>
          <w:rFonts w:eastAsia="Verdana"/>
          <w:sz w:val="18"/>
          <w:szCs w:val="18"/>
        </w:rPr>
      </w:pPr>
      <w:r w:rsidRPr="000B17CA">
        <w:rPr>
          <w:rFonts w:eastAsia="Verdana"/>
          <w:sz w:val="18"/>
          <w:szCs w:val="18"/>
        </w:rPr>
        <w:t>nebo</w:t>
      </w:r>
    </w:p>
    <w:p w14:paraId="59E3B311" w14:textId="77777777" w:rsidR="00E2245C" w:rsidRPr="000B17CA" w:rsidRDefault="00E2245C" w:rsidP="00E2245C">
      <w:pPr>
        <w:pStyle w:val="Odstavecseseznamem"/>
        <w:numPr>
          <w:ilvl w:val="0"/>
          <w:numId w:val="36"/>
        </w:numPr>
        <w:autoSpaceDN w:val="0"/>
        <w:spacing w:after="120" w:line="264" w:lineRule="auto"/>
        <w:jc w:val="both"/>
        <w:rPr>
          <w:rFonts w:eastAsia="Verdana"/>
          <w:sz w:val="18"/>
          <w:szCs w:val="18"/>
        </w:rPr>
      </w:pPr>
      <w:r w:rsidRPr="000B17CA">
        <w:rPr>
          <w:rFonts w:eastAsia="Verdana"/>
          <w:sz w:val="18"/>
          <w:szCs w:val="18"/>
        </w:rPr>
        <w:t xml:space="preserve">datovou zprávou na identifikátor datové schránky: </w:t>
      </w:r>
      <w:proofErr w:type="spellStart"/>
      <w:r w:rsidRPr="000B17CA">
        <w:rPr>
          <w:rFonts w:eastAsia="Verdana"/>
          <w:sz w:val="18"/>
          <w:szCs w:val="18"/>
        </w:rPr>
        <w:t>uccchjm</w:t>
      </w:r>
      <w:proofErr w:type="spellEnd"/>
    </w:p>
    <w:p w14:paraId="0F59708A" w14:textId="77777777" w:rsidR="00E2245C" w:rsidRPr="000B17CA" w:rsidRDefault="00E2245C" w:rsidP="00E2245C">
      <w:pPr>
        <w:pStyle w:val="Odstavecseseznamem"/>
        <w:spacing w:after="120" w:line="264" w:lineRule="auto"/>
        <w:ind w:left="1097"/>
        <w:jc w:val="both"/>
        <w:rPr>
          <w:rFonts w:eastAsia="Verdana"/>
          <w:sz w:val="18"/>
          <w:szCs w:val="18"/>
        </w:rPr>
      </w:pPr>
      <w:r w:rsidRPr="000B17CA">
        <w:rPr>
          <w:rFonts w:eastAsia="Verdana"/>
          <w:sz w:val="18"/>
          <w:szCs w:val="18"/>
        </w:rPr>
        <w:t>nebo</w:t>
      </w:r>
    </w:p>
    <w:p w14:paraId="753F1E0B" w14:textId="77777777" w:rsidR="00E2245C" w:rsidRPr="000B17CA" w:rsidRDefault="00E2245C" w:rsidP="00E2245C">
      <w:pPr>
        <w:pStyle w:val="Odstavecseseznamem"/>
        <w:numPr>
          <w:ilvl w:val="0"/>
          <w:numId w:val="36"/>
        </w:numPr>
        <w:autoSpaceDN w:val="0"/>
        <w:spacing w:after="120" w:line="264" w:lineRule="auto"/>
        <w:jc w:val="both"/>
        <w:rPr>
          <w:rFonts w:eastAsia="Verdana"/>
          <w:sz w:val="18"/>
          <w:szCs w:val="18"/>
        </w:rPr>
      </w:pPr>
      <w:r w:rsidRPr="000B17CA">
        <w:rPr>
          <w:rFonts w:eastAsia="Verdana"/>
          <w:sz w:val="18"/>
          <w:szCs w:val="18"/>
        </w:rPr>
        <w:t xml:space="preserve">v listinné podobě na adresu Správa železnic, státní organizace, Centrální finanční účtárna Čechy, Náměstí Jana </w:t>
      </w:r>
      <w:proofErr w:type="spellStart"/>
      <w:r w:rsidRPr="000B17CA">
        <w:rPr>
          <w:rFonts w:eastAsia="Verdana"/>
          <w:sz w:val="18"/>
          <w:szCs w:val="18"/>
        </w:rPr>
        <w:t>Pernera</w:t>
      </w:r>
      <w:proofErr w:type="spellEnd"/>
      <w:r w:rsidRPr="000B17CA">
        <w:rPr>
          <w:rFonts w:eastAsia="Verdana"/>
          <w:sz w:val="18"/>
          <w:szCs w:val="18"/>
        </w:rPr>
        <w:t xml:space="preserve"> 217, 530 02 Pardubice.</w:t>
      </w:r>
    </w:p>
    <w:p w14:paraId="09B6E54F" w14:textId="77777777" w:rsidR="00E2245C" w:rsidRDefault="00E2245C" w:rsidP="00BC5BDD">
      <w:pPr>
        <w:pStyle w:val="Textbezslovn"/>
      </w:pPr>
    </w:p>
    <w:p w14:paraId="0D7356DC" w14:textId="77777777" w:rsidR="007D26F9" w:rsidRDefault="007D26F9" w:rsidP="00BC5BDD">
      <w:pPr>
        <w:pStyle w:val="Text1-1"/>
      </w:pPr>
      <w:r>
        <w:t xml:space="preserve">Smluvní strany se dohodly, že Zhotovitel na sebe přebírá nebezpečí změny okolností ve smyslu </w:t>
      </w:r>
      <w:proofErr w:type="spellStart"/>
      <w:r>
        <w:t>ust</w:t>
      </w:r>
      <w:proofErr w:type="spellEnd"/>
      <w:r>
        <w: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1CD7E98D"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 xml:space="preserve">tuzemsku uplatňován režim přenesení daňové povinnosti dle </w:t>
      </w:r>
      <w:proofErr w:type="spellStart"/>
      <w:r>
        <w:t>ust</w:t>
      </w:r>
      <w:proofErr w:type="spellEnd"/>
      <w:r>
        <w: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 xml:space="preserve">dani dle </w:t>
      </w:r>
      <w:proofErr w:type="spellStart"/>
      <w:r>
        <w:t>ust</w:t>
      </w:r>
      <w:proofErr w:type="spellEnd"/>
      <w:r>
        <w: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 xml:space="preserve">zaplatit DPH dle </w:t>
      </w:r>
      <w:proofErr w:type="spellStart"/>
      <w:r>
        <w:t>ust</w:t>
      </w:r>
      <w:proofErr w:type="spellEnd"/>
      <w:r>
        <w:t>. § 92a odst. 1 zákona</w:t>
      </w:r>
      <w:r w:rsidR="00A349C6">
        <w:t xml:space="preserve"> o </w:t>
      </w:r>
      <w:r>
        <w:t>DPH.</w:t>
      </w:r>
    </w:p>
    <w:p w14:paraId="22277F78" w14:textId="77777777" w:rsidR="007D26F9" w:rsidRDefault="007D26F9" w:rsidP="00BC5BDD">
      <w:pPr>
        <w:pStyle w:val="Text1-1"/>
      </w:pPr>
      <w:r>
        <w:t xml:space="preserve">Smluvní strany se dohodly, že stane-li se Zhotovitel nespolehlivým plátcem, ve smyslu </w:t>
      </w:r>
      <w:proofErr w:type="spellStart"/>
      <w:r>
        <w:t>ust</w:t>
      </w:r>
      <w:proofErr w:type="spellEnd"/>
      <w:r>
        <w: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6051EFBD" w14:textId="77777777"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14:paraId="42671AFF" w14:textId="77777777" w:rsidR="007D26F9" w:rsidRPr="008F7242" w:rsidRDefault="007D26F9" w:rsidP="00BC5BDD">
      <w:pPr>
        <w:pStyle w:val="Textbezslovn"/>
        <w:rPr>
          <w:rStyle w:val="Tun"/>
        </w:rPr>
      </w:pPr>
      <w:r w:rsidRPr="008F7242">
        <w:rPr>
          <w:rStyle w:val="Tun"/>
        </w:rPr>
        <w:t>Zahájení stavebních prací: dnem předání Staveniště dle odst. 4.1.1 Přílohy č.</w:t>
      </w:r>
      <w:r w:rsidR="00BC5BDD">
        <w:rPr>
          <w:rStyle w:val="Tun"/>
        </w:rPr>
        <w:t> </w:t>
      </w:r>
      <w:r w:rsidRPr="008F7242">
        <w:rPr>
          <w:rStyle w:val="Tun"/>
        </w:rPr>
        <w:t>2</w:t>
      </w:r>
      <w:r w:rsidR="00BC5BDD">
        <w:rPr>
          <w:rStyle w:val="Tun"/>
        </w:rPr>
        <w:t> </w:t>
      </w:r>
      <w:r w:rsidRPr="008F7242">
        <w:rPr>
          <w:rStyle w:val="Tun"/>
        </w:rPr>
        <w:t>b) Smlouvy.</w:t>
      </w:r>
    </w:p>
    <w:p w14:paraId="088393B7" w14:textId="38BA2E79" w:rsidR="007D26F9" w:rsidRDefault="007D26F9" w:rsidP="00BC5BDD">
      <w:pPr>
        <w:pStyle w:val="Textbezslovn"/>
        <w:rPr>
          <w:rStyle w:val="Tun"/>
        </w:rPr>
      </w:pPr>
      <w:r w:rsidRPr="008F7242">
        <w:rPr>
          <w:rStyle w:val="Tun"/>
        </w:rPr>
        <w:t xml:space="preserve">Celková lhůta pro dokončení Díla činí celkem </w:t>
      </w:r>
      <w:r w:rsidR="007C258A">
        <w:rPr>
          <w:rStyle w:val="Tun"/>
        </w:rPr>
        <w:t>12</w:t>
      </w:r>
      <w:r w:rsidR="00AF59B3" w:rsidRPr="008F7242">
        <w:rPr>
          <w:rStyle w:val="Tun"/>
        </w:rPr>
        <w:t xml:space="preserve"> </w:t>
      </w:r>
      <w:r w:rsidRPr="008F7242">
        <w:rPr>
          <w:rStyle w:val="Tun"/>
        </w:rPr>
        <w:t>měsíců ode Dne zahájení stavebních prací (dokladem prokazujícím, že Zhotovitel dokončil celé Dílo, je Předávací protokol dle odst. 10.4 Obchodních podmínek).</w:t>
      </w:r>
      <w:r w:rsidR="00AF59B3">
        <w:rPr>
          <w:rStyle w:val="Tun"/>
        </w:rPr>
        <w:t xml:space="preserve"> </w:t>
      </w:r>
    </w:p>
    <w:p w14:paraId="3AC6763F" w14:textId="74457D3C" w:rsidR="007D26F9" w:rsidRDefault="007D26F9" w:rsidP="00BC5BDD">
      <w:pPr>
        <w:pStyle w:val="Textbezslovn"/>
      </w:pPr>
      <w:r>
        <w:t xml:space="preserve">Lhůta pro dokončení stavebních prací činí celkem </w:t>
      </w:r>
      <w:r w:rsidR="00BF5CC1">
        <w:rPr>
          <w:rStyle w:val="Tun"/>
        </w:rPr>
        <w:t>6</w:t>
      </w:r>
      <w:r w:rsidRPr="008F7242">
        <w:rPr>
          <w:rStyle w:val="Tun"/>
        </w:rPr>
        <w:t xml:space="preserve"> měsíců</w:t>
      </w:r>
      <w:r>
        <w:t xml:space="preserve"> ode dne zahájení stavebních prací (dokladem prokazujícím, že Zhotovitel dokončil stavební práce</w:t>
      </w:r>
      <w:r w:rsidR="00A349C6">
        <w:t xml:space="preserve"> a </w:t>
      </w:r>
      <w:r>
        <w:t>předal Objednateli veškerá plnění připadající na tuto část Díla, je poslední Zápis</w:t>
      </w:r>
      <w:r w:rsidR="00A349C6">
        <w:t xml:space="preserve"> o </w:t>
      </w:r>
      <w:r>
        <w:t>předání</w:t>
      </w:r>
      <w:r w:rsidR="00A349C6">
        <w:t xml:space="preserve"> a </w:t>
      </w:r>
      <w:r>
        <w:t xml:space="preserve">převzetí Díla). </w:t>
      </w:r>
    </w:p>
    <w:p w14:paraId="6AB33383" w14:textId="77777777" w:rsidR="007D26F9" w:rsidRDefault="007D26F9" w:rsidP="00BC5BDD">
      <w:pPr>
        <w:pStyle w:val="Textbezslovn"/>
      </w:pPr>
      <w:r w:rsidRPr="00B546C1">
        <w:lastRenderedPageBreak/>
        <w:t xml:space="preserve">Předání posouzení interoperability, včetně zajištění všech souvisejících dokladů, podle </w:t>
      </w:r>
      <w:proofErr w:type="spellStart"/>
      <w:r w:rsidRPr="00B546C1">
        <w:t>ust</w:t>
      </w:r>
      <w:proofErr w:type="spellEnd"/>
      <w:r w:rsidRPr="00B546C1">
        <w:t>. § 49b zákona 266/1994 Sb. ve znění pozdějších předpisů,</w:t>
      </w:r>
      <w:r>
        <w:t xml:space="preserve"> předání osvědčení</w:t>
      </w:r>
      <w:r w:rsidR="00A349C6">
        <w:t xml:space="preserve"> o </w:t>
      </w:r>
      <w:r>
        <w:t>bezpečnosti zpracovaného nezávislým posuzovatelem podle prováděcího nařízení Komise (EU) č. 402/2013 ze dne 30. dubna 2013</w:t>
      </w:r>
      <w:r w:rsidR="00A349C6">
        <w:t xml:space="preserve"> o </w:t>
      </w:r>
      <w:r>
        <w:t>společné bezpečnostní metodě pro hodnocení</w:t>
      </w:r>
      <w:r w:rsidR="00A349C6">
        <w:t xml:space="preserve"> a </w:t>
      </w:r>
      <w:r>
        <w:t>posuzování rizik</w:t>
      </w:r>
      <w:r w:rsidR="00A349C6">
        <w:t xml:space="preserve"> a o </w:t>
      </w:r>
      <w:r>
        <w:t>zrušení nařízení (ES) č. 352/2009, předání souborného zpracování geodetické části dokumentace skutečného provedení stavby</w:t>
      </w:r>
      <w:r w:rsidR="00A349C6">
        <w:t xml:space="preserve"> a </w:t>
      </w:r>
      <w:r>
        <w:t xml:space="preserve">kompletní technické části dokumentace skutečného provedení stavby bude provedeno nejpozději do </w:t>
      </w:r>
      <w:r w:rsidRPr="008F7242">
        <w:rPr>
          <w:rStyle w:val="Tun"/>
        </w:rPr>
        <w:t>6 měsíců</w:t>
      </w:r>
      <w:r>
        <w:t xml:space="preserve"> ode dne podpisu posledního Zápisu</w:t>
      </w:r>
      <w:r w:rsidR="00A349C6">
        <w:t xml:space="preserve"> o </w:t>
      </w:r>
      <w:r>
        <w:t>předání</w:t>
      </w:r>
      <w:r w:rsidR="00A349C6">
        <w:t xml:space="preserve"> a </w:t>
      </w:r>
      <w:r>
        <w:t>převzetí Díla.</w:t>
      </w:r>
    </w:p>
    <w:p w14:paraId="70B769A1"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475C2D7D" w14:textId="77777777" w:rsidR="007D26F9" w:rsidRDefault="007D26F9" w:rsidP="00BC5BDD">
      <w:pPr>
        <w:pStyle w:val="Text1-1"/>
      </w:pPr>
      <w:proofErr w:type="spellStart"/>
      <w:r>
        <w:t>Ust</w:t>
      </w:r>
      <w:proofErr w:type="spellEnd"/>
      <w:r>
        <w:t>. § 2605 odst. 1</w:t>
      </w:r>
      <w:r w:rsidR="00A349C6">
        <w:t xml:space="preserve"> a </w:t>
      </w:r>
      <w:proofErr w:type="spellStart"/>
      <w:r>
        <w:t>ust</w:t>
      </w:r>
      <w:proofErr w:type="spellEnd"/>
      <w:r>
        <w:t>. § 2628 občanského zákoníku se nepoužije. Dílo je provedeno tehdy, je-li dokončeno řádně</w:t>
      </w:r>
      <w:r w:rsidR="00A349C6">
        <w:t xml:space="preserve"> a </w:t>
      </w:r>
      <w:r>
        <w:t>včas</w:t>
      </w:r>
      <w:r w:rsidR="00A349C6">
        <w:t xml:space="preserve"> a </w:t>
      </w:r>
      <w:r>
        <w:t>Objednatelem převzato sjednaným způsobem.</w:t>
      </w:r>
    </w:p>
    <w:p w14:paraId="3649F2BF" w14:textId="77777777" w:rsidR="007D26F9" w:rsidRDefault="007D26F9" w:rsidP="00BC5BDD">
      <w:pPr>
        <w:pStyle w:val="Text1-1"/>
      </w:pPr>
      <w:r>
        <w:t>Místo plnění je dáno místem,</w:t>
      </w:r>
      <w:r w:rsidR="00A349C6">
        <w:t xml:space="preserve"> v </w:t>
      </w:r>
      <w:r>
        <w:t>němž má být Dílo dle Dokumentace pro stavební povolení</w:t>
      </w:r>
      <w:r w:rsidR="00A349C6">
        <w:t xml:space="preserve"> a </w:t>
      </w:r>
      <w:r>
        <w:t>příslušných veřejnoprávních povolení umístěno.</w:t>
      </w:r>
    </w:p>
    <w:p w14:paraId="4DF25729" w14:textId="77777777" w:rsidR="007D26F9" w:rsidRPr="00BC5BDD" w:rsidRDefault="007D26F9" w:rsidP="00BC5BDD">
      <w:pPr>
        <w:pStyle w:val="Nadpis1-1"/>
      </w:pPr>
      <w:r w:rsidRPr="00BC5BDD">
        <w:t>ZÁRUKY A DALŠÍ USTANOVENÍ</w:t>
      </w:r>
    </w:p>
    <w:p w14:paraId="6506AE90" w14:textId="2B1C7F28" w:rsidR="007D26F9" w:rsidRDefault="007D26F9" w:rsidP="00BC5BDD">
      <w:pPr>
        <w:pStyle w:val="Text1-1"/>
      </w:pPr>
      <w:r>
        <w:t xml:space="preserve">Bankovní záruka </w:t>
      </w:r>
      <w:r w:rsidR="00071D7C">
        <w:t xml:space="preserve">za provedení Díla </w:t>
      </w:r>
      <w:r w:rsidR="002E0E4A" w:rsidRPr="00065937">
        <w:t xml:space="preserve">nebo Pojistná záruka </w:t>
      </w:r>
      <w:r w:rsidRPr="00065937">
        <w:t xml:space="preserve">za provedení Díla dle </w:t>
      </w:r>
      <w:r>
        <w:t xml:space="preserve">čl. 14 Obchodních podmínek </w:t>
      </w:r>
      <w:r w:rsidR="00CE0A60">
        <w:t>se nepožaduje.</w:t>
      </w:r>
    </w:p>
    <w:p w14:paraId="4C63AF04" w14:textId="77777777"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proofErr w:type="gramStart"/>
      <w:r>
        <w:t>odst.3.17</w:t>
      </w:r>
      <w:proofErr w:type="gramEnd"/>
      <w:r>
        <w:t xml:space="preserve">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14:paraId="273E0B17"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123C34A5" w14:textId="77777777" w:rsidR="007D26F9" w:rsidRPr="009A12BD"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w:t>
      </w:r>
      <w:proofErr w:type="gramStart"/>
      <w:r>
        <w:t>údajů) (dále</w:t>
      </w:r>
      <w:proofErr w:type="gramEnd"/>
      <w:r>
        <w:t xml:space="preserve"> jen GDPR), které se na něj </w:t>
      </w:r>
      <w:r w:rsidR="008F7242">
        <w:t>jako na zpracovatele vztahují</w:t>
      </w:r>
      <w:r w:rsidR="00A349C6">
        <w:t xml:space="preserve"> a </w:t>
      </w:r>
      <w:r>
        <w:t xml:space="preserve">plnění těchto povinností na </w:t>
      </w:r>
      <w:r w:rsidRPr="009A12BD">
        <w:t>vyžádání doložit Objednateli.</w:t>
      </w:r>
    </w:p>
    <w:p w14:paraId="4DA874A7" w14:textId="77777777" w:rsidR="007D26F9" w:rsidRPr="009D7398" w:rsidRDefault="007D26F9" w:rsidP="00BC5BDD">
      <w:pPr>
        <w:pStyle w:val="Text1-1"/>
        <w:rPr>
          <w:color w:val="FF0000"/>
        </w:rPr>
      </w:pPr>
      <w:r w:rsidRPr="009A12BD">
        <w:t>Objednatel si vyhrazuje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předčasnému ukončení Smlouvy ze strany Objednatele</w:t>
      </w:r>
      <w:r w:rsidR="00A349C6" w:rsidRPr="009A12BD">
        <w:t xml:space="preserve"> z </w:t>
      </w:r>
      <w:r w:rsidRPr="009A12BD">
        <w:t xml:space="preserve">důvodu porušení povinnosti Zhotovitele. Smluvní strany výslovně </w:t>
      </w:r>
      <w:r>
        <w:t>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14:paraId="52900DB9" w14:textId="37819A9A" w:rsidR="00500E0F" w:rsidRPr="000C2B01" w:rsidRDefault="00500E0F" w:rsidP="009A12BD">
      <w:pPr>
        <w:pStyle w:val="Text1-1"/>
        <w:numPr>
          <w:ilvl w:val="0"/>
          <w:numId w:val="0"/>
        </w:numPr>
        <w:ind w:left="737"/>
        <w:rPr>
          <w:i/>
          <w:color w:val="00B050"/>
        </w:rPr>
      </w:pPr>
    </w:p>
    <w:p w14:paraId="213C7CFE" w14:textId="5BEC71E6" w:rsidR="00813734" w:rsidRPr="00813734" w:rsidRDefault="00CE0A60" w:rsidP="00DE2A7D">
      <w:pPr>
        <w:pStyle w:val="Text1-1"/>
        <w:rPr>
          <w:color w:val="00B050"/>
        </w:rPr>
      </w:pPr>
      <w:r>
        <w:t>NEOBSAZENO</w:t>
      </w:r>
    </w:p>
    <w:p w14:paraId="76DB0A2E" w14:textId="23470483" w:rsidR="009A12BD" w:rsidRPr="00813734" w:rsidRDefault="00813734" w:rsidP="00813734">
      <w:pPr>
        <w:pStyle w:val="Text1-1"/>
        <w:numPr>
          <w:ilvl w:val="0"/>
          <w:numId w:val="0"/>
        </w:numPr>
        <w:rPr>
          <w:i/>
          <w:color w:val="00B050"/>
        </w:rPr>
      </w:pPr>
      <w:r>
        <w:rPr>
          <w:sz w:val="20"/>
          <w:szCs w:val="20"/>
        </w:rPr>
        <w:t xml:space="preserve">          </w:t>
      </w:r>
      <w:r w:rsidR="00704A28">
        <w:t xml:space="preserve"> </w:t>
      </w:r>
    </w:p>
    <w:p w14:paraId="5F0EF17E" w14:textId="77777777" w:rsidR="004C1A60" w:rsidRPr="009A12BD" w:rsidRDefault="004C1A60" w:rsidP="004C1A60">
      <w:pPr>
        <w:pStyle w:val="Text1-1"/>
      </w:pPr>
      <w:r w:rsidRPr="009A12BD">
        <w:t>Objednatel 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w:t>
      </w:r>
      <w:r w:rsidR="002C0721" w:rsidRPr="009A12BD">
        <w:t> </w:t>
      </w:r>
      <w:r w:rsidRPr="009A12BD">
        <w:t>předložením</w:t>
      </w:r>
      <w:r w:rsidR="002C0721" w:rsidRPr="009A12BD">
        <w:t xml:space="preserve"> závěrečné fakturace</w:t>
      </w:r>
      <w:r w:rsidRPr="009A12BD">
        <w:t xml:space="preserve">: </w:t>
      </w:r>
    </w:p>
    <w:p w14:paraId="5B536B14" w14:textId="77777777" w:rsidR="004C1A60" w:rsidRPr="009A12BD" w:rsidRDefault="004C1A60" w:rsidP="004C1A60">
      <w:pPr>
        <w:pStyle w:val="Text1-1"/>
        <w:numPr>
          <w:ilvl w:val="0"/>
          <w:numId w:val="0"/>
        </w:numPr>
        <w:ind w:left="737"/>
      </w:pPr>
      <w:r w:rsidRPr="009A12BD">
        <w:t xml:space="preserve">a) hodnota provedených prací Zhotovitelem, včetně hodnoty vyhrazeného plnění, v případě dvou a více společníků specifikovaná v Kč dle jednotlivých společníků, </w:t>
      </w:r>
    </w:p>
    <w:p w14:paraId="2A3FC538" w14:textId="77777777" w:rsidR="004C1A60" w:rsidRPr="009A12BD" w:rsidRDefault="004C1A60" w:rsidP="004C1A60">
      <w:pPr>
        <w:pStyle w:val="Text1-1"/>
        <w:numPr>
          <w:ilvl w:val="0"/>
          <w:numId w:val="0"/>
        </w:numPr>
        <w:ind w:left="737"/>
      </w:pPr>
      <w:r w:rsidRPr="009A12BD">
        <w:lastRenderedPageBreak/>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6B7DBED9" w14:textId="77777777" w:rsidR="004C1A60" w:rsidRPr="009A12BD" w:rsidRDefault="004C1A60" w:rsidP="004C1A60">
      <w:pPr>
        <w:pStyle w:val="Text1-1"/>
        <w:numPr>
          <w:ilvl w:val="0"/>
          <w:numId w:val="0"/>
        </w:numPr>
        <w:ind w:left="737"/>
      </w:pPr>
      <w:r w:rsidRPr="009A12BD">
        <w:t xml:space="preserve">Součet hodnot dle výše uvedeného </w:t>
      </w:r>
      <w:proofErr w:type="spellStart"/>
      <w:r w:rsidRPr="009A12BD">
        <w:t>písm.a</w:t>
      </w:r>
      <w:proofErr w:type="spellEnd"/>
      <w:r w:rsidRPr="009A12BD">
        <w:t xml:space="preserve">) a </w:t>
      </w:r>
      <w:proofErr w:type="spellStart"/>
      <w:proofErr w:type="gramStart"/>
      <w:r w:rsidRPr="009A12BD">
        <w:t>písm.b</w:t>
      </w:r>
      <w:proofErr w:type="spellEnd"/>
      <w:r w:rsidRPr="009A12BD">
        <w:t>) se</w:t>
      </w:r>
      <w:proofErr w:type="gramEnd"/>
      <w:r w:rsidRPr="009A12BD">
        <w:t xml:space="preserve"> musí rovnat 100% hodnotě veškerých prací provedených v souladu se Smlouvou.</w:t>
      </w:r>
    </w:p>
    <w:p w14:paraId="520F6BF0" w14:textId="7EF507EC" w:rsidR="004C1A60" w:rsidRDefault="004C1A60" w:rsidP="004C1A60">
      <w:pPr>
        <w:pStyle w:val="Text1-1"/>
        <w:numPr>
          <w:ilvl w:val="0"/>
          <w:numId w:val="0"/>
        </w:numPr>
        <w:ind w:left="737"/>
      </w:pPr>
      <w:r w:rsidRPr="009A12BD">
        <w:t xml:space="preserve">Požadované údaje, předložené formou čestného prohlášení podepsaného Zhotovitelem, jsou nezbytné pro vydání Osvědčení o řádném plnění veřejné zakázky uvedeného v příloze </w:t>
      </w:r>
      <w:proofErr w:type="gramStart"/>
      <w:r w:rsidRPr="009A12BD">
        <w:t>č.10</w:t>
      </w:r>
      <w:proofErr w:type="gramEnd"/>
      <w:r w:rsidRPr="009A12BD">
        <w:t xml:space="preserve">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5F1E8087" w14:textId="77C797F8" w:rsidR="009A0E00" w:rsidRPr="005E007F" w:rsidRDefault="009A0E00" w:rsidP="009A0E00">
      <w:pPr>
        <w:pStyle w:val="Text1-1"/>
        <w:rPr>
          <w:bCs/>
          <w:iCs/>
        </w:rPr>
      </w:pPr>
      <w:proofErr w:type="spellStart"/>
      <w:r w:rsidRPr="005E007F">
        <w:rPr>
          <w:bCs/>
          <w:iCs/>
        </w:rPr>
        <w:t>Compliance</w:t>
      </w:r>
      <w:proofErr w:type="spellEnd"/>
      <w:r w:rsidRPr="005E007F">
        <w:rPr>
          <w:bCs/>
          <w:iCs/>
        </w:rPr>
        <w:t xml:space="preserve"> doložka a etické zásady</w:t>
      </w:r>
    </w:p>
    <w:p w14:paraId="3035A13F" w14:textId="58FD838D" w:rsidR="009A0E00" w:rsidRPr="005E007F" w:rsidRDefault="009A0E00" w:rsidP="009A0E00">
      <w:pPr>
        <w:pStyle w:val="Text1-1"/>
        <w:numPr>
          <w:ilvl w:val="0"/>
          <w:numId w:val="0"/>
        </w:numPr>
        <w:ind w:left="737"/>
        <w:rPr>
          <w:iCs/>
        </w:rPr>
      </w:pPr>
      <w:r w:rsidRPr="005E007F">
        <w:rPr>
          <w:iCs/>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5E007F">
        <w:rPr>
          <w:iCs/>
        </w:rPr>
        <w:t>compliance</w:t>
      </w:r>
      <w:proofErr w:type="spellEnd"/>
      <w:r w:rsidRPr="005E007F">
        <w:rPr>
          <w:iCs/>
        </w:rPr>
        <w:t xml:space="preserve"> programů a etických hodnot druhé smluvní strany, pakliže těmito dokumenty dotčené smluvní strany disponují, a jsou uveřejněny na webových stránkách smluvních stran (společností).</w:t>
      </w:r>
    </w:p>
    <w:p w14:paraId="0EF5E045" w14:textId="77777777" w:rsidR="004A36B7" w:rsidRPr="005E007F" w:rsidRDefault="004A36B7" w:rsidP="004A36B7">
      <w:pPr>
        <w:numPr>
          <w:ilvl w:val="1"/>
          <w:numId w:val="9"/>
        </w:numPr>
        <w:spacing w:after="120" w:line="264" w:lineRule="auto"/>
        <w:jc w:val="both"/>
        <w:rPr>
          <w:rFonts w:eastAsia="Times New Roman" w:cs="Times New Roman"/>
          <w:sz w:val="18"/>
          <w:szCs w:val="18"/>
        </w:rPr>
      </w:pPr>
      <w:r w:rsidRPr="005E007F">
        <w:rPr>
          <w:rFonts w:eastAsia="Times New Roman" w:cs="Times New Roman"/>
          <w:sz w:val="18"/>
          <w:szCs w:val="18"/>
        </w:rPr>
        <w:t>Sociálně a environmentálně odpovědné zadávání</w:t>
      </w:r>
    </w:p>
    <w:p w14:paraId="09A973E5" w14:textId="0183C329" w:rsidR="004A36B7" w:rsidRPr="005E007F" w:rsidRDefault="004A36B7" w:rsidP="004A36B7">
      <w:pPr>
        <w:numPr>
          <w:ilvl w:val="2"/>
          <w:numId w:val="34"/>
        </w:numPr>
        <w:spacing w:after="120" w:line="264" w:lineRule="auto"/>
        <w:jc w:val="both"/>
        <w:rPr>
          <w:rFonts w:eastAsia="Times New Roman" w:cs="Times New Roman"/>
          <w:sz w:val="18"/>
          <w:szCs w:val="18"/>
        </w:rPr>
      </w:pPr>
      <w:r w:rsidRPr="005E007F">
        <w:rPr>
          <w:rFonts w:eastAsia="Times New Roman" w:cs="Times New Roman"/>
          <w:sz w:val="18"/>
          <w:szCs w:val="18"/>
        </w:rPr>
        <w:t xml:space="preserve">Zhotovitel se zavazuje sjednat si s dalšími osobami, které se na jeho straně podílejí na realizaci Díla a jsou podnikateli, stejnou nebo kratší dobu splatnosti daňových dokladů, jaká je sjednána v této Smlouvě. </w:t>
      </w:r>
    </w:p>
    <w:p w14:paraId="44CFC009" w14:textId="7AE55C06" w:rsidR="004A36B7" w:rsidRPr="005E007F" w:rsidRDefault="004A36B7" w:rsidP="004A36B7">
      <w:pPr>
        <w:numPr>
          <w:ilvl w:val="2"/>
          <w:numId w:val="34"/>
        </w:numPr>
        <w:spacing w:after="120" w:line="264" w:lineRule="auto"/>
        <w:jc w:val="both"/>
        <w:rPr>
          <w:rFonts w:eastAsia="Times New Roman" w:cs="Times New Roman"/>
          <w:sz w:val="18"/>
          <w:szCs w:val="18"/>
        </w:rPr>
      </w:pPr>
      <w:r w:rsidRPr="005E007F">
        <w:rPr>
          <w:rFonts w:eastAsia="Times New Roman" w:cs="Times New Roman"/>
          <w:sz w:val="18"/>
          <w:szCs w:val="18"/>
        </w:rPr>
        <w:t xml:space="preserve">Zhotovitel se zavazuje na písemnou výzvu předložit Objednateli do </w:t>
      </w:r>
      <w:proofErr w:type="gramStart"/>
      <w:r w:rsidRPr="005E007F">
        <w:rPr>
          <w:rFonts w:eastAsia="Times New Roman" w:cs="Times New Roman"/>
          <w:sz w:val="18"/>
          <w:szCs w:val="18"/>
        </w:rPr>
        <w:t>sedmi   dnů</w:t>
      </w:r>
      <w:proofErr w:type="gramEnd"/>
      <w:r w:rsidRPr="005E007F">
        <w:rPr>
          <w:rFonts w:eastAsia="Times New Roman" w:cs="Times New Roman"/>
          <w:sz w:val="18"/>
          <w:szCs w:val="18"/>
        </w:rPr>
        <w:t xml:space="preserve"> od doručení výzvy smluvní dokumentaci (včetně jejích případných změn) se smluvními partnery Zhotovitele uvedenými ve výzvě Objednatele, ze kterých bude vyplývat splnění povinnosti Zhotovitele dle předchozího odstavce 4.</w:t>
      </w:r>
      <w:r w:rsidR="008A3592" w:rsidRPr="005E007F">
        <w:rPr>
          <w:rFonts w:eastAsia="Times New Roman" w:cs="Times New Roman"/>
          <w:sz w:val="18"/>
          <w:szCs w:val="18"/>
        </w:rPr>
        <w:t>9</w:t>
      </w:r>
      <w:r w:rsidR="00BB08EC" w:rsidRPr="005E007F">
        <w:rPr>
          <w:rFonts w:eastAsia="Times New Roman" w:cs="Times New Roman"/>
          <w:sz w:val="18"/>
          <w:szCs w:val="18"/>
        </w:rPr>
        <w:t>.1</w:t>
      </w:r>
      <w:r w:rsidRPr="005E007F">
        <w:rPr>
          <w:rFonts w:eastAsia="Times New Roman" w:cs="Times New Roman"/>
          <w:sz w:val="18"/>
          <w:szCs w:val="18"/>
        </w:rPr>
        <w:t xml:space="preserve"> Předkládaná smluvní dokumentace bude anonymizovaná tak, aby neobsahovala osobní údaje či obchodní tajemství Zhotovitele či smluvních partnerů Zhotovitele; musí z ní však být vždy zřejmé splnění povinnosti dle odst.</w:t>
      </w:r>
      <w:r w:rsidR="002E3941" w:rsidRPr="005E007F">
        <w:rPr>
          <w:rFonts w:eastAsia="Times New Roman" w:cs="Times New Roman"/>
          <w:sz w:val="18"/>
          <w:szCs w:val="18"/>
        </w:rPr>
        <w:t xml:space="preserve"> </w:t>
      </w:r>
      <w:r w:rsidRPr="005E007F">
        <w:rPr>
          <w:rFonts w:eastAsia="Times New Roman" w:cs="Times New Roman"/>
          <w:sz w:val="18"/>
          <w:szCs w:val="18"/>
        </w:rPr>
        <w:t>4.</w:t>
      </w:r>
      <w:r w:rsidR="008A3592" w:rsidRPr="005E007F">
        <w:rPr>
          <w:rFonts w:eastAsia="Times New Roman" w:cs="Times New Roman"/>
          <w:sz w:val="18"/>
          <w:szCs w:val="18"/>
        </w:rPr>
        <w:t>9</w:t>
      </w:r>
      <w:r w:rsidRPr="005E007F">
        <w:rPr>
          <w:rFonts w:eastAsia="Times New Roman" w:cs="Times New Roman"/>
          <w:sz w:val="18"/>
          <w:szCs w:val="18"/>
        </w:rPr>
        <w:t xml:space="preserve">.1 této Smlouvy. </w:t>
      </w:r>
    </w:p>
    <w:p w14:paraId="7106ECDE" w14:textId="6322EB97" w:rsidR="004A36B7" w:rsidRPr="005E007F" w:rsidRDefault="00484FB4" w:rsidP="004A36B7">
      <w:pPr>
        <w:numPr>
          <w:ilvl w:val="2"/>
          <w:numId w:val="34"/>
        </w:numPr>
        <w:spacing w:after="120" w:line="264" w:lineRule="auto"/>
        <w:jc w:val="both"/>
        <w:rPr>
          <w:sz w:val="18"/>
          <w:szCs w:val="18"/>
        </w:rPr>
      </w:pPr>
      <w:r w:rsidRPr="005E007F">
        <w:rPr>
          <w:rFonts w:eastAsia="Times New Roman" w:cs="Times New Roman"/>
          <w:sz w:val="18"/>
          <w:szCs w:val="18"/>
        </w:rPr>
        <w:t>J</w:t>
      </w:r>
      <w:r w:rsidR="004A36B7" w:rsidRPr="005E007F">
        <w:rPr>
          <w:rFonts w:eastAsia="Times New Roman" w:cs="Times New Roman"/>
          <w:sz w:val="18"/>
          <w:szCs w:val="18"/>
        </w:rPr>
        <w:t xml:space="preserve">ednání, </w:t>
      </w:r>
      <w:r w:rsidR="007C567F" w:rsidRPr="005E007F">
        <w:rPr>
          <w:rFonts w:eastAsia="Times New Roman" w:cs="Times New Roman"/>
          <w:sz w:val="18"/>
          <w:szCs w:val="18"/>
        </w:rPr>
        <w:t xml:space="preserve">která </w:t>
      </w:r>
      <w:r w:rsidR="00E37457" w:rsidRPr="005E007F">
        <w:rPr>
          <w:rFonts w:eastAsia="Times New Roman" w:cs="Times New Roman"/>
          <w:sz w:val="18"/>
          <w:szCs w:val="18"/>
        </w:rPr>
        <w:t xml:space="preserve">budou probíhat </w:t>
      </w:r>
      <w:r w:rsidR="004A36B7" w:rsidRPr="005E007F">
        <w:rPr>
          <w:rFonts w:eastAsia="Times New Roman" w:cs="Times New Roman"/>
          <w:sz w:val="18"/>
          <w:szCs w:val="18"/>
        </w:rPr>
        <w:t>dle odst. 2.</w:t>
      </w:r>
      <w:r w:rsidRPr="005E007F">
        <w:rPr>
          <w:rFonts w:eastAsia="Times New Roman" w:cs="Times New Roman"/>
          <w:sz w:val="18"/>
          <w:szCs w:val="18"/>
        </w:rPr>
        <w:t>1</w:t>
      </w:r>
      <w:r w:rsidR="00005FBB" w:rsidRPr="005E007F">
        <w:rPr>
          <w:rFonts w:eastAsia="Times New Roman" w:cs="Times New Roman"/>
          <w:sz w:val="18"/>
          <w:szCs w:val="18"/>
        </w:rPr>
        <w:t>.</w:t>
      </w:r>
      <w:r w:rsidRPr="005E007F">
        <w:rPr>
          <w:rFonts w:eastAsia="Times New Roman" w:cs="Times New Roman"/>
          <w:sz w:val="18"/>
          <w:szCs w:val="18"/>
        </w:rPr>
        <w:t>2</w:t>
      </w:r>
      <w:r w:rsidR="004A36B7" w:rsidRPr="005E007F">
        <w:rPr>
          <w:rFonts w:eastAsia="Times New Roman" w:cs="Times New Roman"/>
          <w:sz w:val="18"/>
          <w:szCs w:val="18"/>
        </w:rPr>
        <w:t xml:space="preserve"> Přílohy č. 2b) této Smlouvy, budou probíhat primárně distančním způsobem (elektronicky, např. MS </w:t>
      </w:r>
      <w:proofErr w:type="spellStart"/>
      <w:r w:rsidR="004A36B7" w:rsidRPr="005E007F">
        <w:rPr>
          <w:rFonts w:eastAsia="Times New Roman" w:cs="Times New Roman"/>
          <w:sz w:val="18"/>
          <w:szCs w:val="18"/>
        </w:rPr>
        <w:t>Teams</w:t>
      </w:r>
      <w:proofErr w:type="spellEnd"/>
      <w:r w:rsidR="004A36B7" w:rsidRPr="005E007F">
        <w:rPr>
          <w:rFonts w:eastAsia="Times New Roman" w:cs="Times New Roman"/>
          <w:sz w:val="18"/>
          <w:szCs w:val="18"/>
        </w:rPr>
        <w:t xml:space="preserve">, Google </w:t>
      </w:r>
      <w:proofErr w:type="spellStart"/>
      <w:r w:rsidR="004A36B7" w:rsidRPr="005E007F">
        <w:rPr>
          <w:rFonts w:eastAsia="Times New Roman" w:cs="Times New Roman"/>
          <w:sz w:val="18"/>
          <w:szCs w:val="18"/>
        </w:rPr>
        <w:t>meet</w:t>
      </w:r>
      <w:proofErr w:type="spellEnd"/>
      <w:r w:rsidR="004A36B7" w:rsidRPr="005E007F">
        <w:rPr>
          <w:rFonts w:eastAsia="Times New Roman" w:cs="Times New Roman"/>
          <w:sz w:val="18"/>
          <w:szCs w:val="18"/>
        </w:rPr>
        <w:t>, atp.), pokud nebude nutné, aby byly spojeny s místním šetřením.</w:t>
      </w:r>
    </w:p>
    <w:p w14:paraId="6B1A579F" w14:textId="5E6FFB00" w:rsidR="00D4483A" w:rsidRDefault="00B546C1" w:rsidP="00B546C1">
      <w:pPr>
        <w:pStyle w:val="Text1-1"/>
        <w:rPr>
          <w:i/>
          <w:color w:val="00B050"/>
        </w:rPr>
      </w:pPr>
      <w:r>
        <w:t>NEOBSAZENO</w:t>
      </w:r>
    </w:p>
    <w:p w14:paraId="4D719B45" w14:textId="77777777" w:rsidR="00EA0D88" w:rsidRDefault="00335132" w:rsidP="00EA0D88">
      <w:pPr>
        <w:pStyle w:val="Text1-1"/>
      </w:pPr>
      <w:r w:rsidRPr="00913311">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r w:rsidR="00EA0D88">
        <w:t xml:space="preserve"> </w:t>
      </w:r>
    </w:p>
    <w:p w14:paraId="70CA2EF9" w14:textId="5D7DF5B3" w:rsidR="00385B90" w:rsidRPr="00385B90" w:rsidRDefault="00385B90" w:rsidP="00385B90">
      <w:pPr>
        <w:pStyle w:val="Nadpis1-1"/>
        <w:numPr>
          <w:ilvl w:val="0"/>
          <w:numId w:val="34"/>
        </w:numPr>
        <w:jc w:val="both"/>
        <w:rPr>
          <w:szCs w:val="22"/>
        </w:rPr>
      </w:pPr>
      <w:r w:rsidRPr="00385B90">
        <w:rPr>
          <w:szCs w:val="22"/>
        </w:rPr>
        <w:t>ZÁvěrečná ustanovení</w:t>
      </w:r>
    </w:p>
    <w:p w14:paraId="40CEF6A1"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5ED84DE9" w14:textId="77777777" w:rsidR="007D26F9" w:rsidRDefault="007D26F9" w:rsidP="00342DC7">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14:paraId="2B31D22A" w14:textId="76FCB2FA" w:rsidR="007D26F9" w:rsidRDefault="007D26F9" w:rsidP="00067F98">
      <w:pPr>
        <w:pStyle w:val="Text1-1"/>
      </w:pPr>
      <w:r>
        <w:t>Tuto Smlouvu je možné měnit pouze písemnou dohodou smluvních stran ve formě číslovaných dodatků této Smlouvy, podepsaných za každou smluvní stranu osobou nebo osobami opráv</w:t>
      </w:r>
      <w:r w:rsidR="005A34AA">
        <w:t>něnými jednat za smluvní stranu.</w:t>
      </w:r>
    </w:p>
    <w:p w14:paraId="31586C07" w14:textId="77777777" w:rsidR="007D26F9" w:rsidRDefault="007D26F9" w:rsidP="00342DC7">
      <w:pPr>
        <w:pStyle w:val="Text1-1"/>
      </w:pPr>
      <w:r>
        <w:lastRenderedPageBreak/>
        <w:t>Smluvní strany podpisem této smlouvy vylučují, že se při právním styku mezi smluvními stranami přihlíží</w:t>
      </w:r>
      <w:r w:rsidR="00A349C6">
        <w:t xml:space="preserve"> k </w:t>
      </w:r>
      <w:r>
        <w:t xml:space="preserve">obchodním zvyklostem, které tak nemají přednost před ustanoveními zákona dle </w:t>
      </w:r>
      <w:proofErr w:type="spellStart"/>
      <w:r>
        <w:t>ust</w:t>
      </w:r>
      <w:proofErr w:type="spellEnd"/>
      <w:r>
        <w:t>. § 558 odst. 2 občanského zákoníku.</w:t>
      </w:r>
    </w:p>
    <w:p w14:paraId="2835090F" w14:textId="27F9D52F" w:rsidR="007D26F9" w:rsidRDefault="007D26F9" w:rsidP="00342DC7">
      <w:pPr>
        <w:pStyle w:val="Text1-1"/>
      </w:pPr>
      <w:r>
        <w:t>Smluvní strany se dohodly, že možnost zhojení nedostatku písemné formy právního jednání se vylučuje,</w:t>
      </w:r>
      <w:r w:rsidR="00A349C6">
        <w:t xml:space="preserve"> a </w:t>
      </w:r>
      <w:r>
        <w:t xml:space="preserve">že neplatnost právního jednání, pro nějž si smluvní strany sjednaly písemnou formu, lze namítnout kdykoliv. Tzn., že mezi smluvními stranami neplatí </w:t>
      </w:r>
      <w:proofErr w:type="spellStart"/>
      <w:r>
        <w:t>ust</w:t>
      </w:r>
      <w:proofErr w:type="spellEnd"/>
      <w:r>
        <w:t>. § 582 odst. 1 první věta</w:t>
      </w:r>
      <w:r w:rsidR="00A349C6">
        <w:t xml:space="preserve"> a </w:t>
      </w:r>
      <w:r>
        <w:t>odst. 2 občanského zákoníku.</w:t>
      </w:r>
    </w:p>
    <w:p w14:paraId="15A946FD" w14:textId="77777777" w:rsidR="007D26F9" w:rsidRDefault="007D26F9" w:rsidP="00342DC7">
      <w:pPr>
        <w:pStyle w:val="Text1-1"/>
      </w:pPr>
      <w:r>
        <w:t>Žádné úkony či jednání ze strany Objednatele nelze považovat za příslib uzavření Smlouvy nebo dodatku</w:t>
      </w:r>
      <w:r w:rsidR="00A349C6">
        <w:t xml:space="preserve"> k </w:t>
      </w:r>
      <w:r>
        <w:t>ní. V souladu</w:t>
      </w:r>
      <w:r w:rsidR="00A349C6">
        <w:t xml:space="preserve"> s </w:t>
      </w:r>
      <w:proofErr w:type="spellStart"/>
      <w:r>
        <w:t>ust</w:t>
      </w:r>
      <w:proofErr w:type="spellEnd"/>
      <w:r>
        <w:t>. § 1740 odst. 3 občanského zákoníku Objednatel nepřipouští přijetí návrhu na uzavření Smlouvy</w:t>
      </w:r>
      <w:r w:rsidR="00A349C6">
        <w:t xml:space="preserve"> s </w:t>
      </w:r>
      <w:r>
        <w:t xml:space="preserve">dodatkem nebo odchylkou, čímž druhá smluvní strana podpisem Smlouvy souhlasí. </w:t>
      </w:r>
    </w:p>
    <w:p w14:paraId="1A1516C7" w14:textId="7BCB7E3E" w:rsidR="007D26F9" w:rsidRDefault="007D26F9" w:rsidP="00342DC7">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stran. Žádná ze stran není oprávněna převést jakákoliv práva či povinnosti nebo jejich část na třetí osobu bez předchozího písemnéh</w:t>
      </w:r>
      <w:r w:rsidR="0052690B" w:rsidRPr="009A12BD">
        <w:t>o souhlasu druhé smluvní strany, není-li jinde ve Smlouvě uvedeno jinak.</w:t>
      </w:r>
    </w:p>
    <w:p w14:paraId="6580A81E" w14:textId="7EDDA393" w:rsidR="0052690B" w:rsidRDefault="000A24F5" w:rsidP="00EA0D88">
      <w:pPr>
        <w:pStyle w:val="Text1-1"/>
        <w:numPr>
          <w:ilvl w:val="0"/>
          <w:numId w:val="0"/>
        </w:numPr>
        <w:ind w:left="737"/>
      </w:pPr>
      <w:r w:rsidRPr="00503579">
        <w:t xml:space="preserve">Pokud dojde ke změně v osobě Zhotovitele následkem právního nástupnictví v souvislosti s přeměnou Zhotovitele, jeho smrtí nebo převodem jeho závodu, popřípadě části </w:t>
      </w:r>
      <w:proofErr w:type="gramStart"/>
      <w:r w:rsidRPr="00503579">
        <w:t>závodu,  je</w:t>
      </w:r>
      <w:proofErr w:type="gramEnd"/>
      <w:r w:rsidRPr="00503579">
        <w:t xml:space="preserv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361792FB" w14:textId="77777777" w:rsidR="007D26F9" w:rsidRDefault="007D26F9" w:rsidP="00342DC7">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416E73FC" w14:textId="77777777" w:rsidR="007D26F9" w:rsidRDefault="007D26F9" w:rsidP="00342DC7">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A349C6">
        <w:br/>
      </w:r>
      <w:proofErr w:type="spellStart"/>
      <w:r w:rsidR="00A349C6">
        <w:t>-</w:t>
      </w:r>
      <w:r>
        <w:t>li</w:t>
      </w:r>
      <w:proofErr w:type="spellEnd"/>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14:paraId="45646B5B" w14:textId="1316DA94" w:rsidR="007D26F9" w:rsidRPr="00065937" w:rsidRDefault="00065937" w:rsidP="00065937">
      <w:pPr>
        <w:pStyle w:val="Text1-1"/>
      </w:pPr>
      <w:r w:rsidRPr="00065937">
        <w:t>Tato Smlouva je vyhotovena elektronicky a podepsána zaručeným elektronickým podpisem založeným na kvalifikovaném certifikátu pro elektronický podpis nebo kvalif</w:t>
      </w:r>
      <w:r w:rsidR="00067F98">
        <w:t xml:space="preserve">ikovaným elektronickým podpisem, každý elektronický obraz smlouvy má platnost originálu. </w:t>
      </w:r>
    </w:p>
    <w:p w14:paraId="38774F9C" w14:textId="77777777" w:rsidR="007D26F9" w:rsidRDefault="007D26F9" w:rsidP="00342DC7">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proofErr w:type="spellStart"/>
      <w:r>
        <w:t>metadata</w:t>
      </w:r>
      <w:proofErr w:type="spellEnd"/>
      <w:r>
        <w:t xml:space="preserve">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 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5435ED6F" w14:textId="77777777" w:rsidR="007D26F9" w:rsidRDefault="007D26F9" w:rsidP="00342DC7">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zákona č. 89/2012 Sb., občanský zákoník, ve znění pozdějších předpisů (dále jen „obchodní tajemství“),</w:t>
      </w:r>
      <w:r w:rsidR="00A349C6">
        <w:t xml:space="preserve"> a </w:t>
      </w:r>
      <w:r>
        <w:t xml:space="preserve">že se nejedná </w:t>
      </w:r>
      <w:r>
        <w:lastRenderedPageBreak/>
        <w:t>ani</w:t>
      </w:r>
      <w:r w:rsidR="00A349C6">
        <w:t xml:space="preserve"> o </w:t>
      </w:r>
      <w:r>
        <w:t>informace, které nemohou být</w:t>
      </w:r>
      <w:r w:rsidR="00A349C6">
        <w:t xml:space="preserve"> v </w:t>
      </w:r>
      <w:r>
        <w:t>registru smluv uveřejněny na základě ustanovení § 3 odst. 1 ZRS.</w:t>
      </w:r>
    </w:p>
    <w:p w14:paraId="33E2AC64" w14:textId="77777777" w:rsidR="007D26F9" w:rsidRDefault="007D26F9" w:rsidP="00342DC7">
      <w:pPr>
        <w:pStyle w:val="Text1-1"/>
      </w:pPr>
      <w:r>
        <w:t>Jestliže smluvní strana označí za své obchodní tajemství část obsahu smlouvy, která</w:t>
      </w:r>
      <w:r w:rsidR="00A349C6">
        <w:t xml:space="preserve"> v </w:t>
      </w:r>
      <w:r>
        <w:t>důsledku toho bude pro účely uveřejnění smlouvy</w:t>
      </w:r>
      <w:r w:rsidR="00A349C6">
        <w:t xml:space="preserve"> v </w:t>
      </w:r>
      <w:r>
        <w:t>registru smluv znečitelněna, nese tato smluvní strana odpovědnost, pokud by smlouva</w:t>
      </w:r>
      <w:r w:rsidR="00A349C6">
        <w:t xml:space="preserve"> v </w:t>
      </w:r>
      <w:r>
        <w:t>důsledku takového označení byla uveřejněna způsobem odporujícím ZRS,</w:t>
      </w:r>
      <w:r w:rsidR="00A349C6">
        <w:t xml:space="preserve"> a </w:t>
      </w:r>
      <w:r>
        <w:t>to bez ohledu na to, která ze stran smlouvu</w:t>
      </w:r>
      <w:r w:rsidR="00A349C6">
        <w:t xml:space="preserve"> v </w:t>
      </w:r>
      <w:r>
        <w:t>registru smluv uveřejnila. S částmi smlouvy, které druhá smluvní strana neoznačí za své obchodní tajemství před uzavřením této smlouvy,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19FC55D7" w14:textId="77777777" w:rsidR="007D26F9" w:rsidRDefault="007D26F9" w:rsidP="00342DC7">
      <w:pPr>
        <w:pStyle w:val="Text1-1"/>
      </w:pPr>
      <w:r>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14:paraId="0075E6F6" w14:textId="77777777" w:rsidR="007D26F9" w:rsidRPr="008F7242" w:rsidRDefault="007D26F9" w:rsidP="00342DC7">
      <w:pPr>
        <w:pStyle w:val="Text1-1"/>
        <w:rPr>
          <w:rStyle w:val="Tun"/>
        </w:rPr>
      </w:pPr>
      <w:r w:rsidRPr="008F7242">
        <w:rPr>
          <w:rStyle w:val="Tun"/>
        </w:rPr>
        <w:t>Součást Smlouvy tvoří tyto přílohy:</w:t>
      </w:r>
    </w:p>
    <w:p w14:paraId="462A1447" w14:textId="11E1048F" w:rsidR="007D26F9" w:rsidRDefault="007D26F9" w:rsidP="00342DC7">
      <w:pPr>
        <w:pStyle w:val="Textbezslovn"/>
      </w:pPr>
      <w:r w:rsidRPr="00A349C6">
        <w:rPr>
          <w:b/>
        </w:rPr>
        <w:t>Příloha č. 1:</w:t>
      </w:r>
      <w:r w:rsidR="008F7242">
        <w:t xml:space="preserve"> </w:t>
      </w:r>
      <w:r w:rsidR="008F7242">
        <w:tab/>
      </w:r>
      <w:r>
        <w:t xml:space="preserve">Obchodní podmínky – </w:t>
      </w:r>
      <w:r w:rsidR="00622382">
        <w:t>OP_R_24-22_podlimitní</w:t>
      </w:r>
    </w:p>
    <w:p w14:paraId="5758C860"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040BF55A"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59D03571" w14:textId="49A37288" w:rsidR="007D26F9" w:rsidRDefault="00F43D42" w:rsidP="00F43D42">
      <w:pPr>
        <w:pStyle w:val="Textbezslovn"/>
        <w:ind w:left="2127"/>
      </w:pPr>
      <w:r>
        <w:t xml:space="preserve">b) </w:t>
      </w:r>
      <w:r w:rsidR="007D26F9">
        <w:t xml:space="preserve">Všeobecné technické podmínky – </w:t>
      </w:r>
      <w:r w:rsidR="00622382">
        <w:t>VTP_R_15-21</w:t>
      </w:r>
    </w:p>
    <w:p w14:paraId="239F0F49" w14:textId="7D7DF6B8" w:rsidR="007D26F9" w:rsidRDefault="00F43D42" w:rsidP="00F43D42">
      <w:pPr>
        <w:pStyle w:val="Textbezslovn"/>
        <w:ind w:left="2127"/>
      </w:pPr>
      <w:r>
        <w:t xml:space="preserve">c) </w:t>
      </w:r>
      <w:r w:rsidR="007D26F9">
        <w:t xml:space="preserve">Zvláštní technické podmínky </w:t>
      </w:r>
      <w:r w:rsidR="002A59DC">
        <w:t>02. 12. 2021</w:t>
      </w:r>
    </w:p>
    <w:p w14:paraId="281A3831"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10EA6D05"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0C651BA8"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1DE2B069" w14:textId="77777777" w:rsidR="007D26F9" w:rsidRDefault="007D26F9" w:rsidP="00342DC7">
      <w:pPr>
        <w:pStyle w:val="Textbezslovn"/>
      </w:pPr>
      <w:r w:rsidRPr="00A349C6">
        <w:rPr>
          <w:b/>
        </w:rPr>
        <w:t>Příloha č. 6:</w:t>
      </w:r>
      <w:r w:rsidR="008F7242">
        <w:t xml:space="preserve"> </w:t>
      </w:r>
      <w:r w:rsidR="00342DC7">
        <w:tab/>
      </w:r>
      <w:r>
        <w:t>Oprávněné osoby</w:t>
      </w:r>
    </w:p>
    <w:p w14:paraId="1C965E59"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4FAE4AA2"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6C71FB92" w14:textId="77777777" w:rsidR="007D26F9" w:rsidRDefault="007D26F9" w:rsidP="00342DC7">
      <w:pPr>
        <w:pStyle w:val="Textbezslovn"/>
      </w:pPr>
      <w:r w:rsidRPr="00A349C6">
        <w:rPr>
          <w:b/>
        </w:rPr>
        <w:t>Příloha č. 9:</w:t>
      </w:r>
      <w:r>
        <w:tab/>
        <w:t>Zmocnění Vedoucího Zhotovitele</w:t>
      </w:r>
    </w:p>
    <w:p w14:paraId="510156AD" w14:textId="48B8986E" w:rsidR="002A7B96" w:rsidRPr="004C1A60" w:rsidRDefault="004C1A60" w:rsidP="002A7B96">
      <w:pPr>
        <w:pStyle w:val="Textbezslovn"/>
        <w:rPr>
          <w:color w:val="FF0000"/>
        </w:rPr>
      </w:pPr>
      <w:r w:rsidRPr="00606FE8">
        <w:rPr>
          <w:b/>
        </w:rPr>
        <w:t xml:space="preserve">Příloha </w:t>
      </w:r>
      <w:proofErr w:type="gramStart"/>
      <w:r w:rsidRPr="00606FE8">
        <w:rPr>
          <w:b/>
        </w:rPr>
        <w:t>č.10</w:t>
      </w:r>
      <w:proofErr w:type="gramEnd"/>
      <w:r w:rsidRPr="00606FE8">
        <w:rPr>
          <w:b/>
        </w:rPr>
        <w:t xml:space="preserve">:  </w:t>
      </w:r>
      <w:r w:rsidRPr="009A12BD">
        <w:t>Osvědčení</w:t>
      </w:r>
      <w:r w:rsidR="00966BE8" w:rsidRPr="009A12BD">
        <w:rPr>
          <w:i/>
        </w:rPr>
        <w:t xml:space="preserve"> </w:t>
      </w:r>
    </w:p>
    <w:p w14:paraId="6BCCFE42" w14:textId="5B5733BE" w:rsidR="004C1A60" w:rsidRPr="004C1A60" w:rsidRDefault="004C1A60" w:rsidP="00342DC7">
      <w:pPr>
        <w:pStyle w:val="Textbezslovn"/>
        <w:rPr>
          <w:color w:val="FF0000"/>
        </w:rPr>
      </w:pPr>
    </w:p>
    <w:p w14:paraId="47B715E9"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55D054D9" w14:textId="77777777" w:rsidR="007D26F9" w:rsidRPr="007D26F9" w:rsidRDefault="007D26F9" w:rsidP="007D26F9">
      <w:pPr>
        <w:pStyle w:val="Textbezodsazen"/>
      </w:pPr>
    </w:p>
    <w:p w14:paraId="076AF3A6" w14:textId="571857B7" w:rsidR="00F422D3" w:rsidRDefault="00172048" w:rsidP="009F0867">
      <w:pPr>
        <w:pStyle w:val="Textbezodsazen"/>
      </w:pPr>
      <w:r>
        <w:t>V Praze</w:t>
      </w:r>
      <w:r w:rsidR="00F422D3">
        <w:tab/>
      </w:r>
      <w:r w:rsidR="00F422D3">
        <w:tab/>
      </w:r>
      <w:r w:rsidR="00F422D3">
        <w:tab/>
      </w:r>
      <w:r w:rsidR="00963CE4">
        <w:tab/>
      </w:r>
      <w:r w:rsidR="00963CE4">
        <w:tab/>
      </w:r>
      <w:r w:rsidR="00963CE4">
        <w:tab/>
      </w:r>
      <w:r w:rsidR="00963CE4">
        <w:tab/>
      </w:r>
      <w:r w:rsidR="00C7012B">
        <w:tab/>
      </w:r>
      <w:r w:rsidR="00963CE4">
        <w:t>V…………………</w:t>
      </w:r>
    </w:p>
    <w:p w14:paraId="2D11EEF0" w14:textId="77777777" w:rsidR="00F422D3" w:rsidRDefault="00F422D3" w:rsidP="009F0867">
      <w:pPr>
        <w:pStyle w:val="Textbezodsazen"/>
      </w:pPr>
    </w:p>
    <w:p w14:paraId="2408398B" w14:textId="77777777" w:rsidR="00F422D3" w:rsidRDefault="00F422D3" w:rsidP="009F0867">
      <w:pPr>
        <w:pStyle w:val="Textbezodsazen"/>
      </w:pPr>
    </w:p>
    <w:p w14:paraId="6A94407E" w14:textId="77777777" w:rsidR="00F422D3" w:rsidRDefault="00F422D3" w:rsidP="009F0867">
      <w:pPr>
        <w:pStyle w:val="Textbezodsazen"/>
      </w:pPr>
      <w:r>
        <w:t>………………………</w:t>
      </w:r>
      <w:r w:rsidR="003149C0">
        <w:t>..........</w:t>
      </w:r>
      <w:r>
        <w:t>……</w:t>
      </w:r>
      <w:r w:rsidR="00342DC7">
        <w:t>…….</w:t>
      </w:r>
      <w:r>
        <w:t>…………</w:t>
      </w:r>
      <w:r>
        <w:tab/>
      </w:r>
      <w:r>
        <w:tab/>
      </w:r>
      <w:r>
        <w:tab/>
      </w:r>
      <w:r>
        <w:tab/>
        <w:t>………………………</w:t>
      </w:r>
      <w:r w:rsidR="00342DC7">
        <w:t>….</w:t>
      </w:r>
      <w:r>
        <w:t>……………….</w:t>
      </w:r>
    </w:p>
    <w:p w14:paraId="547B080D" w14:textId="014B98CA" w:rsidR="00F422D3" w:rsidRPr="00F43D42" w:rsidRDefault="003149C0" w:rsidP="009F0867">
      <w:pPr>
        <w:pStyle w:val="Textbezodsazen"/>
        <w:rPr>
          <w:b/>
        </w:rPr>
      </w:pPr>
      <w:r>
        <w:rPr>
          <w:b/>
        </w:rPr>
        <w:t xml:space="preserve">     </w:t>
      </w:r>
      <w:r w:rsidR="00342DC7" w:rsidRPr="00F43D42">
        <w:rPr>
          <w:b/>
        </w:rPr>
        <w:t xml:space="preserve">Ing. </w:t>
      </w:r>
      <w:r w:rsidR="00963CE4">
        <w:rPr>
          <w:b/>
        </w:rPr>
        <w:t>Petr Hofhanzl</w:t>
      </w:r>
      <w:r w:rsidR="00342DC7" w:rsidRPr="00F43D42">
        <w:rPr>
          <w:b/>
        </w:rPr>
        <w:tab/>
      </w:r>
      <w:r w:rsidR="00342DC7" w:rsidRPr="00F43D42">
        <w:rPr>
          <w:b/>
        </w:rPr>
        <w:tab/>
      </w:r>
      <w:r w:rsidR="00342DC7" w:rsidRPr="00F43D42">
        <w:rPr>
          <w:b/>
        </w:rPr>
        <w:tab/>
      </w:r>
      <w:r w:rsidR="00172048">
        <w:rPr>
          <w:b/>
        </w:rPr>
        <w:tab/>
      </w:r>
      <w:r w:rsidR="00172048">
        <w:rPr>
          <w:b/>
        </w:rPr>
        <w:tab/>
      </w:r>
      <w:r w:rsidR="00342DC7" w:rsidRPr="00F43D42">
        <w:rPr>
          <w:b/>
          <w:highlight w:val="yellow"/>
        </w:rPr>
        <w:t>„[VLOŽÍ ZHOTOVITEL]“</w:t>
      </w:r>
    </w:p>
    <w:p w14:paraId="32F72DE4" w14:textId="77777777" w:rsidR="00172048" w:rsidRDefault="00963CE4" w:rsidP="00172048">
      <w:pPr>
        <w:pStyle w:val="Textbezodsazen"/>
        <w:spacing w:after="0"/>
      </w:pPr>
      <w:r>
        <w:t>ředitel Stavební správy západ</w:t>
      </w:r>
      <w:r w:rsidR="00172048">
        <w:tab/>
      </w:r>
      <w:r w:rsidR="00172048">
        <w:tab/>
      </w:r>
      <w:r w:rsidR="00172048">
        <w:tab/>
      </w:r>
    </w:p>
    <w:p w14:paraId="3A85C471" w14:textId="605E18D6" w:rsidR="00CB4F6D" w:rsidRDefault="00342DC7" w:rsidP="00172048">
      <w:pPr>
        <w:pStyle w:val="Textbezodsazen"/>
        <w:spacing w:after="0"/>
      </w:pPr>
      <w:r w:rsidRPr="000C2B01">
        <w:t>Správa</w:t>
      </w:r>
      <w:r w:rsidR="003149C0" w:rsidRPr="000C2B01">
        <w:t xml:space="preserve"> železnic</w:t>
      </w:r>
      <w:r w:rsidR="00C731EA">
        <w:t>, státní organizace</w:t>
      </w:r>
    </w:p>
    <w:p w14:paraId="15FCC193" w14:textId="0F1EEF1B" w:rsidR="00172048" w:rsidRDefault="00172048" w:rsidP="00172048">
      <w:pPr>
        <w:pStyle w:val="Textbezodsazen"/>
        <w:spacing w:after="0"/>
      </w:pPr>
    </w:p>
    <w:p w14:paraId="30C78519" w14:textId="77777777" w:rsidR="00172048" w:rsidRDefault="00172048" w:rsidP="00172048">
      <w:pPr>
        <w:pStyle w:val="Textbezodsazen"/>
        <w:spacing w:after="0"/>
        <w:sectPr w:rsidR="00172048" w:rsidSect="00300482">
          <w:footerReference w:type="even" r:id="rId13"/>
          <w:footerReference w:type="default" r:id="rId14"/>
          <w:headerReference w:type="first" r:id="rId15"/>
          <w:pgSz w:w="11906" w:h="16838" w:code="9"/>
          <w:pgMar w:top="1077" w:right="1588" w:bottom="1135" w:left="1588" w:header="595" w:footer="624" w:gutter="0"/>
          <w:cols w:space="708"/>
          <w:titlePg/>
          <w:docGrid w:linePitch="360"/>
        </w:sectPr>
      </w:pPr>
    </w:p>
    <w:p w14:paraId="38CDE942" w14:textId="77777777" w:rsidR="00CB4F6D" w:rsidRDefault="00CB4F6D" w:rsidP="00F762A8">
      <w:pPr>
        <w:pStyle w:val="Nadpisbezsl1-1"/>
      </w:pPr>
      <w:r>
        <w:lastRenderedPageBreak/>
        <w:t>Příloha č.</w:t>
      </w:r>
      <w:r w:rsidR="001F518E">
        <w:t xml:space="preserve"> 1</w:t>
      </w:r>
    </w:p>
    <w:p w14:paraId="4E7A6A62" w14:textId="77777777" w:rsidR="00CB4F6D" w:rsidRPr="001F518E" w:rsidRDefault="00342DC7" w:rsidP="001F518E">
      <w:pPr>
        <w:pStyle w:val="Nadpisbezsl1-2"/>
      </w:pPr>
      <w:r w:rsidRPr="001F518E">
        <w:t>Obchodní podmínky</w:t>
      </w:r>
    </w:p>
    <w:p w14:paraId="49501089" w14:textId="05274344" w:rsidR="00CB4F6D" w:rsidRPr="00CB4F6D" w:rsidRDefault="00963CE4" w:rsidP="00CB4F6D">
      <w:pPr>
        <w:pStyle w:val="Textbezodsazen"/>
      </w:pPr>
      <w:r>
        <w:t>OP_R_24-22_podlimitní</w:t>
      </w:r>
    </w:p>
    <w:p w14:paraId="1F9736EE" w14:textId="77777777" w:rsidR="007145F3" w:rsidRDefault="007145F3" w:rsidP="00CB4F6D">
      <w:pPr>
        <w:pStyle w:val="Textbezodsazen"/>
      </w:pPr>
    </w:p>
    <w:p w14:paraId="0723162A" w14:textId="77777777" w:rsidR="007145F3" w:rsidRDefault="007145F3" w:rsidP="00CB4F6D">
      <w:pPr>
        <w:pStyle w:val="Textbezodsazen"/>
      </w:pPr>
    </w:p>
    <w:p w14:paraId="68160A98" w14:textId="77777777" w:rsidR="00237604" w:rsidRDefault="00237604" w:rsidP="00CB4F6D">
      <w:pPr>
        <w:pStyle w:val="Textbezodsazen"/>
      </w:pPr>
    </w:p>
    <w:p w14:paraId="30A1520B" w14:textId="77777777" w:rsidR="00237604" w:rsidRDefault="00237604" w:rsidP="00CB4F6D">
      <w:pPr>
        <w:pStyle w:val="Textbezodsazen"/>
      </w:pPr>
    </w:p>
    <w:p w14:paraId="37D54E42" w14:textId="77777777" w:rsidR="00237604" w:rsidRDefault="00237604" w:rsidP="00CB4F6D">
      <w:pPr>
        <w:pStyle w:val="Textbezodsazen"/>
      </w:pPr>
    </w:p>
    <w:p w14:paraId="0D2800CA" w14:textId="77777777" w:rsidR="00237604" w:rsidRDefault="00237604" w:rsidP="00CB4F6D">
      <w:pPr>
        <w:pStyle w:val="Textbezodsazen"/>
      </w:pPr>
    </w:p>
    <w:p w14:paraId="52B2EB72" w14:textId="77777777" w:rsidR="00237604" w:rsidRDefault="00237604" w:rsidP="00CB4F6D">
      <w:pPr>
        <w:pStyle w:val="Textbezodsazen"/>
      </w:pPr>
    </w:p>
    <w:p w14:paraId="34FF58BE" w14:textId="77777777" w:rsidR="00237604" w:rsidRDefault="00237604" w:rsidP="00CB4F6D">
      <w:pPr>
        <w:pStyle w:val="Textbezodsazen"/>
      </w:pPr>
    </w:p>
    <w:p w14:paraId="42FC532E" w14:textId="77777777" w:rsidR="00237604" w:rsidRDefault="00237604" w:rsidP="00CB4F6D">
      <w:pPr>
        <w:pStyle w:val="Textbezodsazen"/>
      </w:pPr>
    </w:p>
    <w:p w14:paraId="650FE39A" w14:textId="77777777" w:rsidR="00237604" w:rsidRDefault="00237604" w:rsidP="00CB4F6D">
      <w:pPr>
        <w:pStyle w:val="Textbezodsazen"/>
      </w:pPr>
    </w:p>
    <w:p w14:paraId="2D9B6742" w14:textId="77777777" w:rsidR="00237604" w:rsidRDefault="00237604" w:rsidP="00CB4F6D">
      <w:pPr>
        <w:pStyle w:val="Textbezodsazen"/>
      </w:pPr>
    </w:p>
    <w:p w14:paraId="3DD5206D" w14:textId="77777777" w:rsidR="00237604" w:rsidRDefault="00237604" w:rsidP="00CB4F6D">
      <w:pPr>
        <w:pStyle w:val="Textbezodsazen"/>
      </w:pPr>
    </w:p>
    <w:p w14:paraId="3449BA15" w14:textId="77777777" w:rsidR="00237604" w:rsidRDefault="00237604" w:rsidP="00CB4F6D">
      <w:pPr>
        <w:pStyle w:val="Textbezodsazen"/>
      </w:pPr>
    </w:p>
    <w:p w14:paraId="0B749239" w14:textId="77777777" w:rsidR="00237604" w:rsidRDefault="00237604" w:rsidP="00CB4F6D">
      <w:pPr>
        <w:pStyle w:val="Textbezodsazen"/>
      </w:pPr>
    </w:p>
    <w:p w14:paraId="121A38FA" w14:textId="77777777" w:rsidR="00237604" w:rsidRDefault="00237604" w:rsidP="00CB4F6D">
      <w:pPr>
        <w:pStyle w:val="Textbezodsazen"/>
      </w:pPr>
    </w:p>
    <w:p w14:paraId="13087F01" w14:textId="77777777" w:rsidR="00237604" w:rsidRDefault="00237604" w:rsidP="00CB4F6D">
      <w:pPr>
        <w:pStyle w:val="Textbezodsazen"/>
      </w:pPr>
    </w:p>
    <w:p w14:paraId="47FCF4F9" w14:textId="77777777" w:rsidR="00237604" w:rsidRDefault="00237604" w:rsidP="00CB4F6D">
      <w:pPr>
        <w:pStyle w:val="Textbezodsazen"/>
      </w:pPr>
    </w:p>
    <w:p w14:paraId="4E4EC35B" w14:textId="77777777" w:rsidR="00237604" w:rsidRDefault="00237604" w:rsidP="00CB4F6D">
      <w:pPr>
        <w:pStyle w:val="Textbezodsazen"/>
      </w:pPr>
    </w:p>
    <w:p w14:paraId="3EA95E2A" w14:textId="77777777" w:rsidR="00237604" w:rsidRDefault="00237604" w:rsidP="00CB4F6D">
      <w:pPr>
        <w:pStyle w:val="Textbezodsazen"/>
      </w:pPr>
    </w:p>
    <w:p w14:paraId="028E3E83" w14:textId="77777777" w:rsidR="00237604" w:rsidRDefault="00237604" w:rsidP="00CB4F6D">
      <w:pPr>
        <w:pStyle w:val="Textbezodsazen"/>
      </w:pPr>
    </w:p>
    <w:p w14:paraId="2600E57C" w14:textId="77777777" w:rsidR="00237604" w:rsidRDefault="00237604" w:rsidP="00CB4F6D">
      <w:pPr>
        <w:pStyle w:val="Textbezodsazen"/>
      </w:pPr>
    </w:p>
    <w:p w14:paraId="0B707AE1" w14:textId="77777777" w:rsidR="00237604" w:rsidRDefault="00237604" w:rsidP="00CB4F6D">
      <w:pPr>
        <w:pStyle w:val="Textbezodsazen"/>
      </w:pPr>
    </w:p>
    <w:p w14:paraId="7526B006" w14:textId="77777777" w:rsidR="00237604" w:rsidRDefault="00237604" w:rsidP="00CB4F6D">
      <w:pPr>
        <w:pStyle w:val="Textbezodsazen"/>
      </w:pPr>
    </w:p>
    <w:p w14:paraId="683BCF69" w14:textId="77777777" w:rsidR="00237604" w:rsidRDefault="00237604" w:rsidP="00CB4F6D">
      <w:pPr>
        <w:pStyle w:val="Textbezodsazen"/>
      </w:pPr>
    </w:p>
    <w:p w14:paraId="5990EB73" w14:textId="77777777" w:rsidR="00237604" w:rsidRDefault="00237604" w:rsidP="00CB4F6D">
      <w:pPr>
        <w:pStyle w:val="Textbezodsazen"/>
      </w:pPr>
    </w:p>
    <w:p w14:paraId="27A581BB" w14:textId="77777777" w:rsidR="00237604" w:rsidRDefault="00237604" w:rsidP="00CB4F6D">
      <w:pPr>
        <w:pStyle w:val="Textbezodsazen"/>
      </w:pPr>
    </w:p>
    <w:p w14:paraId="136EAC71" w14:textId="77777777" w:rsidR="00237604" w:rsidRDefault="00237604" w:rsidP="00CB4F6D">
      <w:pPr>
        <w:pStyle w:val="Textbezodsazen"/>
      </w:pPr>
    </w:p>
    <w:p w14:paraId="17DA25CC" w14:textId="77777777" w:rsidR="00237604" w:rsidRDefault="00237604" w:rsidP="00CB4F6D">
      <w:pPr>
        <w:pStyle w:val="Textbezodsazen"/>
      </w:pPr>
    </w:p>
    <w:p w14:paraId="26E8C62C" w14:textId="77777777" w:rsidR="00237604" w:rsidRDefault="00237604" w:rsidP="00CB4F6D">
      <w:pPr>
        <w:pStyle w:val="Textbezodsazen"/>
      </w:pPr>
    </w:p>
    <w:p w14:paraId="4B074F44" w14:textId="77777777" w:rsidR="00237604" w:rsidRDefault="00237604" w:rsidP="00CB4F6D">
      <w:pPr>
        <w:pStyle w:val="Textbezodsazen"/>
      </w:pPr>
    </w:p>
    <w:p w14:paraId="7278AFE7" w14:textId="77777777" w:rsidR="00237604" w:rsidRDefault="00237604" w:rsidP="00CB4F6D">
      <w:pPr>
        <w:pStyle w:val="Textbezodsazen"/>
      </w:pPr>
    </w:p>
    <w:p w14:paraId="1B0126B5" w14:textId="77777777" w:rsidR="00237604" w:rsidRDefault="00237604" w:rsidP="00CB4F6D">
      <w:pPr>
        <w:pStyle w:val="Textbezodsazen"/>
      </w:pPr>
    </w:p>
    <w:p w14:paraId="1636B5EA" w14:textId="77777777" w:rsidR="00237604" w:rsidRDefault="00237604" w:rsidP="00CB4F6D">
      <w:pPr>
        <w:pStyle w:val="Textbezodsazen"/>
      </w:pPr>
    </w:p>
    <w:p w14:paraId="06F48264" w14:textId="222E42D3" w:rsidR="00CB4F6D" w:rsidRDefault="00CB4F6D" w:rsidP="00866994">
      <w:pPr>
        <w:pStyle w:val="Textbezodsazen"/>
      </w:pPr>
    </w:p>
    <w:p w14:paraId="6D3AEA8D" w14:textId="77777777" w:rsidR="00342DC7" w:rsidRDefault="00342DC7" w:rsidP="00342DC7">
      <w:pPr>
        <w:sectPr w:rsidR="00342DC7" w:rsidSect="00F13FDA">
          <w:headerReference w:type="default" r:id="rId16"/>
          <w:footerReference w:type="even" r:id="rId17"/>
          <w:footerReference w:type="default" r:id="rId18"/>
          <w:pgSz w:w="11906" w:h="16838" w:code="9"/>
          <w:pgMar w:top="1077" w:right="1588" w:bottom="1474" w:left="1588" w:header="595" w:footer="624" w:gutter="0"/>
          <w:pgNumType w:start="1"/>
          <w:cols w:space="708"/>
          <w:docGrid w:linePitch="360"/>
        </w:sectPr>
      </w:pPr>
      <w:r>
        <w:br w:type="page"/>
      </w:r>
    </w:p>
    <w:p w14:paraId="08451438" w14:textId="77777777" w:rsidR="00342DC7" w:rsidRDefault="00342DC7" w:rsidP="00342DC7">
      <w:pPr>
        <w:pStyle w:val="Nadpisbezsl1-1"/>
      </w:pPr>
      <w:r>
        <w:lastRenderedPageBreak/>
        <w:t>Příloha č. 2</w:t>
      </w:r>
    </w:p>
    <w:p w14:paraId="5D255885" w14:textId="77777777" w:rsidR="00342DC7" w:rsidRPr="001F518E" w:rsidRDefault="00342DC7" w:rsidP="001F518E">
      <w:pPr>
        <w:pStyle w:val="Nadpisbezsl1-2"/>
      </w:pPr>
      <w:r w:rsidRPr="001F518E">
        <w:t xml:space="preserve">Technické podmínky: </w:t>
      </w:r>
    </w:p>
    <w:p w14:paraId="7CC1DEA6" w14:textId="77777777" w:rsidR="00342DC7" w:rsidRPr="00AE4B52" w:rsidRDefault="00342DC7" w:rsidP="00342DC7">
      <w:pPr>
        <w:pStyle w:val="Odstavec1-1a"/>
        <w:numPr>
          <w:ilvl w:val="0"/>
          <w:numId w:val="13"/>
        </w:numPr>
        <w:rPr>
          <w:rStyle w:val="Tun"/>
        </w:rPr>
      </w:pPr>
      <w:r w:rsidRPr="00AE4B52">
        <w:rPr>
          <w:rStyle w:val="Tun"/>
        </w:rPr>
        <w:t xml:space="preserve">Technické kvalitativní podmínky staveb státních drah (TKP) </w:t>
      </w:r>
    </w:p>
    <w:p w14:paraId="34877B92"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C9C4DDB"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proofErr w:type="spellStart"/>
      <w:r>
        <w:t>ust</w:t>
      </w:r>
      <w:proofErr w:type="spellEnd"/>
      <w:r>
        <w: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23639EC8" w14:textId="69011C45" w:rsidR="00342DC7" w:rsidRPr="00AE4B52" w:rsidRDefault="00342DC7" w:rsidP="00342DC7">
      <w:pPr>
        <w:pStyle w:val="Odstavec1-1a"/>
        <w:rPr>
          <w:rStyle w:val="Tun"/>
        </w:rPr>
      </w:pPr>
      <w:r w:rsidRPr="00AE4B52">
        <w:rPr>
          <w:rStyle w:val="Tun"/>
        </w:rPr>
        <w:t xml:space="preserve">Všeobecné technické podmínky </w:t>
      </w:r>
      <w:r w:rsidR="00963CE4">
        <w:rPr>
          <w:rStyle w:val="Tun"/>
        </w:rPr>
        <w:t>– VTP_R_15-21</w:t>
      </w:r>
      <w:r w:rsidRPr="00AE4B52">
        <w:rPr>
          <w:rStyle w:val="Tun"/>
        </w:rPr>
        <w:t xml:space="preserve"> </w:t>
      </w:r>
    </w:p>
    <w:p w14:paraId="3FCF186D" w14:textId="55302E87" w:rsidR="00342DC7" w:rsidRPr="00AE4B52" w:rsidRDefault="00342DC7" w:rsidP="00342DC7">
      <w:pPr>
        <w:pStyle w:val="Odstavec1-1a"/>
        <w:rPr>
          <w:rStyle w:val="Tun"/>
        </w:rPr>
      </w:pPr>
      <w:r w:rsidRPr="00AE4B52">
        <w:rPr>
          <w:rStyle w:val="Tun"/>
        </w:rPr>
        <w:t xml:space="preserve">Zvláštní technické podmínky </w:t>
      </w:r>
      <w:r w:rsidR="00833CBF">
        <w:rPr>
          <w:rStyle w:val="Tun"/>
        </w:rPr>
        <w:t>_02. 12. 2021</w:t>
      </w:r>
    </w:p>
    <w:p w14:paraId="06E8E92A" w14:textId="77777777" w:rsidR="00342DC7" w:rsidRDefault="00342DC7" w:rsidP="00DD4862">
      <w:pPr>
        <w:pStyle w:val="Textbezodsazen"/>
      </w:pPr>
    </w:p>
    <w:p w14:paraId="3045A263" w14:textId="77777777" w:rsidR="00342DC7" w:rsidRDefault="00342DC7" w:rsidP="00DD4862">
      <w:pPr>
        <w:pStyle w:val="Textbezodsazen"/>
      </w:pPr>
    </w:p>
    <w:p w14:paraId="7A73774B" w14:textId="77777777" w:rsidR="00342DC7" w:rsidRDefault="00342DC7" w:rsidP="00DD4862">
      <w:pPr>
        <w:pStyle w:val="Textbezodsazen"/>
      </w:pPr>
    </w:p>
    <w:p w14:paraId="3AB47574" w14:textId="77777777" w:rsidR="00DD4862" w:rsidRDefault="00DD4862" w:rsidP="00DD4862">
      <w:pPr>
        <w:pStyle w:val="Textbezodsazen"/>
      </w:pPr>
    </w:p>
    <w:p w14:paraId="380AAAB3" w14:textId="77777777" w:rsidR="00DD4862" w:rsidRDefault="00DD4862" w:rsidP="00DD4862">
      <w:pPr>
        <w:pStyle w:val="Textbezodsazen"/>
      </w:pPr>
    </w:p>
    <w:p w14:paraId="0C435A6A" w14:textId="77777777" w:rsidR="00DD4862" w:rsidRDefault="00DD4862" w:rsidP="00DD4862">
      <w:pPr>
        <w:pStyle w:val="Textbezodsazen"/>
      </w:pPr>
    </w:p>
    <w:p w14:paraId="0EF04FA1" w14:textId="77777777" w:rsidR="00DD4862" w:rsidRDefault="00DD4862" w:rsidP="00DD4862">
      <w:pPr>
        <w:pStyle w:val="Textbezodsazen"/>
      </w:pPr>
    </w:p>
    <w:p w14:paraId="342B9307" w14:textId="77777777" w:rsidR="00342DC7" w:rsidRDefault="00342DC7" w:rsidP="00DD4862">
      <w:pPr>
        <w:pStyle w:val="Textbezodsazen"/>
      </w:pPr>
    </w:p>
    <w:p w14:paraId="06B44E96" w14:textId="77777777" w:rsidR="00AE4B52" w:rsidRDefault="00AE4B52" w:rsidP="00F762A8">
      <w:pPr>
        <w:pStyle w:val="Nadpisbezsl1-1"/>
        <w:sectPr w:rsidR="00AE4B52" w:rsidSect="00F13FDA">
          <w:headerReference w:type="default" r:id="rId19"/>
          <w:footerReference w:type="even" r:id="rId20"/>
          <w:footerReference w:type="default" r:id="rId21"/>
          <w:pgSz w:w="11906" w:h="16838" w:code="9"/>
          <w:pgMar w:top="1077" w:right="1588" w:bottom="1474" w:left="1588" w:header="595" w:footer="624" w:gutter="0"/>
          <w:pgNumType w:start="1"/>
          <w:cols w:space="708"/>
          <w:docGrid w:linePitch="360"/>
        </w:sectPr>
      </w:pPr>
    </w:p>
    <w:p w14:paraId="4E377834" w14:textId="77777777" w:rsidR="00AE4B52" w:rsidRPr="00AE4B52" w:rsidRDefault="00AE4B52" w:rsidP="00AE4B52">
      <w:pPr>
        <w:pStyle w:val="Nadpisbezsl1-1"/>
      </w:pPr>
      <w:r w:rsidRPr="00AE4B52">
        <w:lastRenderedPageBreak/>
        <w:t>Příloha č. 3</w:t>
      </w:r>
    </w:p>
    <w:p w14:paraId="410B4712" w14:textId="77777777" w:rsidR="00AE4B52" w:rsidRPr="001F518E" w:rsidRDefault="00AE4B52" w:rsidP="001F518E">
      <w:pPr>
        <w:pStyle w:val="Nadpisbezsl1-2"/>
      </w:pPr>
      <w:r w:rsidRPr="001F518E">
        <w:t>Související dokumenty</w:t>
      </w:r>
    </w:p>
    <w:p w14:paraId="537D625D" w14:textId="582C9AF7" w:rsidR="00B30E6B" w:rsidRDefault="00B30E6B" w:rsidP="00AE4B52">
      <w:pPr>
        <w:pStyle w:val="Odrka1-1"/>
      </w:pPr>
      <w:r>
        <w:t>Projektová dokumentace pro provádění stavby „</w:t>
      </w:r>
      <w:r w:rsidRPr="006C502B">
        <w:t>Zajištění bezbariérového přístupu na nástupiště v ŽST Roztoky u Prahy</w:t>
      </w:r>
      <w:r w:rsidRPr="009C6B87">
        <w:t>”</w:t>
      </w:r>
      <w:r>
        <w:t>; datum 12/2021</w:t>
      </w:r>
    </w:p>
    <w:p w14:paraId="51755FD6" w14:textId="77777777" w:rsidR="00B30E6B" w:rsidRDefault="00B30E6B" w:rsidP="00B30E6B">
      <w:pPr>
        <w:pStyle w:val="Odrka1-1"/>
        <w:numPr>
          <w:ilvl w:val="0"/>
          <w:numId w:val="0"/>
        </w:numPr>
        <w:ind w:left="1077"/>
      </w:pPr>
    </w:p>
    <w:p w14:paraId="119D5BB2" w14:textId="77777777" w:rsidR="00985DF9" w:rsidRPr="00590C91" w:rsidRDefault="00985DF9" w:rsidP="00985DF9">
      <w:pPr>
        <w:pStyle w:val="Odrka1-1"/>
        <w:numPr>
          <w:ilvl w:val="0"/>
          <w:numId w:val="0"/>
        </w:numPr>
        <w:ind w:left="1077"/>
        <w:rPr>
          <w:color w:val="FF0000"/>
        </w:rPr>
      </w:pPr>
    </w:p>
    <w:p w14:paraId="38BCEE55" w14:textId="77777777" w:rsidR="00AE4B52" w:rsidRDefault="00AE4B52" w:rsidP="00AE4B52">
      <w:pPr>
        <w:pStyle w:val="Textbezodsazen"/>
      </w:pPr>
    </w:p>
    <w:p w14:paraId="431014F6" w14:textId="77777777" w:rsidR="001F518E" w:rsidRDefault="001F518E" w:rsidP="00AE4B52">
      <w:pPr>
        <w:pStyle w:val="Textbezodsazen"/>
      </w:pPr>
    </w:p>
    <w:p w14:paraId="5B00F24A" w14:textId="77777777" w:rsidR="001F518E" w:rsidRDefault="001F518E" w:rsidP="00AE4B52">
      <w:pPr>
        <w:pStyle w:val="Textbezodsazen"/>
      </w:pPr>
    </w:p>
    <w:p w14:paraId="4E5BE151" w14:textId="77777777" w:rsidR="00DD4862" w:rsidRDefault="00DD4862" w:rsidP="00AE4B52">
      <w:pPr>
        <w:pStyle w:val="Textbezodsazen"/>
      </w:pPr>
    </w:p>
    <w:p w14:paraId="35DFB180" w14:textId="77777777" w:rsidR="00DD4862" w:rsidRDefault="00DD4862" w:rsidP="00AE4B52">
      <w:pPr>
        <w:pStyle w:val="Textbezodsazen"/>
      </w:pPr>
    </w:p>
    <w:p w14:paraId="61A94381" w14:textId="77777777" w:rsidR="001F518E" w:rsidRDefault="001F518E" w:rsidP="00AE4B52">
      <w:pPr>
        <w:pStyle w:val="Textbezodsazen"/>
      </w:pPr>
    </w:p>
    <w:p w14:paraId="358F9B0F" w14:textId="77777777" w:rsidR="001F518E" w:rsidRDefault="001F518E" w:rsidP="00AE4B52">
      <w:pPr>
        <w:pStyle w:val="Textbezodsazen"/>
      </w:pPr>
    </w:p>
    <w:p w14:paraId="613C5734" w14:textId="77777777" w:rsidR="001F518E" w:rsidRDefault="001F518E" w:rsidP="00AE4B52">
      <w:pPr>
        <w:pStyle w:val="Textbezodsazen"/>
      </w:pPr>
    </w:p>
    <w:p w14:paraId="62EA4E0A" w14:textId="77777777" w:rsidR="001F518E" w:rsidRDefault="001F518E" w:rsidP="00AE4B52">
      <w:pPr>
        <w:pStyle w:val="Textbezodsazen"/>
        <w:sectPr w:rsidR="001F518E" w:rsidSect="00F13FDA">
          <w:headerReference w:type="default" r:id="rId22"/>
          <w:footerReference w:type="even" r:id="rId23"/>
          <w:footerReference w:type="default" r:id="rId24"/>
          <w:pgSz w:w="11906" w:h="16838" w:code="9"/>
          <w:pgMar w:top="1077" w:right="1588" w:bottom="1474" w:left="1588" w:header="595" w:footer="624" w:gutter="0"/>
          <w:pgNumType w:start="1"/>
          <w:cols w:space="708"/>
          <w:docGrid w:linePitch="360"/>
        </w:sectPr>
      </w:pPr>
    </w:p>
    <w:p w14:paraId="51C0C1E7" w14:textId="77777777" w:rsidR="001F518E" w:rsidRDefault="001F518E" w:rsidP="001F518E">
      <w:pPr>
        <w:pStyle w:val="Nadpisbezsl1-1"/>
      </w:pPr>
      <w:r>
        <w:lastRenderedPageBreak/>
        <w:t>Příloha č. 4</w:t>
      </w:r>
    </w:p>
    <w:p w14:paraId="6ADBA6D0" w14:textId="77777777" w:rsidR="001F518E" w:rsidRPr="001F518E" w:rsidRDefault="001F518E" w:rsidP="001F518E">
      <w:pPr>
        <w:pStyle w:val="Nadpisbezsl1-2"/>
      </w:pPr>
      <w:r w:rsidRPr="001F518E">
        <w:t>Rekapitulace Ceny Díla</w:t>
      </w:r>
    </w:p>
    <w:p w14:paraId="079B68FC" w14:textId="77777777" w:rsidR="001F518E" w:rsidRPr="001F518E" w:rsidRDefault="001F518E" w:rsidP="001F518E">
      <w:pPr>
        <w:pStyle w:val="Textbezodsazen"/>
      </w:pPr>
    </w:p>
    <w:p w14:paraId="701742EB" w14:textId="77777777" w:rsidR="001F518E" w:rsidRPr="001F518E" w:rsidRDefault="001F518E" w:rsidP="00A0271B">
      <w:pPr>
        <w:pStyle w:val="Textbezodsazen"/>
      </w:pPr>
      <w:r w:rsidRPr="001F518E">
        <w:t>Rekapitulace Ceny Díla dle stavebních objektů (SO)</w:t>
      </w:r>
      <w:r w:rsidR="00A349C6">
        <w:t xml:space="preserve"> a </w:t>
      </w:r>
      <w:r w:rsidRPr="001F518E">
        <w:t>provozních souborů (PS):</w:t>
      </w:r>
    </w:p>
    <w:p w14:paraId="15563101" w14:textId="77777777" w:rsidR="001F518E" w:rsidRPr="00B61E49" w:rsidRDefault="001F518E" w:rsidP="00AE4B52">
      <w:pPr>
        <w:pStyle w:val="Textbezodsazen"/>
        <w:rPr>
          <w:strike/>
          <w:color w:val="FF0000"/>
        </w:rPr>
      </w:pPr>
    </w:p>
    <w:p w14:paraId="14E3C69B" w14:textId="77777777" w:rsidR="00DD4862" w:rsidRDefault="00DD4862" w:rsidP="00AE4B52">
      <w:pPr>
        <w:pStyle w:val="Textbezodsazen"/>
      </w:pPr>
    </w:p>
    <w:p w14:paraId="0146D8B7" w14:textId="77777777" w:rsidR="00DD4862" w:rsidRDefault="00DD4862" w:rsidP="00AE4B52">
      <w:pPr>
        <w:pStyle w:val="Textbezodsazen"/>
      </w:pPr>
    </w:p>
    <w:p w14:paraId="15F4A4FF" w14:textId="77777777" w:rsidR="00DD4862" w:rsidRDefault="00DD4862" w:rsidP="00AE4B52">
      <w:pPr>
        <w:pStyle w:val="Textbezodsazen"/>
      </w:pPr>
    </w:p>
    <w:p w14:paraId="656A8D2C" w14:textId="77777777" w:rsidR="00DD4862" w:rsidRDefault="00DD4862" w:rsidP="00AE4B52">
      <w:pPr>
        <w:pStyle w:val="Textbezodsazen"/>
      </w:pPr>
    </w:p>
    <w:p w14:paraId="43B6C1B7" w14:textId="77777777" w:rsidR="00DD4862" w:rsidRDefault="00DD4862" w:rsidP="00AE4B52">
      <w:pPr>
        <w:pStyle w:val="Textbezodsazen"/>
      </w:pPr>
    </w:p>
    <w:p w14:paraId="55325ADA" w14:textId="77777777" w:rsidR="00DD4862" w:rsidRDefault="00DD4862" w:rsidP="00AE4B52">
      <w:pPr>
        <w:pStyle w:val="Textbezodsazen"/>
      </w:pPr>
    </w:p>
    <w:p w14:paraId="07D44114" w14:textId="77777777" w:rsidR="001F518E" w:rsidRDefault="001F518E" w:rsidP="00AE4B52">
      <w:pPr>
        <w:pStyle w:val="Textbezodsazen"/>
      </w:pPr>
    </w:p>
    <w:p w14:paraId="74D1549C" w14:textId="77777777" w:rsidR="001F518E" w:rsidRDefault="001F518E" w:rsidP="00AE4B52">
      <w:pPr>
        <w:pStyle w:val="Textbezodsazen"/>
      </w:pPr>
    </w:p>
    <w:p w14:paraId="1DA7D54B" w14:textId="77777777" w:rsidR="001F518E" w:rsidRDefault="001F518E" w:rsidP="00AE4B52">
      <w:pPr>
        <w:pStyle w:val="Textbezodsazen"/>
        <w:sectPr w:rsidR="001F518E" w:rsidSect="00F13FDA">
          <w:headerReference w:type="default" r:id="rId25"/>
          <w:footerReference w:type="even" r:id="rId26"/>
          <w:footerReference w:type="default" r:id="rId27"/>
          <w:pgSz w:w="11906" w:h="16838" w:code="9"/>
          <w:pgMar w:top="1077" w:right="1588" w:bottom="1474" w:left="1588" w:header="595" w:footer="624" w:gutter="0"/>
          <w:pgNumType w:start="1"/>
          <w:cols w:space="708"/>
          <w:docGrid w:linePitch="360"/>
        </w:sectPr>
      </w:pPr>
    </w:p>
    <w:p w14:paraId="4AAE5205" w14:textId="77777777" w:rsidR="001F518E" w:rsidRDefault="001F518E" w:rsidP="001F518E">
      <w:pPr>
        <w:pStyle w:val="Nadpisbezsl1-1"/>
      </w:pPr>
      <w:r>
        <w:lastRenderedPageBreak/>
        <w:t>Příloha č. 5</w:t>
      </w:r>
    </w:p>
    <w:p w14:paraId="1C8D775D" w14:textId="77777777" w:rsidR="001F518E" w:rsidRPr="001F518E" w:rsidRDefault="001F518E" w:rsidP="001F518E">
      <w:pPr>
        <w:pStyle w:val="Nadpisbezsl1-2"/>
      </w:pPr>
      <w:r w:rsidRPr="001F518E">
        <w:t>Harmonogram postupu prací</w:t>
      </w:r>
    </w:p>
    <w:p w14:paraId="7A28F3B0" w14:textId="77777777" w:rsidR="001F518E" w:rsidRPr="001F518E" w:rsidRDefault="001F518E" w:rsidP="001F518E">
      <w:pPr>
        <w:pStyle w:val="Textbezodsazen"/>
      </w:pPr>
    </w:p>
    <w:p w14:paraId="10199D07" w14:textId="77777777" w:rsidR="001F518E" w:rsidRDefault="001F518E" w:rsidP="001F518E">
      <w:pPr>
        <w:pStyle w:val="Textbezodsazen"/>
      </w:pPr>
      <w:r w:rsidRPr="001F518E">
        <w:t>Do přílohy smlouvy bude vloženo grafické znázornění postupu prací (Harmonogram postupu prací) předložené</w:t>
      </w:r>
      <w:r w:rsidR="00A349C6">
        <w:t xml:space="preserve"> v </w:t>
      </w:r>
      <w:r w:rsidRPr="001F518E">
        <w:t>nabídce uchazeče.</w:t>
      </w:r>
    </w:p>
    <w:p w14:paraId="41A9D336" w14:textId="77777777" w:rsidR="001F518E" w:rsidRDefault="001F518E" w:rsidP="001F518E">
      <w:pPr>
        <w:pStyle w:val="Textbezodsazen"/>
      </w:pPr>
    </w:p>
    <w:p w14:paraId="2B1884E7" w14:textId="77777777" w:rsidR="001F518E" w:rsidRDefault="001F518E" w:rsidP="001F518E">
      <w:pPr>
        <w:pStyle w:val="Textbezodsazen"/>
      </w:pPr>
    </w:p>
    <w:p w14:paraId="66AF53EE" w14:textId="77777777" w:rsidR="001F518E" w:rsidRDefault="001F518E" w:rsidP="001F518E">
      <w:pPr>
        <w:pStyle w:val="Textbezodsazen"/>
      </w:pPr>
    </w:p>
    <w:p w14:paraId="6F33AC45" w14:textId="77777777" w:rsidR="00DD4862" w:rsidRDefault="00DD4862" w:rsidP="001F518E">
      <w:pPr>
        <w:pStyle w:val="Textbezodsazen"/>
      </w:pPr>
    </w:p>
    <w:p w14:paraId="2C64D8F7" w14:textId="77777777" w:rsidR="001F518E" w:rsidRDefault="001F518E" w:rsidP="001F518E">
      <w:pPr>
        <w:pStyle w:val="Textbezodsazen"/>
      </w:pPr>
    </w:p>
    <w:p w14:paraId="33E445FC" w14:textId="77777777" w:rsidR="001F518E" w:rsidRDefault="001F518E" w:rsidP="001F518E">
      <w:pPr>
        <w:pStyle w:val="Textbezodsazen"/>
      </w:pPr>
    </w:p>
    <w:p w14:paraId="575DAE9C" w14:textId="77777777" w:rsidR="001F518E" w:rsidRPr="001F518E" w:rsidRDefault="001F518E" w:rsidP="001F518E">
      <w:pPr>
        <w:pStyle w:val="Textbezodsazen"/>
        <w:sectPr w:rsidR="001F518E" w:rsidRPr="001F518E" w:rsidSect="00F13FDA">
          <w:footerReference w:type="even" r:id="rId28"/>
          <w:footerReference w:type="default" r:id="rId29"/>
          <w:pgSz w:w="11906" w:h="16838" w:code="9"/>
          <w:pgMar w:top="1077" w:right="1588" w:bottom="1474" w:left="1588" w:header="595" w:footer="624" w:gutter="0"/>
          <w:pgNumType w:start="1"/>
          <w:cols w:space="708"/>
          <w:docGrid w:linePitch="360"/>
        </w:sectPr>
      </w:pPr>
    </w:p>
    <w:p w14:paraId="40007D40" w14:textId="77777777" w:rsidR="00502690" w:rsidRDefault="00502690" w:rsidP="00F762A8">
      <w:pPr>
        <w:pStyle w:val="Nadpisbezsl1-1"/>
      </w:pPr>
      <w:r w:rsidRPr="00B26902">
        <w:lastRenderedPageBreak/>
        <w:t xml:space="preserve">Příloha č. </w:t>
      </w:r>
      <w:r w:rsidR="001F518E">
        <w:t>6</w:t>
      </w:r>
    </w:p>
    <w:p w14:paraId="6DD1CD46" w14:textId="77777777" w:rsidR="001F518E" w:rsidRPr="00B26902" w:rsidRDefault="001F518E" w:rsidP="001F518E">
      <w:pPr>
        <w:pStyle w:val="Nadpisbezsl1-2"/>
      </w:pPr>
      <w:r>
        <w:t>Oprávněné osoby</w:t>
      </w:r>
    </w:p>
    <w:p w14:paraId="24BCEC25" w14:textId="77777777" w:rsidR="00502690" w:rsidRPr="00B26902" w:rsidRDefault="001F518E" w:rsidP="00F762A8">
      <w:pPr>
        <w:pStyle w:val="Nadpisbezsl1-2"/>
      </w:pPr>
      <w:r>
        <w:t xml:space="preserve">Za </w:t>
      </w:r>
      <w:r w:rsidR="00502690">
        <w:t>O</w:t>
      </w:r>
      <w:r>
        <w:t>bjednatele:</w:t>
      </w:r>
    </w:p>
    <w:p w14:paraId="7EBC08B3"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502690" w:rsidRPr="00F95FBD" w14:paraId="5E711F3D" w14:textId="77777777" w:rsidTr="00A2520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A6C340" w14:textId="77777777" w:rsidR="00502690"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E9D2A6B" w14:textId="77777777" w:rsidR="00502690" w:rsidRPr="00F95FBD" w:rsidRDefault="002038D5" w:rsidP="00590C91">
            <w:pPr>
              <w:pStyle w:val="Tabulka"/>
              <w:cnfStyle w:val="100000000000" w:firstRow="1" w:lastRow="0" w:firstColumn="0" w:lastColumn="0" w:oddVBand="0" w:evenVBand="0" w:oddHBand="0" w:evenHBand="0" w:firstRowFirstColumn="0" w:firstRowLastColumn="0" w:lastRowFirstColumn="0" w:lastRowLastColumn="0"/>
            </w:pPr>
            <w:r w:rsidRPr="001F518E">
              <w:rPr>
                <w:highlight w:val="green"/>
              </w:rPr>
              <w:t>[VLOŽÍ</w:t>
            </w:r>
            <w:r w:rsidR="00590C91">
              <w:rPr>
                <w:highlight w:val="green"/>
              </w:rPr>
              <w:t xml:space="preserve"> OBJE</w:t>
            </w:r>
            <w:r w:rsidR="0098100D">
              <w:rPr>
                <w:highlight w:val="green"/>
              </w:rPr>
              <w:t>DN</w:t>
            </w:r>
            <w:r w:rsidR="00590C91">
              <w:rPr>
                <w:highlight w:val="green"/>
              </w:rPr>
              <w:t>ATEL</w:t>
            </w:r>
            <w:r w:rsidRPr="001F518E">
              <w:rPr>
                <w:highlight w:val="green"/>
              </w:rPr>
              <w:t>]</w:t>
            </w:r>
          </w:p>
        </w:tc>
      </w:tr>
      <w:tr w:rsidR="008175E5" w:rsidRPr="00F95FBD" w14:paraId="5E5B1758"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4C8553B" w14:textId="77777777" w:rsidR="008175E5" w:rsidRPr="008175E5" w:rsidRDefault="008175E5" w:rsidP="002038D5">
            <w:pPr>
              <w:pStyle w:val="Tabulka"/>
              <w:rPr>
                <w:rStyle w:val="Nadpisvtabulce"/>
                <w:b w:val="0"/>
              </w:rPr>
            </w:pPr>
            <w:r w:rsidRPr="008175E5">
              <w:rPr>
                <w:rStyle w:val="Nadpisvtabulce"/>
                <w:b w:val="0"/>
              </w:rPr>
              <w:t>Adresa</w:t>
            </w:r>
          </w:p>
        </w:tc>
        <w:tc>
          <w:tcPr>
            <w:tcW w:w="5812" w:type="dxa"/>
          </w:tcPr>
          <w:p w14:paraId="047A8BC2"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6C50445A"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79A0DEBA"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79B8579" w14:textId="77777777" w:rsidR="002038D5" w:rsidRPr="00F95FBD" w:rsidRDefault="002038D5" w:rsidP="002038D5">
            <w:pPr>
              <w:pStyle w:val="Tabulka"/>
            </w:pPr>
            <w:r w:rsidRPr="00F95FBD">
              <w:t>E-mail</w:t>
            </w:r>
          </w:p>
        </w:tc>
        <w:tc>
          <w:tcPr>
            <w:tcW w:w="5812" w:type="dxa"/>
          </w:tcPr>
          <w:p w14:paraId="545C727C"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81C3FD9"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B8D840D" w14:textId="77777777" w:rsidR="002038D5" w:rsidRPr="00F95FBD" w:rsidRDefault="002038D5" w:rsidP="002038D5">
            <w:pPr>
              <w:pStyle w:val="Tabulka"/>
            </w:pPr>
            <w:r w:rsidRPr="00F95FBD">
              <w:t>Telefon</w:t>
            </w:r>
          </w:p>
        </w:tc>
        <w:tc>
          <w:tcPr>
            <w:tcW w:w="5812" w:type="dxa"/>
          </w:tcPr>
          <w:p w14:paraId="6F0FB193"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7ECA53F3" w14:textId="77777777" w:rsidR="002038D5" w:rsidRPr="00F95FBD" w:rsidRDefault="002038D5" w:rsidP="00502690">
      <w:pPr>
        <w:pStyle w:val="Textbezodsazen"/>
      </w:pPr>
    </w:p>
    <w:p w14:paraId="3303959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14:paraId="5D3A39EF"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B8F0665"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28F5152D"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8175E5" w:rsidRPr="00F95FBD" w14:paraId="2A27B8BA"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1DCD76D2" w14:textId="77777777" w:rsidR="008175E5" w:rsidRPr="00F95FBD" w:rsidRDefault="008175E5" w:rsidP="002038D5">
            <w:pPr>
              <w:pStyle w:val="Tabulka"/>
              <w:rPr>
                <w:rStyle w:val="Nadpisvtabulce"/>
                <w:b w:val="0"/>
              </w:rPr>
            </w:pPr>
            <w:r>
              <w:rPr>
                <w:rStyle w:val="Nadpisvtabulce"/>
                <w:b w:val="0"/>
              </w:rPr>
              <w:t>Adresa</w:t>
            </w:r>
          </w:p>
        </w:tc>
        <w:tc>
          <w:tcPr>
            <w:tcW w:w="5812" w:type="dxa"/>
          </w:tcPr>
          <w:p w14:paraId="6E540677"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2888FB91"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34920FFB"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0E6833F" w14:textId="77777777" w:rsidR="002038D5" w:rsidRPr="00F95FBD" w:rsidRDefault="002038D5" w:rsidP="002038D5">
            <w:pPr>
              <w:pStyle w:val="Tabulka"/>
            </w:pPr>
            <w:r w:rsidRPr="00F95FBD">
              <w:t>E-mail</w:t>
            </w:r>
          </w:p>
        </w:tc>
        <w:tc>
          <w:tcPr>
            <w:tcW w:w="5812" w:type="dxa"/>
          </w:tcPr>
          <w:p w14:paraId="3645F343"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207849E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627BE454" w14:textId="77777777" w:rsidR="002038D5" w:rsidRPr="00F95FBD" w:rsidRDefault="002038D5" w:rsidP="002038D5">
            <w:pPr>
              <w:pStyle w:val="Tabulka"/>
            </w:pPr>
            <w:r w:rsidRPr="00F95FBD">
              <w:t>Telefon</w:t>
            </w:r>
          </w:p>
        </w:tc>
        <w:tc>
          <w:tcPr>
            <w:tcW w:w="5812" w:type="dxa"/>
          </w:tcPr>
          <w:p w14:paraId="45F343AE"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41B7AE4F" w14:textId="77777777" w:rsidR="002038D5" w:rsidRPr="00F95FBD" w:rsidRDefault="002038D5" w:rsidP="002038D5">
      <w:pPr>
        <w:pStyle w:val="Textbezodsazen"/>
      </w:pPr>
    </w:p>
    <w:p w14:paraId="3EA6D78E"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2038D5" w:rsidRPr="00F95FBD" w14:paraId="5BAAE3BE"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A827AC"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4B06B718"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8175E5" w:rsidRPr="00F95FBD" w14:paraId="3986941B"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5EFC990" w14:textId="77777777" w:rsidR="008175E5" w:rsidRPr="00F95FBD" w:rsidRDefault="008175E5" w:rsidP="002038D5">
            <w:pPr>
              <w:pStyle w:val="Tabulka"/>
              <w:rPr>
                <w:rStyle w:val="Nadpisvtabulce"/>
                <w:b w:val="0"/>
              </w:rPr>
            </w:pPr>
            <w:r>
              <w:rPr>
                <w:rStyle w:val="Nadpisvtabulce"/>
                <w:b w:val="0"/>
              </w:rPr>
              <w:t>Adresa</w:t>
            </w:r>
          </w:p>
        </w:tc>
        <w:tc>
          <w:tcPr>
            <w:tcW w:w="5812" w:type="dxa"/>
          </w:tcPr>
          <w:p w14:paraId="1B14757A"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7AEB8CD4"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63BF4E5C"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7AECA9A5" w14:textId="77777777" w:rsidR="002038D5" w:rsidRPr="00F95FBD" w:rsidRDefault="002038D5" w:rsidP="002038D5">
            <w:pPr>
              <w:pStyle w:val="Tabulka"/>
            </w:pPr>
            <w:r w:rsidRPr="00F95FBD">
              <w:t>E-mail</w:t>
            </w:r>
          </w:p>
        </w:tc>
        <w:tc>
          <w:tcPr>
            <w:tcW w:w="5812" w:type="dxa"/>
          </w:tcPr>
          <w:p w14:paraId="643516FA"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2778C1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D2DFB96" w14:textId="77777777" w:rsidR="002038D5" w:rsidRPr="00F95FBD" w:rsidRDefault="002038D5" w:rsidP="002038D5">
            <w:pPr>
              <w:pStyle w:val="Tabulka"/>
            </w:pPr>
            <w:r w:rsidRPr="00F95FBD">
              <w:t>Telefon</w:t>
            </w:r>
          </w:p>
        </w:tc>
        <w:tc>
          <w:tcPr>
            <w:tcW w:w="5812" w:type="dxa"/>
          </w:tcPr>
          <w:p w14:paraId="28196D01"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6F462831" w14:textId="77777777" w:rsidR="00BF7B07" w:rsidRPr="00F95FBD" w:rsidRDefault="00BF7B07" w:rsidP="00BF7B07">
      <w:pPr>
        <w:pStyle w:val="Textbezodsazen"/>
      </w:pPr>
    </w:p>
    <w:p w14:paraId="7180D7E8" w14:textId="77777777"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0C2B01" w:rsidRPr="000C2B01" w14:paraId="739CD78E" w14:textId="77777777" w:rsidTr="00BF4AD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E7E613" w14:textId="77777777" w:rsidR="00BF7B07" w:rsidRPr="000C2B01" w:rsidRDefault="00BF7B07" w:rsidP="00BF4AD6">
            <w:pPr>
              <w:pStyle w:val="Tabulka"/>
              <w:rPr>
                <w:rStyle w:val="Nadpisvtabulce"/>
                <w:b w:val="0"/>
              </w:rPr>
            </w:pPr>
            <w:r w:rsidRPr="000C2B01">
              <w:rPr>
                <w:rStyle w:val="Nadpisvtabulce"/>
                <w:b w:val="0"/>
              </w:rPr>
              <w:t>Jméno a příjmení</w:t>
            </w:r>
          </w:p>
        </w:tc>
        <w:tc>
          <w:tcPr>
            <w:tcW w:w="5812" w:type="dxa"/>
          </w:tcPr>
          <w:p w14:paraId="39725E6A" w14:textId="77777777" w:rsidR="00BF7B07" w:rsidRPr="000C2B01" w:rsidRDefault="00BF7B07" w:rsidP="00BF4AD6">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8175E5" w:rsidRPr="000C2B01" w14:paraId="142E9702"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630654A0" w14:textId="77777777" w:rsidR="008175E5" w:rsidRPr="000C2B01" w:rsidRDefault="008175E5" w:rsidP="00BF4AD6">
            <w:pPr>
              <w:pStyle w:val="Tabulka"/>
              <w:rPr>
                <w:rStyle w:val="Nadpisvtabulce"/>
                <w:b w:val="0"/>
              </w:rPr>
            </w:pPr>
            <w:r>
              <w:rPr>
                <w:rStyle w:val="Nadpisvtabulce"/>
                <w:b w:val="0"/>
              </w:rPr>
              <w:t>Adresa</w:t>
            </w:r>
          </w:p>
        </w:tc>
        <w:tc>
          <w:tcPr>
            <w:tcW w:w="5812" w:type="dxa"/>
          </w:tcPr>
          <w:p w14:paraId="04E969A7"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0986D1E3" w14:textId="77777777" w:rsidR="008175E5" w:rsidRPr="000C2B01" w:rsidRDefault="008175E5"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0C2B01" w:rsidRPr="000C2B01" w14:paraId="05237699"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5A63DB47" w14:textId="77777777" w:rsidR="00BF7B07" w:rsidRPr="000C2B01" w:rsidRDefault="00BF7B07" w:rsidP="00BF4AD6">
            <w:pPr>
              <w:pStyle w:val="Tabulka"/>
            </w:pPr>
            <w:r w:rsidRPr="000C2B01">
              <w:t>E-mail</w:t>
            </w:r>
          </w:p>
        </w:tc>
        <w:tc>
          <w:tcPr>
            <w:tcW w:w="5812" w:type="dxa"/>
          </w:tcPr>
          <w:p w14:paraId="43E00B6F" w14:textId="77777777"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0C2B01" w:rsidRPr="000C2B01" w14:paraId="5A86570D"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3C8973D2" w14:textId="77777777" w:rsidR="00BF7B07" w:rsidRPr="000C2B01" w:rsidRDefault="00BF7B07" w:rsidP="00BF4AD6">
            <w:pPr>
              <w:pStyle w:val="Tabulka"/>
            </w:pPr>
            <w:r w:rsidRPr="000C2B01">
              <w:t>Telefon</w:t>
            </w:r>
          </w:p>
        </w:tc>
        <w:tc>
          <w:tcPr>
            <w:tcW w:w="5812" w:type="dxa"/>
          </w:tcPr>
          <w:p w14:paraId="002D0786" w14:textId="77777777"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bl>
    <w:p w14:paraId="6EC6707A" w14:textId="77777777" w:rsidR="00BF7B07" w:rsidRPr="00F95FBD" w:rsidRDefault="00BF7B07" w:rsidP="002038D5">
      <w:pPr>
        <w:pStyle w:val="Textbezodsazen"/>
      </w:pPr>
    </w:p>
    <w:p w14:paraId="4DD5EFFB"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Ve věcech geodetických</w:t>
      </w:r>
    </w:p>
    <w:tbl>
      <w:tblPr>
        <w:tblStyle w:val="Tabulka10"/>
        <w:tblW w:w="8868" w:type="dxa"/>
        <w:tblLook w:val="04A0" w:firstRow="1" w:lastRow="0" w:firstColumn="1" w:lastColumn="0" w:noHBand="0" w:noVBand="1"/>
      </w:tblPr>
      <w:tblGrid>
        <w:gridCol w:w="3056"/>
        <w:gridCol w:w="5812"/>
      </w:tblGrid>
      <w:tr w:rsidR="002038D5" w:rsidRPr="00F95FBD" w14:paraId="1A4078FF"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644D2C"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9F1546B"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E6BDEA0"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66E863C" w14:textId="77777777" w:rsidR="002038D5" w:rsidRPr="00F95FBD" w:rsidRDefault="002038D5" w:rsidP="002038D5">
            <w:pPr>
              <w:pStyle w:val="Tabulka"/>
            </w:pPr>
            <w:r w:rsidRPr="00F95FBD">
              <w:t>Adresa</w:t>
            </w:r>
          </w:p>
        </w:tc>
        <w:tc>
          <w:tcPr>
            <w:tcW w:w="5812" w:type="dxa"/>
          </w:tcPr>
          <w:p w14:paraId="49207D18"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3E8F594"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0B48A952" w14:textId="77777777" w:rsidR="002038D5" w:rsidRPr="00F95FBD" w:rsidRDefault="002038D5" w:rsidP="002038D5">
            <w:pPr>
              <w:pStyle w:val="Tabulka"/>
            </w:pPr>
            <w:r w:rsidRPr="00F95FBD">
              <w:t>E-mail</w:t>
            </w:r>
          </w:p>
        </w:tc>
        <w:tc>
          <w:tcPr>
            <w:tcW w:w="5812" w:type="dxa"/>
          </w:tcPr>
          <w:p w14:paraId="7D9478BD"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58B1AB2"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B21FF9D" w14:textId="77777777" w:rsidR="002038D5" w:rsidRPr="00F95FBD" w:rsidRDefault="002038D5" w:rsidP="002038D5">
            <w:pPr>
              <w:pStyle w:val="Tabulka"/>
            </w:pPr>
            <w:r w:rsidRPr="00F95FBD">
              <w:t>Telefon</w:t>
            </w:r>
          </w:p>
        </w:tc>
        <w:tc>
          <w:tcPr>
            <w:tcW w:w="5812" w:type="dxa"/>
          </w:tcPr>
          <w:p w14:paraId="42580380"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048BE64D" w14:textId="77777777" w:rsidR="002038D5" w:rsidRPr="00F95FBD" w:rsidRDefault="002038D5" w:rsidP="002038D5">
      <w:pPr>
        <w:pStyle w:val="Textbezodsazen"/>
      </w:pPr>
    </w:p>
    <w:p w14:paraId="060EBDF7"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lastRenderedPageBreak/>
        <w:t>Koordinátor BOZP na staveništi</w:t>
      </w:r>
    </w:p>
    <w:tbl>
      <w:tblPr>
        <w:tblStyle w:val="Tabulka10"/>
        <w:tblW w:w="8868" w:type="dxa"/>
        <w:tblLook w:val="04A0" w:firstRow="1" w:lastRow="0" w:firstColumn="1" w:lastColumn="0" w:noHBand="0" w:noVBand="1"/>
      </w:tblPr>
      <w:tblGrid>
        <w:gridCol w:w="3056"/>
        <w:gridCol w:w="5812"/>
      </w:tblGrid>
      <w:tr w:rsidR="002038D5" w:rsidRPr="00F95FBD" w14:paraId="4589A86C"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9A63B9"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3F0BCDA"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8068AE1"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D0F1E09" w14:textId="77777777" w:rsidR="002038D5" w:rsidRPr="00F95FBD" w:rsidRDefault="002038D5" w:rsidP="002038D5">
            <w:pPr>
              <w:pStyle w:val="Tabulka"/>
            </w:pPr>
            <w:r w:rsidRPr="00F95FBD">
              <w:t>Adresa</w:t>
            </w:r>
          </w:p>
        </w:tc>
        <w:tc>
          <w:tcPr>
            <w:tcW w:w="5812" w:type="dxa"/>
          </w:tcPr>
          <w:p w14:paraId="58002133"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FDDEE69"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E0A9C0D" w14:textId="77777777" w:rsidR="002038D5" w:rsidRPr="00F95FBD" w:rsidRDefault="002038D5" w:rsidP="002038D5">
            <w:pPr>
              <w:pStyle w:val="Tabulka"/>
            </w:pPr>
            <w:r w:rsidRPr="00F95FBD">
              <w:t>E-mail</w:t>
            </w:r>
          </w:p>
        </w:tc>
        <w:tc>
          <w:tcPr>
            <w:tcW w:w="5812" w:type="dxa"/>
          </w:tcPr>
          <w:p w14:paraId="08116F0D"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E4ED46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200FFDD3" w14:textId="77777777" w:rsidR="002038D5" w:rsidRPr="00F95FBD" w:rsidRDefault="002038D5" w:rsidP="002038D5">
            <w:pPr>
              <w:pStyle w:val="Tabulka"/>
            </w:pPr>
            <w:r w:rsidRPr="00F95FBD">
              <w:t>Telefon</w:t>
            </w:r>
          </w:p>
        </w:tc>
        <w:tc>
          <w:tcPr>
            <w:tcW w:w="5812" w:type="dxa"/>
          </w:tcPr>
          <w:p w14:paraId="20894CAA"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41372133" w14:textId="77777777" w:rsidR="002038D5" w:rsidRDefault="002038D5" w:rsidP="002038D5">
      <w:pPr>
        <w:pStyle w:val="Textbezodsazen"/>
      </w:pPr>
    </w:p>
    <w:p w14:paraId="7B017AB0" w14:textId="77777777" w:rsidR="001F518E" w:rsidRDefault="001F518E" w:rsidP="002038D5">
      <w:pPr>
        <w:pStyle w:val="Textbezodsazen"/>
      </w:pPr>
    </w:p>
    <w:p w14:paraId="02CCB7FD" w14:textId="77777777" w:rsidR="001F518E" w:rsidRDefault="001F518E" w:rsidP="002038D5">
      <w:pPr>
        <w:pStyle w:val="Textbezodsazen"/>
      </w:pPr>
    </w:p>
    <w:p w14:paraId="02BB16BE" w14:textId="77777777" w:rsidR="001F518E" w:rsidRDefault="001F518E" w:rsidP="002038D5">
      <w:pPr>
        <w:pStyle w:val="Textbezodsazen"/>
      </w:pPr>
    </w:p>
    <w:p w14:paraId="5E64227C" w14:textId="77777777" w:rsidR="001F518E" w:rsidRPr="00F95FBD" w:rsidRDefault="001F518E" w:rsidP="001F518E">
      <w:pPr>
        <w:pStyle w:val="Nadpisbezsl1-2"/>
      </w:pPr>
      <w:r>
        <w:t>Za Zhotovitele:</w:t>
      </w:r>
    </w:p>
    <w:p w14:paraId="428BC702"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14:paraId="3F9CB219"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75E735E" w14:textId="77777777"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D7C963E"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14:paraId="5655DA1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969404C" w14:textId="77777777" w:rsidR="002038D5" w:rsidRPr="00F95FBD" w:rsidRDefault="002038D5" w:rsidP="00F762A8">
            <w:pPr>
              <w:pStyle w:val="Tabulka"/>
              <w:keepNext/>
            </w:pPr>
            <w:r w:rsidRPr="00F95FBD">
              <w:t>Adresa</w:t>
            </w:r>
          </w:p>
        </w:tc>
        <w:tc>
          <w:tcPr>
            <w:tcW w:w="5812" w:type="dxa"/>
          </w:tcPr>
          <w:p w14:paraId="55D48DEE"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6AD63F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69BD2FC" w14:textId="77777777" w:rsidR="002038D5" w:rsidRPr="00F95FBD" w:rsidRDefault="002038D5" w:rsidP="00F762A8">
            <w:pPr>
              <w:pStyle w:val="Tabulka"/>
              <w:keepNext/>
            </w:pPr>
            <w:r w:rsidRPr="00F95FBD">
              <w:t>E-mail</w:t>
            </w:r>
          </w:p>
        </w:tc>
        <w:tc>
          <w:tcPr>
            <w:tcW w:w="5812" w:type="dxa"/>
          </w:tcPr>
          <w:p w14:paraId="12F9DD59"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822501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4E0E342" w14:textId="77777777" w:rsidR="002038D5" w:rsidRPr="00F95FBD" w:rsidRDefault="002038D5" w:rsidP="00165977">
            <w:pPr>
              <w:pStyle w:val="Tabulka"/>
            </w:pPr>
            <w:r w:rsidRPr="00F95FBD">
              <w:t>Telefon</w:t>
            </w:r>
          </w:p>
        </w:tc>
        <w:tc>
          <w:tcPr>
            <w:tcW w:w="5812" w:type="dxa"/>
          </w:tcPr>
          <w:p w14:paraId="127B1D5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766DA31" w14:textId="77777777" w:rsidR="002038D5" w:rsidRPr="00F95FBD" w:rsidRDefault="002038D5" w:rsidP="00165977">
      <w:pPr>
        <w:pStyle w:val="Tabulka"/>
      </w:pPr>
    </w:p>
    <w:p w14:paraId="3FCD7C37" w14:textId="77777777"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2038D5" w:rsidRPr="00F95FBD" w14:paraId="03417A35"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2331E8"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63E68A5"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37078FD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1F9E4D3" w14:textId="77777777" w:rsidR="002038D5" w:rsidRPr="00F95FBD" w:rsidRDefault="002038D5" w:rsidP="00165977">
            <w:pPr>
              <w:pStyle w:val="Tabulka"/>
            </w:pPr>
            <w:r w:rsidRPr="00F95FBD">
              <w:t>Adresa</w:t>
            </w:r>
          </w:p>
        </w:tc>
        <w:tc>
          <w:tcPr>
            <w:tcW w:w="5812" w:type="dxa"/>
          </w:tcPr>
          <w:p w14:paraId="6ACC348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F80DCC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8258F28" w14:textId="77777777" w:rsidR="002038D5" w:rsidRPr="00F95FBD" w:rsidRDefault="002038D5" w:rsidP="00165977">
            <w:pPr>
              <w:pStyle w:val="Tabulka"/>
            </w:pPr>
            <w:r w:rsidRPr="00F95FBD">
              <w:t>E-mail</w:t>
            </w:r>
          </w:p>
        </w:tc>
        <w:tc>
          <w:tcPr>
            <w:tcW w:w="5812" w:type="dxa"/>
          </w:tcPr>
          <w:p w14:paraId="13F1D4E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EB9681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DA1E594" w14:textId="77777777" w:rsidR="002038D5" w:rsidRPr="00F95FBD" w:rsidRDefault="002038D5" w:rsidP="00165977">
            <w:pPr>
              <w:pStyle w:val="Tabulka"/>
            </w:pPr>
            <w:r w:rsidRPr="00F95FBD">
              <w:t>Telefon</w:t>
            </w:r>
          </w:p>
        </w:tc>
        <w:tc>
          <w:tcPr>
            <w:tcW w:w="5812" w:type="dxa"/>
          </w:tcPr>
          <w:p w14:paraId="56F1363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9DC3113" w14:textId="77777777" w:rsidR="002038D5" w:rsidRPr="00F95FBD" w:rsidRDefault="002038D5" w:rsidP="00165977">
      <w:pPr>
        <w:pStyle w:val="Tabulka"/>
      </w:pPr>
    </w:p>
    <w:p w14:paraId="7F536836" w14:textId="77777777" w:rsidR="002038D5" w:rsidRPr="00F95FBD" w:rsidRDefault="001F518E" w:rsidP="00165977">
      <w:pPr>
        <w:pStyle w:val="Nadpistabulky"/>
        <w:rPr>
          <w:sz w:val="18"/>
          <w:szCs w:val="18"/>
        </w:rPr>
      </w:pPr>
      <w:r>
        <w:rPr>
          <w:sz w:val="18"/>
          <w:szCs w:val="18"/>
        </w:rPr>
        <w:t>Ředitel stavby dle Směrnice SŽDC SM105 Změny během výstavby</w:t>
      </w:r>
    </w:p>
    <w:tbl>
      <w:tblPr>
        <w:tblStyle w:val="Tabulka10"/>
        <w:tblW w:w="8868" w:type="dxa"/>
        <w:tblLook w:val="04A0" w:firstRow="1" w:lastRow="0" w:firstColumn="1" w:lastColumn="0" w:noHBand="0" w:noVBand="1"/>
      </w:tblPr>
      <w:tblGrid>
        <w:gridCol w:w="3056"/>
        <w:gridCol w:w="5812"/>
      </w:tblGrid>
      <w:tr w:rsidR="002038D5" w:rsidRPr="00F95FBD" w14:paraId="349ACAA5"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DD1D64E"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6173D63"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4107314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15CE0F4" w14:textId="77777777" w:rsidR="002038D5" w:rsidRPr="00F95FBD" w:rsidRDefault="002038D5" w:rsidP="00165977">
            <w:pPr>
              <w:pStyle w:val="Tabulka"/>
            </w:pPr>
            <w:r w:rsidRPr="00F95FBD">
              <w:t>Adresa</w:t>
            </w:r>
          </w:p>
        </w:tc>
        <w:tc>
          <w:tcPr>
            <w:tcW w:w="5812" w:type="dxa"/>
          </w:tcPr>
          <w:p w14:paraId="532EAF4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BCDB72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BFB3023" w14:textId="77777777" w:rsidR="002038D5" w:rsidRPr="00F95FBD" w:rsidRDefault="002038D5" w:rsidP="00165977">
            <w:pPr>
              <w:pStyle w:val="Tabulka"/>
            </w:pPr>
            <w:r w:rsidRPr="00F95FBD">
              <w:t>E-mail</w:t>
            </w:r>
          </w:p>
        </w:tc>
        <w:tc>
          <w:tcPr>
            <w:tcW w:w="5812" w:type="dxa"/>
          </w:tcPr>
          <w:p w14:paraId="7E728E6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E888B9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DF8DDD6" w14:textId="77777777" w:rsidR="002038D5" w:rsidRPr="00F95FBD" w:rsidRDefault="002038D5" w:rsidP="00165977">
            <w:pPr>
              <w:pStyle w:val="Tabulka"/>
            </w:pPr>
            <w:r w:rsidRPr="00F95FBD">
              <w:t>Telefon</w:t>
            </w:r>
          </w:p>
        </w:tc>
        <w:tc>
          <w:tcPr>
            <w:tcW w:w="5812" w:type="dxa"/>
          </w:tcPr>
          <w:p w14:paraId="7F63463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75ECAFB" w14:textId="77777777" w:rsidR="000E002D" w:rsidRDefault="000E002D" w:rsidP="000E002D">
      <w:pPr>
        <w:pStyle w:val="Textbezodsazen"/>
        <w:rPr>
          <w:color w:val="FF0000"/>
        </w:rPr>
      </w:pPr>
    </w:p>
    <w:p w14:paraId="0A9DFDD1" w14:textId="77777777" w:rsidR="002038D5" w:rsidRPr="002A7B96" w:rsidRDefault="000E002D" w:rsidP="000E002D">
      <w:pPr>
        <w:pStyle w:val="Textbezodsazen"/>
      </w:pPr>
      <w:r w:rsidRPr="002A7B96">
        <w:t>Odborný personál Zhotovitele (na příslušné pozici člena odborného personálu může být pouze jedna fyzická osoba; toto omezení se netýká pozice úředně oprávněný zeměměřický inženýr)</w:t>
      </w:r>
    </w:p>
    <w:p w14:paraId="6A1EED80" w14:textId="77777777"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2038D5" w:rsidRPr="00F95FBD" w14:paraId="3E59992E"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8A38A4"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4ABD00F"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5515FE7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E56495D" w14:textId="77777777" w:rsidR="002038D5" w:rsidRPr="00F95FBD" w:rsidRDefault="002038D5" w:rsidP="00165977">
            <w:pPr>
              <w:pStyle w:val="Tabulka"/>
            </w:pPr>
            <w:r w:rsidRPr="00F95FBD">
              <w:t>Adresa</w:t>
            </w:r>
          </w:p>
        </w:tc>
        <w:tc>
          <w:tcPr>
            <w:tcW w:w="5812" w:type="dxa"/>
          </w:tcPr>
          <w:p w14:paraId="1F492B7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9254F4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7CF69C7" w14:textId="77777777" w:rsidR="002038D5" w:rsidRPr="00F95FBD" w:rsidRDefault="002038D5" w:rsidP="00165977">
            <w:pPr>
              <w:pStyle w:val="Tabulka"/>
            </w:pPr>
            <w:r w:rsidRPr="00F95FBD">
              <w:t>E-mail</w:t>
            </w:r>
          </w:p>
        </w:tc>
        <w:tc>
          <w:tcPr>
            <w:tcW w:w="5812" w:type="dxa"/>
          </w:tcPr>
          <w:p w14:paraId="7B19D5A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30C076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75EAC29" w14:textId="77777777" w:rsidR="002038D5" w:rsidRPr="00F95FBD" w:rsidRDefault="002038D5" w:rsidP="00165977">
            <w:pPr>
              <w:pStyle w:val="Tabulka"/>
            </w:pPr>
            <w:r w:rsidRPr="00F95FBD">
              <w:t>Telefon</w:t>
            </w:r>
          </w:p>
        </w:tc>
        <w:tc>
          <w:tcPr>
            <w:tcW w:w="5812" w:type="dxa"/>
          </w:tcPr>
          <w:p w14:paraId="25FF6D2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F83D847" w14:textId="77777777" w:rsidR="002038D5" w:rsidRPr="00F95FBD" w:rsidRDefault="002038D5" w:rsidP="00165977">
      <w:pPr>
        <w:pStyle w:val="Tabulka"/>
      </w:pPr>
    </w:p>
    <w:p w14:paraId="089E9D99" w14:textId="77777777" w:rsidR="00165977" w:rsidRPr="00F95FBD" w:rsidRDefault="00165977" w:rsidP="00165977">
      <w:pPr>
        <w:pStyle w:val="Tabulka"/>
      </w:pPr>
    </w:p>
    <w:p w14:paraId="4810B778" w14:textId="77777777" w:rsidR="00165977" w:rsidRPr="00F95FBD" w:rsidRDefault="007C5289" w:rsidP="00165977">
      <w:pPr>
        <w:pStyle w:val="Nadpistabulky"/>
        <w:rPr>
          <w:sz w:val="18"/>
          <w:szCs w:val="18"/>
        </w:rPr>
      </w:pPr>
      <w:r w:rsidRPr="00F95FBD">
        <w:rPr>
          <w:sz w:val="18"/>
          <w:szCs w:val="18"/>
        </w:rPr>
        <w:lastRenderedPageBreak/>
        <w:t xml:space="preserve">Specialista (vedoucí prací) na </w:t>
      </w:r>
      <w:r>
        <w:rPr>
          <w:sz w:val="18"/>
          <w:szCs w:val="18"/>
        </w:rPr>
        <w:t>pozemní stavby</w:t>
      </w:r>
    </w:p>
    <w:tbl>
      <w:tblPr>
        <w:tblStyle w:val="Tabulka10"/>
        <w:tblW w:w="8868" w:type="dxa"/>
        <w:tblLook w:val="04A0" w:firstRow="1" w:lastRow="0" w:firstColumn="1" w:lastColumn="0" w:noHBand="0" w:noVBand="1"/>
      </w:tblPr>
      <w:tblGrid>
        <w:gridCol w:w="3056"/>
        <w:gridCol w:w="5812"/>
      </w:tblGrid>
      <w:tr w:rsidR="00165977" w:rsidRPr="00F95FBD" w14:paraId="70155A30"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5B5BF9"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FE43014"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0B36793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E31C511" w14:textId="77777777" w:rsidR="00165977" w:rsidRPr="00F95FBD" w:rsidRDefault="00165977" w:rsidP="00165977">
            <w:pPr>
              <w:pStyle w:val="Tabulka"/>
            </w:pPr>
            <w:r w:rsidRPr="00F95FBD">
              <w:t>Adresa</w:t>
            </w:r>
          </w:p>
        </w:tc>
        <w:tc>
          <w:tcPr>
            <w:tcW w:w="5812" w:type="dxa"/>
          </w:tcPr>
          <w:p w14:paraId="56621117"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922A99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3D444D6" w14:textId="77777777" w:rsidR="00165977" w:rsidRPr="00F95FBD" w:rsidRDefault="00165977" w:rsidP="00165977">
            <w:pPr>
              <w:pStyle w:val="Tabulka"/>
            </w:pPr>
            <w:r w:rsidRPr="00F95FBD">
              <w:t>E-mail</w:t>
            </w:r>
          </w:p>
        </w:tc>
        <w:tc>
          <w:tcPr>
            <w:tcW w:w="5812" w:type="dxa"/>
          </w:tcPr>
          <w:p w14:paraId="41619F2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5977E2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1D05E85" w14:textId="77777777" w:rsidR="00165977" w:rsidRPr="00F95FBD" w:rsidRDefault="00165977" w:rsidP="00165977">
            <w:pPr>
              <w:pStyle w:val="Tabulka"/>
            </w:pPr>
            <w:r w:rsidRPr="00F95FBD">
              <w:t>Telefon</w:t>
            </w:r>
          </w:p>
        </w:tc>
        <w:tc>
          <w:tcPr>
            <w:tcW w:w="5812" w:type="dxa"/>
          </w:tcPr>
          <w:p w14:paraId="51C6E04B"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FCE8C82" w14:textId="77777777" w:rsidR="00165977" w:rsidRPr="00F95FBD" w:rsidRDefault="00165977" w:rsidP="00165977">
      <w:pPr>
        <w:pStyle w:val="Tabulka"/>
      </w:pPr>
    </w:p>
    <w:p w14:paraId="21F12CDF" w14:textId="77777777"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sdělovací</w:t>
      </w:r>
      <w:r w:rsidR="00A349C6">
        <w:rPr>
          <w:sz w:val="18"/>
          <w:szCs w:val="18"/>
        </w:rPr>
        <w:t xml:space="preserve"> a </w:t>
      </w:r>
      <w:r>
        <w:rPr>
          <w:sz w:val="18"/>
          <w:szCs w:val="18"/>
        </w:rPr>
        <w:t>zabezpečovací zařízení</w:t>
      </w:r>
    </w:p>
    <w:tbl>
      <w:tblPr>
        <w:tblStyle w:val="Tabulka10"/>
        <w:tblW w:w="8868" w:type="dxa"/>
        <w:tblLook w:val="04A0" w:firstRow="1" w:lastRow="0" w:firstColumn="1" w:lastColumn="0" w:noHBand="0" w:noVBand="1"/>
      </w:tblPr>
      <w:tblGrid>
        <w:gridCol w:w="3056"/>
        <w:gridCol w:w="5812"/>
      </w:tblGrid>
      <w:tr w:rsidR="00165977" w:rsidRPr="00F95FBD" w14:paraId="7289ED93"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533217"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EB57658"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118C7A2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06C17EA" w14:textId="77777777" w:rsidR="00165977" w:rsidRPr="00F95FBD" w:rsidRDefault="00165977" w:rsidP="00165977">
            <w:pPr>
              <w:pStyle w:val="Tabulka"/>
            </w:pPr>
            <w:r w:rsidRPr="00F95FBD">
              <w:t>Adresa</w:t>
            </w:r>
          </w:p>
        </w:tc>
        <w:tc>
          <w:tcPr>
            <w:tcW w:w="5812" w:type="dxa"/>
          </w:tcPr>
          <w:p w14:paraId="3DDE3B0F"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60C7EB9"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53608FF" w14:textId="77777777" w:rsidR="00165977" w:rsidRPr="00F95FBD" w:rsidRDefault="00165977" w:rsidP="00165977">
            <w:pPr>
              <w:pStyle w:val="Tabulka"/>
            </w:pPr>
            <w:r w:rsidRPr="00F95FBD">
              <w:t>E-mail</w:t>
            </w:r>
          </w:p>
        </w:tc>
        <w:tc>
          <w:tcPr>
            <w:tcW w:w="5812" w:type="dxa"/>
          </w:tcPr>
          <w:p w14:paraId="150403A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79689A4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866585F" w14:textId="77777777" w:rsidR="00165977" w:rsidRPr="00F95FBD" w:rsidRDefault="00165977" w:rsidP="00165977">
            <w:pPr>
              <w:pStyle w:val="Tabulka"/>
            </w:pPr>
            <w:r w:rsidRPr="00F95FBD">
              <w:t>Telefon</w:t>
            </w:r>
          </w:p>
        </w:tc>
        <w:tc>
          <w:tcPr>
            <w:tcW w:w="5812" w:type="dxa"/>
          </w:tcPr>
          <w:p w14:paraId="4959143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CF38703" w14:textId="77777777" w:rsidR="00165977" w:rsidRPr="00F95FBD" w:rsidRDefault="00165977" w:rsidP="00165977">
      <w:pPr>
        <w:pStyle w:val="Tabulka"/>
      </w:pPr>
    </w:p>
    <w:p w14:paraId="658F433F" w14:textId="77777777"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trakční vedení</w:t>
      </w:r>
      <w:r w:rsidR="00A349C6">
        <w:rPr>
          <w:sz w:val="18"/>
          <w:szCs w:val="18"/>
        </w:rPr>
        <w:t xml:space="preserve"> a </w:t>
      </w:r>
      <w:r>
        <w:rPr>
          <w:sz w:val="18"/>
          <w:szCs w:val="18"/>
        </w:rPr>
        <w:t>silnoproud</w:t>
      </w:r>
    </w:p>
    <w:tbl>
      <w:tblPr>
        <w:tblStyle w:val="Tabulka10"/>
        <w:tblW w:w="8868" w:type="dxa"/>
        <w:tblLook w:val="04A0" w:firstRow="1" w:lastRow="0" w:firstColumn="1" w:lastColumn="0" w:noHBand="0" w:noVBand="1"/>
      </w:tblPr>
      <w:tblGrid>
        <w:gridCol w:w="3056"/>
        <w:gridCol w:w="5812"/>
      </w:tblGrid>
      <w:tr w:rsidR="00165977" w:rsidRPr="00F95FBD" w14:paraId="618F6B49"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13BAD4"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3F322EB"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328AD3D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613A829" w14:textId="77777777" w:rsidR="00165977" w:rsidRPr="00F95FBD" w:rsidRDefault="00165977" w:rsidP="00165977">
            <w:pPr>
              <w:pStyle w:val="Tabulka"/>
            </w:pPr>
            <w:r w:rsidRPr="00F95FBD">
              <w:t>Adresa</w:t>
            </w:r>
          </w:p>
        </w:tc>
        <w:tc>
          <w:tcPr>
            <w:tcW w:w="5812" w:type="dxa"/>
          </w:tcPr>
          <w:p w14:paraId="4B27022A"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701320A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2EE6728" w14:textId="77777777" w:rsidR="00165977" w:rsidRPr="00F95FBD" w:rsidRDefault="00165977" w:rsidP="00165977">
            <w:pPr>
              <w:pStyle w:val="Tabulka"/>
            </w:pPr>
            <w:r w:rsidRPr="00F95FBD">
              <w:t>E-mail</w:t>
            </w:r>
          </w:p>
        </w:tc>
        <w:tc>
          <w:tcPr>
            <w:tcW w:w="5812" w:type="dxa"/>
          </w:tcPr>
          <w:p w14:paraId="5EF820E7"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267E6A6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8D94FC3" w14:textId="77777777" w:rsidR="00165977" w:rsidRPr="00F95FBD" w:rsidRDefault="00165977" w:rsidP="00165977">
            <w:pPr>
              <w:pStyle w:val="Tabulka"/>
            </w:pPr>
            <w:r w:rsidRPr="00F95FBD">
              <w:t>Telefon</w:t>
            </w:r>
          </w:p>
        </w:tc>
        <w:tc>
          <w:tcPr>
            <w:tcW w:w="5812" w:type="dxa"/>
          </w:tcPr>
          <w:p w14:paraId="33D5A74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AC448E1" w14:textId="77777777" w:rsidR="00165977" w:rsidRPr="00F95FBD" w:rsidRDefault="00165977" w:rsidP="00165977">
      <w:pPr>
        <w:pStyle w:val="Tabulka"/>
      </w:pPr>
    </w:p>
    <w:p w14:paraId="6AF81FB5" w14:textId="77777777" w:rsidR="00165977" w:rsidRPr="00F95FBD" w:rsidRDefault="00165977" w:rsidP="00165977">
      <w:pPr>
        <w:pStyle w:val="Nadpistabulky"/>
        <w:rPr>
          <w:sz w:val="18"/>
          <w:szCs w:val="18"/>
        </w:rPr>
      </w:pPr>
      <w:r w:rsidRPr="00F95FBD">
        <w:rPr>
          <w:sz w:val="18"/>
          <w:szCs w:val="18"/>
        </w:rPr>
        <w:t>Osoba odpovědná za kontrolu kvality</w:t>
      </w:r>
    </w:p>
    <w:tbl>
      <w:tblPr>
        <w:tblStyle w:val="Tabulka10"/>
        <w:tblW w:w="8868" w:type="dxa"/>
        <w:tblLook w:val="04A0" w:firstRow="1" w:lastRow="0" w:firstColumn="1" w:lastColumn="0" w:noHBand="0" w:noVBand="1"/>
      </w:tblPr>
      <w:tblGrid>
        <w:gridCol w:w="3056"/>
        <w:gridCol w:w="5812"/>
      </w:tblGrid>
      <w:tr w:rsidR="00165977" w:rsidRPr="00F95FBD" w14:paraId="6F695A42"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BE5449C"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585F734"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1067335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7B8840C" w14:textId="77777777" w:rsidR="00165977" w:rsidRPr="00F95FBD" w:rsidRDefault="00165977" w:rsidP="00165977">
            <w:pPr>
              <w:pStyle w:val="Tabulka"/>
            </w:pPr>
            <w:r w:rsidRPr="00F95FBD">
              <w:t>Adresa</w:t>
            </w:r>
          </w:p>
        </w:tc>
        <w:tc>
          <w:tcPr>
            <w:tcW w:w="5812" w:type="dxa"/>
          </w:tcPr>
          <w:p w14:paraId="3CAE93C1"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8C25D9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228B351" w14:textId="77777777" w:rsidR="00165977" w:rsidRPr="00F95FBD" w:rsidRDefault="00165977" w:rsidP="00165977">
            <w:pPr>
              <w:pStyle w:val="Tabulka"/>
            </w:pPr>
            <w:r w:rsidRPr="00F95FBD">
              <w:t>E-mail</w:t>
            </w:r>
          </w:p>
        </w:tc>
        <w:tc>
          <w:tcPr>
            <w:tcW w:w="5812" w:type="dxa"/>
          </w:tcPr>
          <w:p w14:paraId="4E742528"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4314793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38DB044" w14:textId="77777777" w:rsidR="00165977" w:rsidRPr="00F95FBD" w:rsidRDefault="00165977" w:rsidP="00165977">
            <w:pPr>
              <w:pStyle w:val="Tabulka"/>
            </w:pPr>
            <w:r w:rsidRPr="00F95FBD">
              <w:t>Telefon</w:t>
            </w:r>
          </w:p>
        </w:tc>
        <w:tc>
          <w:tcPr>
            <w:tcW w:w="5812" w:type="dxa"/>
          </w:tcPr>
          <w:p w14:paraId="5DAFF9F1"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37A93E4" w14:textId="77777777" w:rsidR="00F95FBD" w:rsidRDefault="00F95FBD" w:rsidP="00165977">
      <w:pPr>
        <w:pStyle w:val="Tabulka"/>
      </w:pPr>
    </w:p>
    <w:p w14:paraId="54A70C3A" w14:textId="77777777" w:rsidR="007C5289" w:rsidRPr="00F95FBD" w:rsidRDefault="007C5289" w:rsidP="007C5289">
      <w:pPr>
        <w:pStyle w:val="Tabulka"/>
      </w:pPr>
    </w:p>
    <w:p w14:paraId="278CE470" w14:textId="77777777" w:rsidR="007C5289" w:rsidRPr="00F95FBD" w:rsidRDefault="007C5289" w:rsidP="007C5289">
      <w:pPr>
        <w:pStyle w:val="Nadpistabulky"/>
        <w:rPr>
          <w:sz w:val="18"/>
          <w:szCs w:val="18"/>
        </w:rPr>
      </w:pPr>
      <w:r w:rsidRPr="00F95FBD">
        <w:rPr>
          <w:sz w:val="18"/>
          <w:szCs w:val="18"/>
        </w:rPr>
        <w:t xml:space="preserve">Osoba odpovědná za </w:t>
      </w:r>
      <w:r>
        <w:rPr>
          <w:sz w:val="18"/>
          <w:szCs w:val="18"/>
        </w:rPr>
        <w:t>oblast bezpečnosti</w:t>
      </w:r>
      <w:r w:rsidR="00A349C6">
        <w:rPr>
          <w:sz w:val="18"/>
          <w:szCs w:val="18"/>
        </w:rPr>
        <w:t xml:space="preserve"> a </w:t>
      </w:r>
      <w:r>
        <w:rPr>
          <w:sz w:val="18"/>
          <w:szCs w:val="18"/>
        </w:rPr>
        <w:t>ochrany zdraví při práci</w:t>
      </w:r>
    </w:p>
    <w:tbl>
      <w:tblPr>
        <w:tblStyle w:val="Tabulka10"/>
        <w:tblW w:w="8868" w:type="dxa"/>
        <w:tblLook w:val="04A0" w:firstRow="1" w:lastRow="0" w:firstColumn="1" w:lastColumn="0" w:noHBand="0" w:noVBand="1"/>
      </w:tblPr>
      <w:tblGrid>
        <w:gridCol w:w="3056"/>
        <w:gridCol w:w="5812"/>
      </w:tblGrid>
      <w:tr w:rsidR="007C5289" w:rsidRPr="00F95FBD" w14:paraId="01886F77"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3246E95"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7B3386D"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14:paraId="49932B5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A28CEBE" w14:textId="77777777" w:rsidR="007C5289" w:rsidRPr="00F95FBD" w:rsidRDefault="007C5289" w:rsidP="003149C0">
            <w:pPr>
              <w:pStyle w:val="Tabulka"/>
            </w:pPr>
            <w:r w:rsidRPr="00F95FBD">
              <w:t>Adresa</w:t>
            </w:r>
          </w:p>
        </w:tc>
        <w:tc>
          <w:tcPr>
            <w:tcW w:w="5812" w:type="dxa"/>
          </w:tcPr>
          <w:p w14:paraId="3A9036CD"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7C0EFFC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DF38745" w14:textId="77777777" w:rsidR="007C5289" w:rsidRPr="00F95FBD" w:rsidRDefault="007C5289" w:rsidP="003149C0">
            <w:pPr>
              <w:pStyle w:val="Tabulka"/>
            </w:pPr>
            <w:r w:rsidRPr="00F95FBD">
              <w:t>E-mail</w:t>
            </w:r>
          </w:p>
        </w:tc>
        <w:tc>
          <w:tcPr>
            <w:tcW w:w="5812" w:type="dxa"/>
          </w:tcPr>
          <w:p w14:paraId="72993EE6"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6D39E98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67769CE" w14:textId="77777777" w:rsidR="007C5289" w:rsidRPr="00F95FBD" w:rsidRDefault="007C5289" w:rsidP="003149C0">
            <w:pPr>
              <w:pStyle w:val="Tabulka"/>
            </w:pPr>
            <w:r w:rsidRPr="00F95FBD">
              <w:t>Telefon</w:t>
            </w:r>
          </w:p>
        </w:tc>
        <w:tc>
          <w:tcPr>
            <w:tcW w:w="5812" w:type="dxa"/>
          </w:tcPr>
          <w:p w14:paraId="0E22EF10"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1C04957" w14:textId="77777777" w:rsidR="007C5289" w:rsidRDefault="007C5289" w:rsidP="007C5289">
      <w:pPr>
        <w:pStyle w:val="Tabulka"/>
      </w:pPr>
    </w:p>
    <w:p w14:paraId="28CA6719" w14:textId="77777777" w:rsidR="007C5289" w:rsidRPr="00F95FBD" w:rsidRDefault="007C5289" w:rsidP="007C5289">
      <w:pPr>
        <w:pStyle w:val="Tabulka"/>
      </w:pPr>
    </w:p>
    <w:p w14:paraId="77E1F169" w14:textId="77777777" w:rsidR="007C5289" w:rsidRPr="00F95FBD" w:rsidRDefault="007C5289" w:rsidP="007C5289">
      <w:pPr>
        <w:pStyle w:val="Nadpistabulky"/>
        <w:rPr>
          <w:sz w:val="18"/>
          <w:szCs w:val="18"/>
        </w:rPr>
      </w:pPr>
      <w:r w:rsidRPr="00F95FBD">
        <w:rPr>
          <w:sz w:val="18"/>
          <w:szCs w:val="18"/>
        </w:rPr>
        <w:t>Osoba odpovědná za</w:t>
      </w:r>
      <w:r>
        <w:rPr>
          <w:sz w:val="18"/>
          <w:szCs w:val="18"/>
        </w:rPr>
        <w:t xml:space="preserve"> ochranu životního prostředí</w:t>
      </w:r>
    </w:p>
    <w:tbl>
      <w:tblPr>
        <w:tblStyle w:val="Tabulka10"/>
        <w:tblW w:w="8868" w:type="dxa"/>
        <w:tblLook w:val="04A0" w:firstRow="1" w:lastRow="0" w:firstColumn="1" w:lastColumn="0" w:noHBand="0" w:noVBand="1"/>
      </w:tblPr>
      <w:tblGrid>
        <w:gridCol w:w="3056"/>
        <w:gridCol w:w="5812"/>
      </w:tblGrid>
      <w:tr w:rsidR="007C5289" w:rsidRPr="00F95FBD" w14:paraId="5D8D2CFF"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1F7465A"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652B240"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14:paraId="3FD96F4B"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C041446" w14:textId="77777777" w:rsidR="007C5289" w:rsidRPr="00F95FBD" w:rsidRDefault="007C5289" w:rsidP="003149C0">
            <w:pPr>
              <w:pStyle w:val="Tabulka"/>
            </w:pPr>
            <w:r w:rsidRPr="00F95FBD">
              <w:t>Adresa</w:t>
            </w:r>
          </w:p>
        </w:tc>
        <w:tc>
          <w:tcPr>
            <w:tcW w:w="5812" w:type="dxa"/>
          </w:tcPr>
          <w:p w14:paraId="138A688C"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54BC483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38F5F13" w14:textId="77777777" w:rsidR="007C5289" w:rsidRPr="00F95FBD" w:rsidRDefault="007C5289" w:rsidP="003149C0">
            <w:pPr>
              <w:pStyle w:val="Tabulka"/>
            </w:pPr>
            <w:r w:rsidRPr="00F95FBD">
              <w:t>E-mail</w:t>
            </w:r>
          </w:p>
        </w:tc>
        <w:tc>
          <w:tcPr>
            <w:tcW w:w="5812" w:type="dxa"/>
          </w:tcPr>
          <w:p w14:paraId="7E3F12AC"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45D1BBE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62B705F" w14:textId="77777777" w:rsidR="007C5289" w:rsidRPr="00F95FBD" w:rsidRDefault="007C5289" w:rsidP="003149C0">
            <w:pPr>
              <w:pStyle w:val="Tabulka"/>
            </w:pPr>
            <w:r w:rsidRPr="00F95FBD">
              <w:t>Telefon</w:t>
            </w:r>
          </w:p>
        </w:tc>
        <w:tc>
          <w:tcPr>
            <w:tcW w:w="5812" w:type="dxa"/>
          </w:tcPr>
          <w:p w14:paraId="5B82D928"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A228E19" w14:textId="77777777" w:rsidR="007C5289" w:rsidRDefault="007C5289" w:rsidP="007C5289">
      <w:pPr>
        <w:pStyle w:val="Tabulka"/>
      </w:pPr>
    </w:p>
    <w:p w14:paraId="3AB20E41" w14:textId="77777777" w:rsidR="007C5289" w:rsidRPr="00F95FBD" w:rsidRDefault="007C5289" w:rsidP="007C5289">
      <w:pPr>
        <w:pStyle w:val="Tabulka"/>
      </w:pPr>
    </w:p>
    <w:p w14:paraId="5BD99DCA" w14:textId="77777777" w:rsidR="007C5289" w:rsidRPr="00F95FBD" w:rsidRDefault="007C5289" w:rsidP="007C5289">
      <w:pPr>
        <w:pStyle w:val="Nadpistabulky"/>
        <w:rPr>
          <w:sz w:val="18"/>
          <w:szCs w:val="18"/>
        </w:rPr>
      </w:pPr>
      <w:r w:rsidRPr="00F95FBD">
        <w:rPr>
          <w:sz w:val="18"/>
          <w:szCs w:val="18"/>
        </w:rPr>
        <w:t xml:space="preserve">Osoba odpovědná za </w:t>
      </w:r>
      <w:r>
        <w:rPr>
          <w:sz w:val="18"/>
          <w:szCs w:val="18"/>
        </w:rPr>
        <w:t>odpadové hospodářství</w:t>
      </w:r>
    </w:p>
    <w:tbl>
      <w:tblPr>
        <w:tblStyle w:val="Tabulka10"/>
        <w:tblW w:w="8868" w:type="dxa"/>
        <w:tblLook w:val="04A0" w:firstRow="1" w:lastRow="0" w:firstColumn="1" w:lastColumn="0" w:noHBand="0" w:noVBand="1"/>
      </w:tblPr>
      <w:tblGrid>
        <w:gridCol w:w="3056"/>
        <w:gridCol w:w="5812"/>
      </w:tblGrid>
      <w:tr w:rsidR="007C5289" w:rsidRPr="00F95FBD" w14:paraId="663EC47C"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68747D7"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EDBEDCE"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14:paraId="1256584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104C249" w14:textId="77777777" w:rsidR="007C5289" w:rsidRPr="00F95FBD" w:rsidRDefault="007C5289" w:rsidP="003149C0">
            <w:pPr>
              <w:pStyle w:val="Tabulka"/>
            </w:pPr>
            <w:r w:rsidRPr="00F95FBD">
              <w:t>Adresa</w:t>
            </w:r>
          </w:p>
        </w:tc>
        <w:tc>
          <w:tcPr>
            <w:tcW w:w="5812" w:type="dxa"/>
          </w:tcPr>
          <w:p w14:paraId="7E9E19F2"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5EEEF6F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58606FF" w14:textId="77777777" w:rsidR="007C5289" w:rsidRPr="00F95FBD" w:rsidRDefault="007C5289" w:rsidP="003149C0">
            <w:pPr>
              <w:pStyle w:val="Tabulka"/>
            </w:pPr>
            <w:r w:rsidRPr="00F95FBD">
              <w:t>E-mail</w:t>
            </w:r>
          </w:p>
        </w:tc>
        <w:tc>
          <w:tcPr>
            <w:tcW w:w="5812" w:type="dxa"/>
          </w:tcPr>
          <w:p w14:paraId="51C71EA1"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095BDA7B"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084E122" w14:textId="77777777" w:rsidR="007C5289" w:rsidRPr="00F95FBD" w:rsidRDefault="007C5289" w:rsidP="003149C0">
            <w:pPr>
              <w:pStyle w:val="Tabulka"/>
            </w:pPr>
            <w:r w:rsidRPr="00F95FBD">
              <w:t>Telefon</w:t>
            </w:r>
          </w:p>
        </w:tc>
        <w:tc>
          <w:tcPr>
            <w:tcW w:w="5812" w:type="dxa"/>
          </w:tcPr>
          <w:p w14:paraId="54BD9DCE"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BBDF056" w14:textId="725FBFAB" w:rsidR="007C5289" w:rsidRDefault="007C5289" w:rsidP="007C5289">
      <w:pPr>
        <w:pStyle w:val="Tabulka"/>
      </w:pPr>
    </w:p>
    <w:p w14:paraId="1B504425" w14:textId="65AFFD0A" w:rsidR="00623674" w:rsidRPr="00F95FBD" w:rsidRDefault="00623674" w:rsidP="00623674">
      <w:pPr>
        <w:pStyle w:val="Nadpistabulky"/>
        <w:rPr>
          <w:sz w:val="18"/>
          <w:szCs w:val="18"/>
        </w:rPr>
      </w:pPr>
      <w:r w:rsidRPr="00F95FBD">
        <w:rPr>
          <w:sz w:val="18"/>
          <w:szCs w:val="18"/>
        </w:rPr>
        <w:t xml:space="preserve">Osoba odpovědná </w:t>
      </w:r>
      <w:r w:rsidRPr="00756F28">
        <w:rPr>
          <w:sz w:val="18"/>
          <w:szCs w:val="18"/>
        </w:rPr>
        <w:t xml:space="preserve">za realizační dokumentaci </w:t>
      </w:r>
      <w:r>
        <w:rPr>
          <w:sz w:val="18"/>
          <w:szCs w:val="18"/>
        </w:rPr>
        <w:t>sdělovací zařízení</w:t>
      </w:r>
    </w:p>
    <w:tbl>
      <w:tblPr>
        <w:tblStyle w:val="Tabulka10"/>
        <w:tblW w:w="8868" w:type="dxa"/>
        <w:tblLook w:val="04A0" w:firstRow="1" w:lastRow="0" w:firstColumn="1" w:lastColumn="0" w:noHBand="0" w:noVBand="1"/>
      </w:tblPr>
      <w:tblGrid>
        <w:gridCol w:w="3056"/>
        <w:gridCol w:w="5812"/>
      </w:tblGrid>
      <w:tr w:rsidR="00623674" w:rsidRPr="00F95FBD" w14:paraId="4B79BFA9" w14:textId="77777777" w:rsidTr="0022464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0CEFDAF" w14:textId="77777777" w:rsidR="00623674" w:rsidRPr="00F95FBD" w:rsidRDefault="00623674" w:rsidP="00224647">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2FE6FCB7" w14:textId="77777777" w:rsidR="00623674" w:rsidRPr="00F95FBD" w:rsidRDefault="00623674" w:rsidP="0022464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623674" w:rsidRPr="00F95FBD" w14:paraId="783A64B6" w14:textId="77777777" w:rsidTr="00224647">
        <w:tc>
          <w:tcPr>
            <w:cnfStyle w:val="001000000000" w:firstRow="0" w:lastRow="0" w:firstColumn="1" w:lastColumn="0" w:oddVBand="0" w:evenVBand="0" w:oddHBand="0" w:evenHBand="0" w:firstRowFirstColumn="0" w:firstRowLastColumn="0" w:lastRowFirstColumn="0" w:lastRowLastColumn="0"/>
            <w:tcW w:w="3056" w:type="dxa"/>
          </w:tcPr>
          <w:p w14:paraId="18BAA5AA" w14:textId="77777777" w:rsidR="00623674" w:rsidRPr="00F95FBD" w:rsidRDefault="00623674" w:rsidP="00224647">
            <w:pPr>
              <w:pStyle w:val="Tabulka"/>
            </w:pPr>
            <w:r w:rsidRPr="00F95FBD">
              <w:t>Adresa</w:t>
            </w:r>
          </w:p>
        </w:tc>
        <w:tc>
          <w:tcPr>
            <w:tcW w:w="5812" w:type="dxa"/>
          </w:tcPr>
          <w:p w14:paraId="4B723A7B" w14:textId="77777777" w:rsidR="00623674" w:rsidRPr="00F95FBD" w:rsidRDefault="00623674" w:rsidP="0022464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623674" w:rsidRPr="00F95FBD" w14:paraId="6B0C0B9C" w14:textId="77777777" w:rsidTr="00224647">
        <w:tc>
          <w:tcPr>
            <w:cnfStyle w:val="001000000000" w:firstRow="0" w:lastRow="0" w:firstColumn="1" w:lastColumn="0" w:oddVBand="0" w:evenVBand="0" w:oddHBand="0" w:evenHBand="0" w:firstRowFirstColumn="0" w:firstRowLastColumn="0" w:lastRowFirstColumn="0" w:lastRowLastColumn="0"/>
            <w:tcW w:w="3056" w:type="dxa"/>
          </w:tcPr>
          <w:p w14:paraId="733686C3" w14:textId="77777777" w:rsidR="00623674" w:rsidRPr="00F95FBD" w:rsidRDefault="00623674" w:rsidP="00224647">
            <w:pPr>
              <w:pStyle w:val="Tabulka"/>
            </w:pPr>
            <w:r w:rsidRPr="00F95FBD">
              <w:t>E-mail</w:t>
            </w:r>
          </w:p>
        </w:tc>
        <w:tc>
          <w:tcPr>
            <w:tcW w:w="5812" w:type="dxa"/>
          </w:tcPr>
          <w:p w14:paraId="0DDCCF5E" w14:textId="77777777" w:rsidR="00623674" w:rsidRPr="00F95FBD" w:rsidRDefault="00623674" w:rsidP="0022464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623674" w:rsidRPr="00F95FBD" w14:paraId="164A9306" w14:textId="77777777" w:rsidTr="00224647">
        <w:tc>
          <w:tcPr>
            <w:cnfStyle w:val="001000000000" w:firstRow="0" w:lastRow="0" w:firstColumn="1" w:lastColumn="0" w:oddVBand="0" w:evenVBand="0" w:oddHBand="0" w:evenHBand="0" w:firstRowFirstColumn="0" w:firstRowLastColumn="0" w:lastRowFirstColumn="0" w:lastRowLastColumn="0"/>
            <w:tcW w:w="3056" w:type="dxa"/>
          </w:tcPr>
          <w:p w14:paraId="48263DEE" w14:textId="77777777" w:rsidR="00623674" w:rsidRPr="00F95FBD" w:rsidRDefault="00623674" w:rsidP="00224647">
            <w:pPr>
              <w:pStyle w:val="Tabulka"/>
            </w:pPr>
            <w:r w:rsidRPr="00F95FBD">
              <w:t>Telefon</w:t>
            </w:r>
          </w:p>
        </w:tc>
        <w:tc>
          <w:tcPr>
            <w:tcW w:w="5812" w:type="dxa"/>
          </w:tcPr>
          <w:p w14:paraId="7E22C0C7" w14:textId="77777777" w:rsidR="00623674" w:rsidRPr="00F95FBD" w:rsidRDefault="00623674" w:rsidP="0022464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0B9D7A8" w14:textId="77777777" w:rsidR="007C5289" w:rsidRPr="00F95FBD" w:rsidRDefault="007C5289" w:rsidP="007C5289">
      <w:pPr>
        <w:pStyle w:val="Tabulka"/>
      </w:pPr>
    </w:p>
    <w:p w14:paraId="7492F549" w14:textId="77777777" w:rsidR="007C5289" w:rsidRPr="00F95FBD" w:rsidRDefault="007C5289" w:rsidP="007C5289">
      <w:pPr>
        <w:pStyle w:val="Nadpistabulky"/>
        <w:rPr>
          <w:sz w:val="18"/>
          <w:szCs w:val="18"/>
        </w:rPr>
      </w:pPr>
      <w:r>
        <w:rPr>
          <w:sz w:val="18"/>
          <w:szCs w:val="18"/>
        </w:rPr>
        <w:t xml:space="preserve">Úředně oprávněný zeměměřický inženýr </w:t>
      </w:r>
    </w:p>
    <w:tbl>
      <w:tblPr>
        <w:tblStyle w:val="Tabulka10"/>
        <w:tblW w:w="8868" w:type="dxa"/>
        <w:tblLook w:val="04A0" w:firstRow="1" w:lastRow="0" w:firstColumn="1" w:lastColumn="0" w:noHBand="0" w:noVBand="1"/>
      </w:tblPr>
      <w:tblGrid>
        <w:gridCol w:w="3056"/>
        <w:gridCol w:w="5812"/>
      </w:tblGrid>
      <w:tr w:rsidR="007C5289" w:rsidRPr="00F95FBD" w14:paraId="45AF4044"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D8E6A2"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014B6A2"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7C5289" w:rsidRPr="00F95FBD" w14:paraId="58B9517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F413B41" w14:textId="77777777" w:rsidR="007C5289" w:rsidRPr="00F95FBD" w:rsidRDefault="007C5289" w:rsidP="003149C0">
            <w:pPr>
              <w:pStyle w:val="Tabulka"/>
            </w:pPr>
            <w:r w:rsidRPr="00F95FBD">
              <w:t>Adresa</w:t>
            </w:r>
          </w:p>
        </w:tc>
        <w:tc>
          <w:tcPr>
            <w:tcW w:w="5812" w:type="dxa"/>
          </w:tcPr>
          <w:p w14:paraId="348B228D"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1A215B2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8771EB1" w14:textId="77777777" w:rsidR="007C5289" w:rsidRPr="00F95FBD" w:rsidRDefault="007C5289" w:rsidP="003149C0">
            <w:pPr>
              <w:pStyle w:val="Tabulka"/>
            </w:pPr>
            <w:r w:rsidRPr="00F95FBD">
              <w:t>E-mail</w:t>
            </w:r>
          </w:p>
        </w:tc>
        <w:tc>
          <w:tcPr>
            <w:tcW w:w="5812" w:type="dxa"/>
          </w:tcPr>
          <w:p w14:paraId="6CE14BAF"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48754F6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CB3CF0D" w14:textId="77777777" w:rsidR="007C5289" w:rsidRPr="00F95FBD" w:rsidRDefault="007C5289" w:rsidP="003149C0">
            <w:pPr>
              <w:pStyle w:val="Tabulka"/>
            </w:pPr>
            <w:r w:rsidRPr="00F95FBD">
              <w:t>Telefon</w:t>
            </w:r>
          </w:p>
        </w:tc>
        <w:tc>
          <w:tcPr>
            <w:tcW w:w="5812" w:type="dxa"/>
          </w:tcPr>
          <w:p w14:paraId="691AE94E"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773AB69" w14:textId="77777777" w:rsidR="007C5289" w:rsidRDefault="007C5289" w:rsidP="007C5289">
      <w:pPr>
        <w:pStyle w:val="Tabulka"/>
      </w:pPr>
    </w:p>
    <w:p w14:paraId="0B83AD32"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559806AB"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4444AE1B" w14:textId="77777777" w:rsidR="007C5289" w:rsidRDefault="007C5289" w:rsidP="007C5289">
      <w:pPr>
        <w:pStyle w:val="Textbezodsazen"/>
        <w:sectPr w:rsidR="007C5289" w:rsidSect="00F13FDA">
          <w:headerReference w:type="default" r:id="rId30"/>
          <w:footerReference w:type="even" r:id="rId31"/>
          <w:footerReference w:type="default" r:id="rId32"/>
          <w:pgSz w:w="11906" w:h="16838" w:code="9"/>
          <w:pgMar w:top="1077" w:right="1588" w:bottom="1474" w:left="1588" w:header="595" w:footer="624" w:gutter="0"/>
          <w:pgNumType w:start="1"/>
          <w:cols w:space="708"/>
          <w:docGrid w:linePitch="360"/>
        </w:sectPr>
      </w:pPr>
    </w:p>
    <w:p w14:paraId="19D80F70" w14:textId="77777777" w:rsidR="007C5289" w:rsidRDefault="007C5289" w:rsidP="007C5289">
      <w:pPr>
        <w:pStyle w:val="Nadpisbezsl1-1"/>
      </w:pPr>
      <w:r>
        <w:lastRenderedPageBreak/>
        <w:t>Příloha č. 7</w:t>
      </w:r>
    </w:p>
    <w:p w14:paraId="10D4F60F" w14:textId="77777777" w:rsidR="007C5289" w:rsidRDefault="007C5289" w:rsidP="007C5289">
      <w:pPr>
        <w:pStyle w:val="Nadpisbezsl1-2"/>
      </w:pPr>
      <w:r>
        <w:t>Seznam požadovaných pojištění</w:t>
      </w:r>
    </w:p>
    <w:p w14:paraId="54F06408"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253A64CB"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F6C4249"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4C398A13"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672DBEF"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2ABD333D"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4737918F"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39D7E6C7"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7C5289">
              <w:t>Na toto místo bude jako minimální výše pojistného plnění vložena částka, která bude odpovídat výši Ceny Díla bez DPH, kterou uchazeč včlení do těla závazného vzoru Smlouvy předloženého</w:t>
            </w:r>
            <w:r w:rsidR="00A349C6">
              <w:t xml:space="preserve"> v </w:t>
            </w:r>
            <w:r w:rsidRPr="007C5289">
              <w:t>nabídce uchazeče</w:t>
            </w:r>
          </w:p>
        </w:tc>
      </w:tr>
      <w:tr w:rsidR="007C5289" w:rsidRPr="00F95FBD" w14:paraId="53E31B9C"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376387EC"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00623DA2" w14:textId="3F330FF5"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DB26D8">
              <w:t xml:space="preserve">Minimálně </w:t>
            </w:r>
            <w:r w:rsidR="00DB26D8" w:rsidRPr="00DB26D8">
              <w:t>10</w:t>
            </w:r>
            <w:r w:rsidRPr="00DB26D8">
              <w:t xml:space="preserve"> mil. Kč na jednu pojistnou událost</w:t>
            </w:r>
            <w:r w:rsidR="00A349C6" w:rsidRPr="00DB26D8">
              <w:t xml:space="preserve"> a </w:t>
            </w:r>
            <w:r w:rsidR="00DB26D8" w:rsidRPr="00DB26D8">
              <w:t>20</w:t>
            </w:r>
            <w:r w:rsidRPr="00DB26D8">
              <w:t xml:space="preserve"> mil. Kč</w:t>
            </w:r>
            <w:r w:rsidR="00A349C6" w:rsidRPr="00DB26D8">
              <w:t xml:space="preserve"> v </w:t>
            </w:r>
            <w:r w:rsidRPr="00DB26D8">
              <w:t>úhrnu</w:t>
            </w:r>
            <w:r w:rsidRPr="007C5289">
              <w:t xml:space="preserve"> za rok </w:t>
            </w:r>
          </w:p>
        </w:tc>
      </w:tr>
    </w:tbl>
    <w:p w14:paraId="4AA70C82" w14:textId="77777777" w:rsidR="007C5289" w:rsidRPr="00D701DC" w:rsidRDefault="007C5289" w:rsidP="00D701DC">
      <w:pPr>
        <w:pStyle w:val="Textbezodsazen"/>
      </w:pPr>
    </w:p>
    <w:p w14:paraId="0597C17B" w14:textId="77777777" w:rsidR="007C5289" w:rsidRPr="00D701DC" w:rsidRDefault="007C5289" w:rsidP="00D701DC">
      <w:pPr>
        <w:pStyle w:val="Textbezodsazen"/>
      </w:pPr>
    </w:p>
    <w:p w14:paraId="29E62E87" w14:textId="77777777" w:rsidR="00DD4862" w:rsidRPr="00D701DC" w:rsidRDefault="00DD4862" w:rsidP="00D701DC">
      <w:pPr>
        <w:pStyle w:val="Textbezodsazen"/>
      </w:pPr>
    </w:p>
    <w:p w14:paraId="7E93B646" w14:textId="77777777" w:rsidR="007C5289" w:rsidRPr="00D701DC" w:rsidRDefault="007C5289" w:rsidP="00D701DC">
      <w:pPr>
        <w:pStyle w:val="Textbezodsazen"/>
      </w:pPr>
    </w:p>
    <w:p w14:paraId="03C49558" w14:textId="77777777" w:rsidR="007C5289" w:rsidRPr="00D701DC" w:rsidRDefault="007C5289" w:rsidP="00D701DC">
      <w:pPr>
        <w:pStyle w:val="Textbezodsazen"/>
      </w:pPr>
    </w:p>
    <w:p w14:paraId="27A1F277" w14:textId="77777777" w:rsidR="007C5289" w:rsidRDefault="007C5289" w:rsidP="00165977">
      <w:pPr>
        <w:pStyle w:val="Tabulka"/>
        <w:sectPr w:rsidR="007C5289" w:rsidSect="00F13FDA">
          <w:headerReference w:type="default" r:id="rId33"/>
          <w:footerReference w:type="even" r:id="rId34"/>
          <w:footerReference w:type="default" r:id="rId35"/>
          <w:pgSz w:w="11906" w:h="16838" w:code="9"/>
          <w:pgMar w:top="1077" w:right="1588" w:bottom="1474" w:left="1588" w:header="595" w:footer="624" w:gutter="0"/>
          <w:pgNumType w:start="1"/>
          <w:cols w:space="708"/>
          <w:docGrid w:linePitch="360"/>
        </w:sectPr>
      </w:pPr>
    </w:p>
    <w:p w14:paraId="0ADF7A21" w14:textId="77777777" w:rsidR="00F95FBD" w:rsidRDefault="00F95FBD" w:rsidP="00F762A8">
      <w:pPr>
        <w:pStyle w:val="Nadpisbezsl1-1"/>
      </w:pPr>
      <w:r>
        <w:lastRenderedPageBreak/>
        <w:t xml:space="preserve">Příloha č. </w:t>
      </w:r>
      <w:r w:rsidR="0030003A">
        <w:t>8</w:t>
      </w:r>
    </w:p>
    <w:p w14:paraId="3A5CEEA0" w14:textId="77777777" w:rsidR="00F95FBD" w:rsidRDefault="00F95FBD" w:rsidP="00F762A8">
      <w:pPr>
        <w:pStyle w:val="Nadpisbezsl1-2"/>
      </w:pPr>
      <w:r>
        <w:t>Seznam poddodavatelů</w:t>
      </w:r>
    </w:p>
    <w:p w14:paraId="1A3B312A"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0BD2DE64"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6BD9E535" w14:textId="77777777" w:rsidR="00F95FBD" w:rsidRPr="0030003A" w:rsidRDefault="00F95FBD" w:rsidP="00F762A8">
            <w:pPr>
              <w:pStyle w:val="Tabulka"/>
              <w:rPr>
                <w:rStyle w:val="Nadpisvtabulce"/>
                <w:caps/>
              </w:rPr>
            </w:pPr>
            <w:r w:rsidRPr="0030003A">
              <w:rPr>
                <w:rStyle w:val="Nadpisvtabulce"/>
                <w:caps/>
              </w:rPr>
              <w:t>Identifikace poddodavatele</w:t>
            </w:r>
          </w:p>
          <w:p w14:paraId="213B1100"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207F275"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35ED5AF4"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6DC72492"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5FF2812D"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33AA64CA" w14:textId="77777777" w:rsidR="00F95FBD" w:rsidRPr="00F95FBD" w:rsidRDefault="00F95FBD" w:rsidP="004E6233">
            <w:pPr>
              <w:pStyle w:val="Tabulka"/>
            </w:pPr>
            <w:r w:rsidRPr="00F95FBD">
              <w:rPr>
                <w:highlight w:val="yellow"/>
              </w:rPr>
              <w:t>[VLOŽÍ ZHOTOVITEL]</w:t>
            </w:r>
          </w:p>
        </w:tc>
        <w:tc>
          <w:tcPr>
            <w:tcW w:w="3129" w:type="dxa"/>
          </w:tcPr>
          <w:p w14:paraId="2AE977A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599FBBB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30A8A1BE"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75527FAC" w14:textId="77777777" w:rsidR="00F95FBD" w:rsidRPr="00F95FBD" w:rsidRDefault="00F95FBD" w:rsidP="004E6233">
            <w:pPr>
              <w:pStyle w:val="Tabulka"/>
            </w:pPr>
            <w:r w:rsidRPr="00F95FBD">
              <w:rPr>
                <w:highlight w:val="yellow"/>
              </w:rPr>
              <w:t>[VLOŽÍ ZHOTOVITEL]</w:t>
            </w:r>
          </w:p>
        </w:tc>
        <w:tc>
          <w:tcPr>
            <w:tcW w:w="3129" w:type="dxa"/>
          </w:tcPr>
          <w:p w14:paraId="78F8F20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168E86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771776E9"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5051C632" w14:textId="77777777" w:rsidR="00F95FBD" w:rsidRPr="00F95FBD" w:rsidRDefault="00F95FBD" w:rsidP="004E6233">
            <w:pPr>
              <w:pStyle w:val="Tabulka"/>
            </w:pPr>
            <w:r w:rsidRPr="00F95FBD">
              <w:rPr>
                <w:highlight w:val="yellow"/>
              </w:rPr>
              <w:t>[VLOŽÍ ZHOTOVITEL]</w:t>
            </w:r>
          </w:p>
        </w:tc>
        <w:tc>
          <w:tcPr>
            <w:tcW w:w="3129" w:type="dxa"/>
          </w:tcPr>
          <w:p w14:paraId="6C2D5F2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23A7CAB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A39B298" w14:textId="77777777" w:rsidR="00F95FBD" w:rsidRPr="00F95FBD" w:rsidRDefault="00F95FBD" w:rsidP="00D701DC">
      <w:pPr>
        <w:pStyle w:val="Textbezodsazen"/>
      </w:pPr>
    </w:p>
    <w:p w14:paraId="72854510" w14:textId="77777777" w:rsidR="00F95FBD" w:rsidRPr="00F95FBD" w:rsidRDefault="00F95FBD" w:rsidP="00D701DC">
      <w:pPr>
        <w:pStyle w:val="Textbezodsazen"/>
      </w:pPr>
    </w:p>
    <w:p w14:paraId="7DB75A77" w14:textId="77777777" w:rsidR="00F95FBD" w:rsidRDefault="00F95FBD" w:rsidP="00D701DC">
      <w:pPr>
        <w:pStyle w:val="Textbezodsazen"/>
      </w:pPr>
    </w:p>
    <w:p w14:paraId="7E16778B" w14:textId="77777777" w:rsidR="00DD4862" w:rsidRDefault="00DD4862" w:rsidP="00D701DC">
      <w:pPr>
        <w:pStyle w:val="Textbezodsazen"/>
      </w:pPr>
    </w:p>
    <w:p w14:paraId="3EF51A7D" w14:textId="77777777" w:rsidR="00DD4862" w:rsidRDefault="00DD4862" w:rsidP="00D701DC">
      <w:pPr>
        <w:pStyle w:val="Textbezodsazen"/>
      </w:pPr>
    </w:p>
    <w:p w14:paraId="5C060526" w14:textId="77777777" w:rsidR="00DD4862" w:rsidRDefault="00DD4862" w:rsidP="00D701DC">
      <w:pPr>
        <w:pStyle w:val="Textbezodsazen"/>
      </w:pPr>
    </w:p>
    <w:p w14:paraId="6E00778A" w14:textId="77777777" w:rsidR="00DD4862" w:rsidRDefault="00DD4862" w:rsidP="00D701DC">
      <w:pPr>
        <w:pStyle w:val="Textbezodsazen"/>
      </w:pPr>
    </w:p>
    <w:p w14:paraId="22F6E930" w14:textId="77777777" w:rsidR="00DD4862" w:rsidRDefault="00DD4862" w:rsidP="00D701DC">
      <w:pPr>
        <w:pStyle w:val="Textbezodsazen"/>
      </w:pPr>
    </w:p>
    <w:p w14:paraId="755C9A3F" w14:textId="77777777" w:rsidR="00DD4862" w:rsidRDefault="00DD4862" w:rsidP="00D701DC">
      <w:pPr>
        <w:pStyle w:val="Textbezodsazen"/>
      </w:pPr>
    </w:p>
    <w:p w14:paraId="7C964B7C" w14:textId="77777777" w:rsidR="00DD4862" w:rsidRDefault="00DD4862" w:rsidP="00D701DC">
      <w:pPr>
        <w:pStyle w:val="Textbezodsazen"/>
      </w:pPr>
    </w:p>
    <w:p w14:paraId="2CDAC3C4" w14:textId="77777777" w:rsidR="00DD4862" w:rsidRDefault="00DD4862" w:rsidP="00D701DC">
      <w:pPr>
        <w:pStyle w:val="Textbezodsazen"/>
      </w:pPr>
    </w:p>
    <w:p w14:paraId="5F950972" w14:textId="77777777" w:rsidR="00DD4862" w:rsidRDefault="00DD4862" w:rsidP="00D701DC">
      <w:pPr>
        <w:pStyle w:val="Textbezodsazen"/>
      </w:pPr>
    </w:p>
    <w:p w14:paraId="7398530C" w14:textId="77777777" w:rsidR="00DD4862" w:rsidRDefault="00DD4862" w:rsidP="00D701DC">
      <w:pPr>
        <w:pStyle w:val="Textbezodsazen"/>
      </w:pPr>
    </w:p>
    <w:p w14:paraId="35B6DE22" w14:textId="77777777" w:rsidR="00DD4862" w:rsidRDefault="00DD4862" w:rsidP="00D701DC">
      <w:pPr>
        <w:pStyle w:val="Textbezodsazen"/>
      </w:pPr>
    </w:p>
    <w:p w14:paraId="4374920C" w14:textId="77777777" w:rsidR="00DD4862" w:rsidRDefault="00DD4862" w:rsidP="00D701DC">
      <w:pPr>
        <w:pStyle w:val="Textbezodsazen"/>
      </w:pPr>
    </w:p>
    <w:p w14:paraId="6A13AC13" w14:textId="77777777" w:rsidR="00DD4862" w:rsidRDefault="00DD4862" w:rsidP="00D701DC">
      <w:pPr>
        <w:pStyle w:val="Textbezodsazen"/>
      </w:pPr>
    </w:p>
    <w:p w14:paraId="0FBD4D51" w14:textId="77777777" w:rsidR="00DD4862" w:rsidRDefault="00DD4862" w:rsidP="00D701DC">
      <w:pPr>
        <w:pStyle w:val="Textbezodsazen"/>
      </w:pPr>
    </w:p>
    <w:p w14:paraId="6C4BCBEE" w14:textId="77777777" w:rsidR="00DD4862" w:rsidRDefault="00DD4862" w:rsidP="00D701DC">
      <w:pPr>
        <w:pStyle w:val="Textbezodsazen"/>
      </w:pPr>
    </w:p>
    <w:p w14:paraId="32DB4972" w14:textId="77777777" w:rsidR="00F95FBD" w:rsidRDefault="00F95FBD" w:rsidP="00D701DC">
      <w:pPr>
        <w:pStyle w:val="Textbezodsazen"/>
      </w:pPr>
    </w:p>
    <w:p w14:paraId="725CD46A" w14:textId="77777777" w:rsidR="00F35806" w:rsidRDefault="00F35806" w:rsidP="00165977">
      <w:pPr>
        <w:pStyle w:val="Tabulka"/>
        <w:sectPr w:rsidR="00F35806" w:rsidSect="00F13FDA">
          <w:headerReference w:type="default" r:id="rId36"/>
          <w:footerReference w:type="even" r:id="rId37"/>
          <w:footerReference w:type="default" r:id="rId38"/>
          <w:pgSz w:w="11906" w:h="16838" w:code="9"/>
          <w:pgMar w:top="1077" w:right="1588" w:bottom="1474" w:left="1588" w:header="595" w:footer="624" w:gutter="0"/>
          <w:pgNumType w:start="1"/>
          <w:cols w:space="708"/>
          <w:docGrid w:linePitch="360"/>
        </w:sectPr>
      </w:pPr>
    </w:p>
    <w:p w14:paraId="652F9E47" w14:textId="77777777" w:rsidR="00F35806" w:rsidRDefault="00F35806" w:rsidP="00F35806">
      <w:pPr>
        <w:pStyle w:val="Nadpisbezsl1-1"/>
      </w:pPr>
      <w:r>
        <w:lastRenderedPageBreak/>
        <w:t>Příloha č. 9</w:t>
      </w:r>
    </w:p>
    <w:p w14:paraId="6ED808DE" w14:textId="77777777" w:rsidR="00F35806" w:rsidRDefault="00F35806" w:rsidP="00F35806">
      <w:pPr>
        <w:pStyle w:val="Nadpisbezsl1-2"/>
      </w:pPr>
      <w:r>
        <w:t>Zmocnění Vedoucího Zhotovitele</w:t>
      </w:r>
    </w:p>
    <w:p w14:paraId="70D92F3F" w14:textId="77777777" w:rsidR="00F35806" w:rsidRDefault="00F35806" w:rsidP="00F35806">
      <w:pPr>
        <w:pStyle w:val="Nadpisbezsl1-2"/>
      </w:pPr>
    </w:p>
    <w:p w14:paraId="56F674CD" w14:textId="77777777" w:rsidR="00F35806" w:rsidRDefault="00F35806" w:rsidP="00F35806">
      <w:pPr>
        <w:pStyle w:val="Nadpisbezsl1-2"/>
      </w:pPr>
    </w:p>
    <w:p w14:paraId="47EBD27C" w14:textId="77777777" w:rsidR="00F35806" w:rsidRDefault="00F35806" w:rsidP="00F35806">
      <w:pPr>
        <w:pStyle w:val="Nadpisbezsl1-2"/>
      </w:pPr>
    </w:p>
    <w:p w14:paraId="3CF6BC1C" w14:textId="77777777" w:rsidR="00F35806" w:rsidRDefault="00F35806" w:rsidP="00F35806">
      <w:pPr>
        <w:pStyle w:val="Nadpisbezsl1-2"/>
      </w:pPr>
    </w:p>
    <w:p w14:paraId="609B4893" w14:textId="77777777" w:rsidR="00F35806" w:rsidRDefault="00F35806" w:rsidP="00F35806">
      <w:pPr>
        <w:pStyle w:val="Nadpisbezsl1-2"/>
      </w:pPr>
    </w:p>
    <w:p w14:paraId="403C1767" w14:textId="77777777" w:rsidR="00F35806" w:rsidRDefault="00F35806" w:rsidP="00F35806">
      <w:pPr>
        <w:pStyle w:val="Nadpisbezsl1-2"/>
      </w:pPr>
    </w:p>
    <w:p w14:paraId="5C5AA8C0" w14:textId="77777777" w:rsidR="00F35806" w:rsidRDefault="00F35806" w:rsidP="00F35806">
      <w:pPr>
        <w:pStyle w:val="Nadpisbezsl1-2"/>
      </w:pPr>
    </w:p>
    <w:p w14:paraId="1D08C1E4" w14:textId="77777777" w:rsidR="00F35806" w:rsidRDefault="00F35806" w:rsidP="00F35806">
      <w:pPr>
        <w:pStyle w:val="Nadpisbezsl1-2"/>
      </w:pPr>
    </w:p>
    <w:p w14:paraId="74031022" w14:textId="77777777" w:rsidR="00F35806" w:rsidRDefault="00F35806" w:rsidP="00F35806">
      <w:pPr>
        <w:pStyle w:val="Nadpisbezsl1-2"/>
      </w:pPr>
    </w:p>
    <w:p w14:paraId="348ECD0E" w14:textId="77777777" w:rsidR="00F35806" w:rsidRDefault="00F35806" w:rsidP="00F35806">
      <w:pPr>
        <w:pStyle w:val="Nadpisbezsl1-2"/>
      </w:pPr>
    </w:p>
    <w:p w14:paraId="655D70B8" w14:textId="77777777" w:rsidR="00F35806" w:rsidRDefault="00F35806" w:rsidP="00F35806">
      <w:pPr>
        <w:pStyle w:val="Nadpisbezsl1-2"/>
      </w:pPr>
    </w:p>
    <w:p w14:paraId="4CBA2C7E" w14:textId="77777777" w:rsidR="00F35806" w:rsidRDefault="00F35806" w:rsidP="00F35806">
      <w:pPr>
        <w:pStyle w:val="Nadpisbezsl1-2"/>
      </w:pPr>
    </w:p>
    <w:p w14:paraId="1D49BBF6" w14:textId="77777777" w:rsidR="00F35806" w:rsidRDefault="00F35806" w:rsidP="00F35806">
      <w:pPr>
        <w:pStyle w:val="Nadpisbezsl1-2"/>
      </w:pPr>
    </w:p>
    <w:p w14:paraId="30BC8C35" w14:textId="77777777" w:rsidR="00F35806" w:rsidRDefault="00F35806" w:rsidP="00F35806">
      <w:pPr>
        <w:pStyle w:val="Nadpisbezsl1-2"/>
      </w:pPr>
    </w:p>
    <w:p w14:paraId="4C5B9DCD" w14:textId="77777777" w:rsidR="00F35806" w:rsidRDefault="00F35806" w:rsidP="00F35806">
      <w:pPr>
        <w:pStyle w:val="Nadpisbezsl1-2"/>
      </w:pPr>
    </w:p>
    <w:p w14:paraId="71C1A56D" w14:textId="77777777" w:rsidR="00F35806" w:rsidRDefault="00F35806" w:rsidP="00F35806">
      <w:pPr>
        <w:pStyle w:val="Nadpisbezsl1-2"/>
      </w:pPr>
    </w:p>
    <w:p w14:paraId="2CF42C47" w14:textId="77777777" w:rsidR="00F35806" w:rsidRDefault="00F35806" w:rsidP="00F35806">
      <w:pPr>
        <w:pStyle w:val="Nadpisbezsl1-2"/>
      </w:pPr>
    </w:p>
    <w:p w14:paraId="2E536601" w14:textId="77777777" w:rsidR="00F35806" w:rsidRDefault="00F35806" w:rsidP="00F35806">
      <w:pPr>
        <w:pStyle w:val="Nadpisbezsl1-2"/>
      </w:pPr>
    </w:p>
    <w:p w14:paraId="507CEF68" w14:textId="77777777" w:rsidR="00F35806" w:rsidRDefault="00F35806" w:rsidP="00F35806">
      <w:pPr>
        <w:pStyle w:val="Nadpisbezsl1-2"/>
      </w:pPr>
    </w:p>
    <w:p w14:paraId="63F947B7" w14:textId="77777777" w:rsidR="00F35806" w:rsidRDefault="00F35806" w:rsidP="00F35806">
      <w:pPr>
        <w:pStyle w:val="Nadpisbezsl1-2"/>
      </w:pPr>
    </w:p>
    <w:p w14:paraId="6D4116A3" w14:textId="77777777" w:rsidR="00F35806" w:rsidRDefault="00F35806" w:rsidP="00F35806">
      <w:pPr>
        <w:pStyle w:val="Nadpisbezsl1-2"/>
      </w:pPr>
    </w:p>
    <w:p w14:paraId="750E5F47" w14:textId="77777777" w:rsidR="00F35806" w:rsidRDefault="00F35806" w:rsidP="00F35806">
      <w:pPr>
        <w:pStyle w:val="Nadpisbezsl1-2"/>
      </w:pPr>
    </w:p>
    <w:p w14:paraId="436A0E92" w14:textId="77777777" w:rsidR="00F35806" w:rsidRDefault="00F35806" w:rsidP="00F35806">
      <w:pPr>
        <w:pStyle w:val="Nadpisbezsl1-2"/>
      </w:pPr>
    </w:p>
    <w:p w14:paraId="56BDC08B" w14:textId="77777777" w:rsidR="00F35806" w:rsidRDefault="00F35806" w:rsidP="00F35806">
      <w:pPr>
        <w:pStyle w:val="Nadpisbezsl1-2"/>
      </w:pPr>
    </w:p>
    <w:p w14:paraId="4890759A" w14:textId="77777777" w:rsidR="00F35806" w:rsidRDefault="00F35806" w:rsidP="00F35806">
      <w:pPr>
        <w:pStyle w:val="Nadpisbezsl1-2"/>
      </w:pPr>
    </w:p>
    <w:p w14:paraId="6B522938" w14:textId="737BE067" w:rsidR="00F35806" w:rsidRDefault="00F35806" w:rsidP="00165977">
      <w:pPr>
        <w:pStyle w:val="Tabulka"/>
        <w:sectPr w:rsidR="00F35806" w:rsidSect="00F13FDA">
          <w:footerReference w:type="default" r:id="rId39"/>
          <w:pgSz w:w="11906" w:h="16838" w:code="9"/>
          <w:pgMar w:top="1077" w:right="1588" w:bottom="1474" w:left="1588" w:header="595" w:footer="624" w:gutter="0"/>
          <w:pgNumType w:start="1"/>
          <w:cols w:space="708"/>
          <w:docGrid w:linePitch="360"/>
        </w:sectPr>
      </w:pPr>
    </w:p>
    <w:p w14:paraId="4E9D4ABA" w14:textId="77777777" w:rsidR="00F35806" w:rsidRDefault="00F35806" w:rsidP="00F35806">
      <w:pPr>
        <w:pStyle w:val="Nadpisbezsl1-1"/>
      </w:pPr>
      <w:r>
        <w:lastRenderedPageBreak/>
        <w:t>Příloha č. 10</w:t>
      </w:r>
    </w:p>
    <w:p w14:paraId="0348950B" w14:textId="77777777" w:rsidR="00F35806" w:rsidRPr="00BF5CC1" w:rsidRDefault="00F35806" w:rsidP="00F35806">
      <w:pPr>
        <w:pStyle w:val="Nadpisbezsl1-2"/>
      </w:pPr>
    </w:p>
    <w:p w14:paraId="128A87D0" w14:textId="77777777" w:rsidR="00F35806" w:rsidRPr="009B774A" w:rsidRDefault="00F35806" w:rsidP="00F35806">
      <w:pPr>
        <w:keepNext/>
        <w:spacing w:after="60"/>
        <w:outlineLvl w:val="3"/>
        <w:rPr>
          <w:rFonts w:eastAsia="Times New Roman"/>
          <w:b/>
          <w:bCs/>
        </w:rPr>
      </w:pPr>
      <w:r w:rsidRPr="009B774A">
        <w:rPr>
          <w:rFonts w:eastAsia="Times New Roman"/>
          <w:b/>
          <w:bCs/>
        </w:rPr>
        <w:t>Osvědčení Správy železnic o řádném poskytnutí a dokončení stavebních prací</w:t>
      </w:r>
    </w:p>
    <w:p w14:paraId="6788EE9C" w14:textId="77777777" w:rsidR="00F35806" w:rsidRPr="00651F0E" w:rsidRDefault="00F35806" w:rsidP="00F35806">
      <w:pPr>
        <w:keepNext/>
        <w:spacing w:after="60"/>
        <w:outlineLvl w:val="3"/>
        <w:rPr>
          <w:rFonts w:eastAsia="Times New Roman"/>
          <w:bCs/>
        </w:rPr>
      </w:pPr>
      <w:proofErr w:type="gramStart"/>
      <w:r w:rsidRPr="00651F0E">
        <w:rPr>
          <w:rFonts w:eastAsia="Times New Roman"/>
          <w:bCs/>
        </w:rPr>
        <w:t>č.j.</w:t>
      </w:r>
      <w:proofErr w:type="gramEnd"/>
      <w:r w:rsidRPr="00651F0E">
        <w:rPr>
          <w:rFonts w:eastAsia="Times New Roman"/>
          <w:bCs/>
        </w:rPr>
        <w:t xml:space="preserve"> [●]</w:t>
      </w:r>
    </w:p>
    <w:tbl>
      <w:tblPr>
        <w:tblStyle w:val="Mkatabulky"/>
        <w:tblW w:w="5000" w:type="pct"/>
        <w:tblLook w:val="04A0" w:firstRow="1" w:lastRow="0" w:firstColumn="1" w:lastColumn="0" w:noHBand="0" w:noVBand="1"/>
      </w:tblPr>
      <w:tblGrid>
        <w:gridCol w:w="4454"/>
        <w:gridCol w:w="4266"/>
      </w:tblGrid>
      <w:tr w:rsidR="00F35806" w:rsidRPr="009B2848" w14:paraId="388FB699" w14:textId="77777777" w:rsidTr="00C7012B">
        <w:tc>
          <w:tcPr>
            <w:tcW w:w="2554" w:type="pct"/>
            <w:shd w:val="clear" w:color="auto" w:fill="FFBFBF" w:themeFill="accent6" w:themeFillTint="33"/>
            <w:vAlign w:val="center"/>
          </w:tcPr>
          <w:p w14:paraId="0B36C26C" w14:textId="77777777" w:rsidR="00F35806" w:rsidRPr="009B2848" w:rsidRDefault="00F35806" w:rsidP="00C7012B">
            <w:pPr>
              <w:keepNext/>
              <w:spacing w:after="60"/>
              <w:outlineLvl w:val="3"/>
              <w:rPr>
                <w:rFonts w:eastAsia="Times New Roman"/>
                <w:b/>
                <w:bCs/>
                <w:sz w:val="16"/>
                <w:vertAlign w:val="superscript"/>
              </w:rPr>
            </w:pPr>
            <w:r w:rsidRPr="009B2848">
              <w:rPr>
                <w:rFonts w:eastAsia="Times New Roman"/>
                <w:b/>
                <w:bCs/>
              </w:rPr>
              <w:t>Název zakázky:</w:t>
            </w:r>
          </w:p>
        </w:tc>
        <w:tc>
          <w:tcPr>
            <w:tcW w:w="2446" w:type="pct"/>
            <w:vAlign w:val="center"/>
          </w:tcPr>
          <w:p w14:paraId="4ECD645A" w14:textId="77777777" w:rsidR="00F35806" w:rsidRPr="009B2848" w:rsidRDefault="00F35806" w:rsidP="00C7012B">
            <w:pPr>
              <w:keepNext/>
              <w:spacing w:after="60"/>
              <w:jc w:val="center"/>
              <w:outlineLvl w:val="3"/>
              <w:rPr>
                <w:rFonts w:eastAsia="Times New Roman"/>
                <w:bCs/>
              </w:rPr>
            </w:pPr>
          </w:p>
        </w:tc>
      </w:tr>
      <w:tr w:rsidR="00F35806" w:rsidRPr="009B2848" w14:paraId="3C200912" w14:textId="77777777" w:rsidTr="00C7012B">
        <w:tc>
          <w:tcPr>
            <w:tcW w:w="2554" w:type="pct"/>
            <w:shd w:val="clear" w:color="auto" w:fill="FFBFBF" w:themeFill="accent6" w:themeFillTint="33"/>
            <w:vAlign w:val="center"/>
          </w:tcPr>
          <w:p w14:paraId="7C5CE69E" w14:textId="77777777" w:rsidR="00F35806" w:rsidRPr="009B2848" w:rsidRDefault="00F35806" w:rsidP="00C7012B">
            <w:pPr>
              <w:keepNext/>
              <w:spacing w:after="60"/>
              <w:outlineLvl w:val="3"/>
              <w:rPr>
                <w:rFonts w:eastAsia="Times New Roman"/>
                <w:b/>
                <w:bCs/>
                <w:sz w:val="16"/>
                <w:vertAlign w:val="superscript"/>
              </w:rPr>
            </w:pPr>
            <w:r w:rsidRPr="009B2848">
              <w:rPr>
                <w:rFonts w:eastAsia="Times New Roman"/>
                <w:b/>
                <w:bCs/>
              </w:rPr>
              <w:t>Číslo smlouvy Správy železnic (CES):</w:t>
            </w:r>
          </w:p>
        </w:tc>
        <w:tc>
          <w:tcPr>
            <w:tcW w:w="2446" w:type="pct"/>
            <w:vAlign w:val="center"/>
          </w:tcPr>
          <w:p w14:paraId="13082FD7" w14:textId="77777777" w:rsidR="00F35806" w:rsidRPr="009B2848" w:rsidRDefault="00F35806" w:rsidP="00C7012B">
            <w:pPr>
              <w:keepNext/>
              <w:spacing w:after="60"/>
              <w:jc w:val="center"/>
              <w:outlineLvl w:val="3"/>
              <w:rPr>
                <w:rFonts w:eastAsia="Times New Roman"/>
                <w:bCs/>
              </w:rPr>
            </w:pPr>
          </w:p>
        </w:tc>
      </w:tr>
      <w:tr w:rsidR="00F35806" w:rsidRPr="009B2848" w14:paraId="203C78E6" w14:textId="77777777" w:rsidTr="00C7012B">
        <w:tc>
          <w:tcPr>
            <w:tcW w:w="2554" w:type="pct"/>
            <w:shd w:val="clear" w:color="auto" w:fill="FFBFBF" w:themeFill="accent6" w:themeFillTint="33"/>
            <w:vAlign w:val="center"/>
          </w:tcPr>
          <w:p w14:paraId="3408D9B2" w14:textId="77777777" w:rsidR="00F35806" w:rsidRPr="009B2848" w:rsidRDefault="00F35806" w:rsidP="00C7012B">
            <w:pPr>
              <w:keepNext/>
              <w:spacing w:after="60"/>
              <w:outlineLvl w:val="3"/>
              <w:rPr>
                <w:rFonts w:eastAsia="Times New Roman"/>
                <w:b/>
                <w:bCs/>
                <w:vertAlign w:val="superscript"/>
              </w:rPr>
            </w:pPr>
            <w:r w:rsidRPr="009B2848">
              <w:rPr>
                <w:rFonts w:eastAsia="Times New Roman"/>
                <w:b/>
                <w:bCs/>
              </w:rPr>
              <w:t>Objednatel:</w:t>
            </w:r>
          </w:p>
        </w:tc>
        <w:tc>
          <w:tcPr>
            <w:tcW w:w="2446" w:type="pct"/>
            <w:vAlign w:val="center"/>
          </w:tcPr>
          <w:p w14:paraId="5294598E" w14:textId="77777777" w:rsidR="00F35806" w:rsidRPr="009B2848" w:rsidRDefault="00F35806" w:rsidP="00C7012B">
            <w:pPr>
              <w:keepNext/>
              <w:spacing w:after="60"/>
              <w:jc w:val="center"/>
              <w:outlineLvl w:val="3"/>
              <w:rPr>
                <w:rFonts w:eastAsia="Times New Roman"/>
                <w:bCs/>
              </w:rPr>
            </w:pPr>
          </w:p>
        </w:tc>
      </w:tr>
      <w:tr w:rsidR="00F35806" w:rsidRPr="009B2848" w14:paraId="588E0A6B" w14:textId="77777777" w:rsidTr="00C7012B">
        <w:tc>
          <w:tcPr>
            <w:tcW w:w="2554" w:type="pct"/>
            <w:shd w:val="clear" w:color="auto" w:fill="FFBFBF" w:themeFill="accent6" w:themeFillTint="33"/>
            <w:vAlign w:val="center"/>
          </w:tcPr>
          <w:p w14:paraId="4AF6E100" w14:textId="77777777" w:rsidR="00F35806" w:rsidRPr="009B2848" w:rsidRDefault="00F35806" w:rsidP="00C7012B">
            <w:pPr>
              <w:keepNext/>
              <w:spacing w:after="60"/>
              <w:ind w:firstLine="22"/>
              <w:outlineLvl w:val="3"/>
              <w:rPr>
                <w:rFonts w:eastAsia="Times New Roman"/>
                <w:b/>
                <w:bCs/>
              </w:rPr>
            </w:pPr>
            <w:r w:rsidRPr="009B2848">
              <w:rPr>
                <w:rFonts w:eastAsia="Times New Roman"/>
                <w:b/>
                <w:bCs/>
              </w:rPr>
              <w:t>Datum zahájení prací:</w:t>
            </w:r>
          </w:p>
        </w:tc>
        <w:tc>
          <w:tcPr>
            <w:tcW w:w="2446" w:type="pct"/>
            <w:vAlign w:val="center"/>
          </w:tcPr>
          <w:p w14:paraId="7C22A7D8" w14:textId="77777777" w:rsidR="00F35806" w:rsidRPr="009B2848" w:rsidRDefault="00F35806" w:rsidP="00C7012B">
            <w:pPr>
              <w:keepNext/>
              <w:spacing w:after="60"/>
              <w:jc w:val="center"/>
              <w:outlineLvl w:val="3"/>
              <w:rPr>
                <w:rFonts w:eastAsia="Times New Roman"/>
                <w:bCs/>
              </w:rPr>
            </w:pPr>
          </w:p>
        </w:tc>
      </w:tr>
      <w:tr w:rsidR="00F35806" w:rsidRPr="009B2848" w14:paraId="208757E1" w14:textId="77777777" w:rsidTr="00C7012B">
        <w:tc>
          <w:tcPr>
            <w:tcW w:w="2500" w:type="pct"/>
            <w:shd w:val="clear" w:color="auto" w:fill="FFBFBF" w:themeFill="accent6" w:themeFillTint="33"/>
            <w:vAlign w:val="center"/>
          </w:tcPr>
          <w:p w14:paraId="5C329BF0" w14:textId="77777777" w:rsidR="00F35806" w:rsidRPr="009B2848" w:rsidRDefault="00F35806" w:rsidP="00C7012B">
            <w:pPr>
              <w:keepNext/>
              <w:spacing w:after="60"/>
              <w:outlineLvl w:val="3"/>
              <w:rPr>
                <w:rFonts w:eastAsia="Times New Roman"/>
                <w:bCs/>
              </w:rPr>
            </w:pPr>
            <w:r w:rsidRPr="009B2848">
              <w:rPr>
                <w:rFonts w:eastAsia="Times New Roman"/>
                <w:b/>
                <w:bCs/>
              </w:rPr>
              <w:t>Datum dokončení prací</w:t>
            </w:r>
            <w:r w:rsidRPr="009B2848">
              <w:rPr>
                <w:rFonts w:eastAsia="Times New Roman"/>
                <w:bCs/>
              </w:rPr>
              <w:t xml:space="preserve"> (stavebních nebo technologických):</w:t>
            </w:r>
          </w:p>
        </w:tc>
        <w:tc>
          <w:tcPr>
            <w:tcW w:w="2446" w:type="pct"/>
            <w:vAlign w:val="center"/>
          </w:tcPr>
          <w:p w14:paraId="1C9523B3" w14:textId="77777777" w:rsidR="00F35806" w:rsidRPr="009B2848" w:rsidRDefault="00F35806" w:rsidP="00C7012B">
            <w:pPr>
              <w:keepNext/>
              <w:spacing w:after="60"/>
              <w:jc w:val="center"/>
              <w:outlineLvl w:val="3"/>
              <w:rPr>
                <w:rFonts w:eastAsia="Times New Roman"/>
                <w:bCs/>
              </w:rPr>
            </w:pPr>
          </w:p>
        </w:tc>
      </w:tr>
      <w:tr w:rsidR="00F35806" w:rsidRPr="009B2848" w14:paraId="671F7E7E" w14:textId="77777777" w:rsidTr="00C7012B">
        <w:tc>
          <w:tcPr>
            <w:tcW w:w="2500" w:type="pct"/>
            <w:shd w:val="clear" w:color="auto" w:fill="FFBFBF" w:themeFill="accent6" w:themeFillTint="33"/>
            <w:vAlign w:val="center"/>
          </w:tcPr>
          <w:p w14:paraId="03432204" w14:textId="77777777" w:rsidR="00F35806" w:rsidRPr="009B2848" w:rsidRDefault="00F35806" w:rsidP="00C7012B">
            <w:pPr>
              <w:keepNext/>
              <w:spacing w:after="60"/>
              <w:outlineLvl w:val="3"/>
              <w:rPr>
                <w:rFonts w:eastAsia="Times New Roman"/>
                <w:b/>
                <w:bCs/>
              </w:rPr>
            </w:pPr>
            <w:r w:rsidRPr="009B2848">
              <w:rPr>
                <w:rFonts w:eastAsia="Times New Roman"/>
                <w:b/>
                <w:bCs/>
              </w:rPr>
              <w:t>Uvedení poslední části stavby do zkušebního provozu:</w:t>
            </w:r>
          </w:p>
        </w:tc>
        <w:tc>
          <w:tcPr>
            <w:tcW w:w="2446" w:type="pct"/>
            <w:vAlign w:val="center"/>
          </w:tcPr>
          <w:p w14:paraId="417CADAC" w14:textId="77777777" w:rsidR="00F35806" w:rsidRPr="009B2848" w:rsidRDefault="00F35806" w:rsidP="00C7012B">
            <w:pPr>
              <w:keepNext/>
              <w:spacing w:after="60"/>
              <w:jc w:val="center"/>
              <w:outlineLvl w:val="3"/>
              <w:rPr>
                <w:rFonts w:eastAsia="Times New Roman"/>
                <w:bCs/>
              </w:rPr>
            </w:pPr>
          </w:p>
        </w:tc>
      </w:tr>
      <w:tr w:rsidR="00F35806" w:rsidRPr="009B2848" w14:paraId="75FF0CA5" w14:textId="77777777" w:rsidTr="00C7012B">
        <w:tc>
          <w:tcPr>
            <w:tcW w:w="2500" w:type="pct"/>
            <w:shd w:val="clear" w:color="auto" w:fill="FFBFBF" w:themeFill="accent6" w:themeFillTint="33"/>
            <w:vAlign w:val="center"/>
          </w:tcPr>
          <w:p w14:paraId="3E44A4E7" w14:textId="77777777" w:rsidR="00F35806" w:rsidRPr="009B2848" w:rsidRDefault="00F35806" w:rsidP="00C7012B">
            <w:pPr>
              <w:keepNext/>
              <w:spacing w:after="60"/>
              <w:outlineLvl w:val="3"/>
              <w:rPr>
                <w:rFonts w:eastAsia="Times New Roman"/>
                <w:bCs/>
              </w:rPr>
            </w:pPr>
            <w:r w:rsidRPr="009B2848">
              <w:rPr>
                <w:rFonts w:eastAsia="Times New Roman"/>
                <w:b/>
                <w:bCs/>
              </w:rPr>
              <w:t>Datum dokončení díla</w:t>
            </w:r>
            <w:r w:rsidRPr="009B2848">
              <w:rPr>
                <w:rFonts w:eastAsia="Times New Roman"/>
                <w:bCs/>
              </w:rPr>
              <w:t xml:space="preserve"> (vč. dokumentace):</w:t>
            </w:r>
          </w:p>
        </w:tc>
        <w:tc>
          <w:tcPr>
            <w:tcW w:w="2446" w:type="pct"/>
            <w:vAlign w:val="center"/>
          </w:tcPr>
          <w:p w14:paraId="6A7718CB" w14:textId="77777777" w:rsidR="00F35806" w:rsidRPr="009B2848" w:rsidRDefault="00F35806" w:rsidP="00C7012B">
            <w:pPr>
              <w:keepNext/>
              <w:spacing w:after="60"/>
              <w:jc w:val="center"/>
              <w:outlineLvl w:val="3"/>
              <w:rPr>
                <w:rFonts w:eastAsia="Times New Roman"/>
                <w:bCs/>
              </w:rPr>
            </w:pPr>
          </w:p>
        </w:tc>
      </w:tr>
      <w:tr w:rsidR="00F35806" w:rsidRPr="009B2848" w14:paraId="7BD53827" w14:textId="77777777" w:rsidTr="00C7012B">
        <w:tc>
          <w:tcPr>
            <w:tcW w:w="2500" w:type="pct"/>
            <w:shd w:val="clear" w:color="auto" w:fill="FFBFBF" w:themeFill="accent6" w:themeFillTint="33"/>
            <w:vAlign w:val="center"/>
          </w:tcPr>
          <w:p w14:paraId="5494FB2B" w14:textId="77777777" w:rsidR="00F35806" w:rsidRPr="009B2848" w:rsidRDefault="00F35806" w:rsidP="00C7012B">
            <w:pPr>
              <w:keepNext/>
              <w:spacing w:after="60"/>
              <w:outlineLvl w:val="3"/>
              <w:rPr>
                <w:rFonts w:eastAsia="Times New Roman"/>
                <w:bCs/>
              </w:rPr>
            </w:pPr>
            <w:r w:rsidRPr="009B2848">
              <w:rPr>
                <w:rFonts w:eastAsia="Times New Roman"/>
                <w:b/>
                <w:bCs/>
              </w:rPr>
              <w:t>Konečná cena díla celkem</w:t>
            </w:r>
            <w:r w:rsidRPr="009B2848">
              <w:rPr>
                <w:rFonts w:eastAsia="Times New Roman"/>
                <w:bCs/>
              </w:rPr>
              <w:t xml:space="preserve"> v Kč:</w:t>
            </w:r>
          </w:p>
        </w:tc>
        <w:tc>
          <w:tcPr>
            <w:tcW w:w="2446" w:type="pct"/>
            <w:vAlign w:val="center"/>
          </w:tcPr>
          <w:p w14:paraId="727489BE" w14:textId="77777777" w:rsidR="00F35806" w:rsidRPr="009B2848" w:rsidRDefault="00F35806" w:rsidP="00C7012B">
            <w:pPr>
              <w:keepNext/>
              <w:spacing w:after="60"/>
              <w:jc w:val="center"/>
              <w:outlineLvl w:val="3"/>
              <w:rPr>
                <w:rFonts w:eastAsia="Times New Roman"/>
                <w:bCs/>
              </w:rPr>
            </w:pPr>
          </w:p>
        </w:tc>
      </w:tr>
    </w:tbl>
    <w:tbl>
      <w:tblPr>
        <w:tblStyle w:val="Mkatabulky"/>
        <w:tblpPr w:leftFromText="141" w:rightFromText="141" w:vertAnchor="text" w:horzAnchor="margin" w:tblpXSpec="center" w:tblpY="351"/>
        <w:tblW w:w="5000" w:type="pct"/>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A0" w:firstRow="1" w:lastRow="0" w:firstColumn="1" w:lastColumn="0" w:noHBand="0" w:noVBand="1"/>
      </w:tblPr>
      <w:tblGrid>
        <w:gridCol w:w="4447"/>
        <w:gridCol w:w="4273"/>
      </w:tblGrid>
      <w:tr w:rsidR="00F35806" w:rsidRPr="00034484" w14:paraId="2D2D15F6" w14:textId="77777777" w:rsidTr="00C7012B">
        <w:tc>
          <w:tcPr>
            <w:tcW w:w="2519"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3DD8335E" w14:textId="77777777" w:rsidR="00F35806" w:rsidRPr="00034484" w:rsidRDefault="00F35806" w:rsidP="00C7012B">
            <w:pPr>
              <w:spacing w:after="60"/>
              <w:outlineLvl w:val="3"/>
              <w:rPr>
                <w:b/>
                <w:bCs/>
                <w:vertAlign w:val="superscript"/>
              </w:rPr>
            </w:pPr>
            <w:r w:rsidRPr="00034484">
              <w:rPr>
                <w:b/>
                <w:bCs/>
              </w:rPr>
              <w:t>Zhotovitel díla</w:t>
            </w:r>
            <w:r w:rsidRPr="00034484">
              <w:rPr>
                <w:bCs/>
              </w:rPr>
              <w:t xml:space="preserve"> (název dle SOD)</w:t>
            </w:r>
          </w:p>
        </w:tc>
        <w:tc>
          <w:tcPr>
            <w:tcW w:w="2481" w:type="pct"/>
            <w:tcBorders>
              <w:top w:val="single" w:sz="4" w:space="0" w:color="auto"/>
              <w:left w:val="single" w:sz="4" w:space="0" w:color="auto"/>
              <w:bottom w:val="single" w:sz="4" w:space="0" w:color="auto"/>
              <w:right w:val="single" w:sz="4" w:space="0" w:color="auto"/>
            </w:tcBorders>
            <w:vAlign w:val="center"/>
          </w:tcPr>
          <w:p w14:paraId="2A377916" w14:textId="77777777" w:rsidR="00F35806" w:rsidRPr="00034484" w:rsidRDefault="00F35806" w:rsidP="00C7012B">
            <w:pPr>
              <w:outlineLvl w:val="3"/>
              <w:rPr>
                <w:bCs/>
              </w:rPr>
            </w:pPr>
          </w:p>
        </w:tc>
      </w:tr>
      <w:tr w:rsidR="00F35806" w:rsidRPr="00034484" w14:paraId="3833CC95" w14:textId="77777777" w:rsidTr="00C7012B">
        <w:tc>
          <w:tcPr>
            <w:tcW w:w="255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35B05775" w14:textId="77777777" w:rsidR="00F35806" w:rsidRPr="00034484" w:rsidRDefault="00F35806" w:rsidP="00C7012B">
            <w:pPr>
              <w:spacing w:after="60"/>
              <w:outlineLvl w:val="3"/>
              <w:rPr>
                <w:b/>
                <w:bCs/>
                <w:vertAlign w:val="superscript"/>
              </w:rPr>
            </w:pPr>
            <w:r w:rsidRPr="00034484">
              <w:rPr>
                <w:b/>
                <w:bCs/>
              </w:rPr>
              <w:t>Správce/vedoucí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4917FC38" w14:textId="77777777" w:rsidR="00F35806" w:rsidRPr="00034484" w:rsidRDefault="00F35806" w:rsidP="00C7012B">
            <w:pPr>
              <w:outlineLvl w:val="3"/>
              <w:rPr>
                <w:bCs/>
              </w:rPr>
            </w:pPr>
          </w:p>
        </w:tc>
      </w:tr>
      <w:tr w:rsidR="00F35806" w:rsidRPr="00034484" w14:paraId="276BED02" w14:textId="77777777" w:rsidTr="00C7012B">
        <w:tc>
          <w:tcPr>
            <w:tcW w:w="25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363C3A9C" w14:textId="77777777" w:rsidR="00F35806" w:rsidRPr="00034484" w:rsidRDefault="00F35806" w:rsidP="00C7012B">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3FA13B47" w14:textId="77777777" w:rsidR="00F35806" w:rsidRPr="00034484" w:rsidRDefault="00F35806" w:rsidP="00C7012B">
            <w:pPr>
              <w:outlineLvl w:val="3"/>
              <w:rPr>
                <w:bCs/>
              </w:rPr>
            </w:pPr>
          </w:p>
        </w:tc>
      </w:tr>
      <w:tr w:rsidR="00F35806" w:rsidRPr="00034484" w14:paraId="1E2AFBEE" w14:textId="77777777" w:rsidTr="00C7012B">
        <w:tc>
          <w:tcPr>
            <w:tcW w:w="250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727033E0" w14:textId="77777777" w:rsidR="00F35806" w:rsidRPr="00034484" w:rsidRDefault="00F35806" w:rsidP="00C7012B">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55830385" w14:textId="77777777" w:rsidR="00F35806" w:rsidRPr="00034484" w:rsidRDefault="00F35806" w:rsidP="00C7012B">
            <w:pPr>
              <w:outlineLvl w:val="3"/>
              <w:rPr>
                <w:bCs/>
              </w:rPr>
            </w:pPr>
          </w:p>
        </w:tc>
      </w:tr>
      <w:tr w:rsidR="00F35806" w:rsidRPr="00034484" w14:paraId="2BCB2552" w14:textId="77777777" w:rsidTr="00C7012B">
        <w:tc>
          <w:tcPr>
            <w:tcW w:w="250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720FA18A" w14:textId="77777777" w:rsidR="00F35806" w:rsidRPr="00034484" w:rsidRDefault="00F35806" w:rsidP="00C7012B">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5CB5214B" w14:textId="77777777" w:rsidR="00F35806" w:rsidRPr="00034484" w:rsidRDefault="00F35806" w:rsidP="00C7012B">
            <w:pPr>
              <w:outlineLvl w:val="3"/>
              <w:rPr>
                <w:bCs/>
              </w:rPr>
            </w:pPr>
          </w:p>
        </w:tc>
      </w:tr>
      <w:tr w:rsidR="00F35806" w:rsidRPr="00034484" w14:paraId="6587DEAA" w14:textId="77777777" w:rsidTr="00C7012B">
        <w:tc>
          <w:tcPr>
            <w:tcW w:w="250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2B6383EC" w14:textId="77777777" w:rsidR="00F35806" w:rsidRPr="00034484" w:rsidRDefault="00F35806" w:rsidP="00C7012B">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23C8B300" w14:textId="77777777" w:rsidR="00F35806" w:rsidRPr="00034484" w:rsidRDefault="00F35806" w:rsidP="00C7012B">
            <w:pPr>
              <w:outlineLvl w:val="3"/>
              <w:rPr>
                <w:bCs/>
              </w:rPr>
            </w:pPr>
          </w:p>
        </w:tc>
      </w:tr>
      <w:tr w:rsidR="00F35806" w:rsidRPr="00034484" w14:paraId="7F0C81EA" w14:textId="77777777" w:rsidTr="00C7012B">
        <w:tc>
          <w:tcPr>
            <w:tcW w:w="2500" w:type="pct"/>
            <w:tcBorders>
              <w:top w:val="single" w:sz="4" w:space="0" w:color="auto"/>
              <w:bottom w:val="nil"/>
              <w:right w:val="nil"/>
            </w:tcBorders>
            <w:shd w:val="clear" w:color="auto" w:fill="auto"/>
            <w:vAlign w:val="center"/>
          </w:tcPr>
          <w:p w14:paraId="28760D88" w14:textId="77777777" w:rsidR="00F35806" w:rsidRPr="00034484" w:rsidRDefault="00F35806" w:rsidP="00C7012B">
            <w:pPr>
              <w:rPr>
                <w:b/>
                <w:bCs/>
              </w:rPr>
            </w:pPr>
          </w:p>
        </w:tc>
        <w:tc>
          <w:tcPr>
            <w:tcW w:w="2481" w:type="pct"/>
            <w:tcBorders>
              <w:top w:val="single" w:sz="4" w:space="0" w:color="auto"/>
              <w:left w:val="nil"/>
              <w:bottom w:val="nil"/>
            </w:tcBorders>
            <w:shd w:val="clear" w:color="auto" w:fill="auto"/>
            <w:vAlign w:val="center"/>
          </w:tcPr>
          <w:p w14:paraId="53F1D1DA" w14:textId="77777777" w:rsidR="00F35806" w:rsidRPr="00034484" w:rsidRDefault="00F35806" w:rsidP="00C7012B">
            <w:pPr>
              <w:rPr>
                <w:bCs/>
              </w:rPr>
            </w:pPr>
          </w:p>
        </w:tc>
      </w:tr>
    </w:tbl>
    <w:p w14:paraId="1DE0F987" w14:textId="77777777" w:rsidR="00F35806" w:rsidRDefault="00F35806" w:rsidP="00F35806">
      <w:pPr>
        <w:rPr>
          <w:b/>
          <w:bCs/>
        </w:rPr>
      </w:pPr>
    </w:p>
    <w:tbl>
      <w:tblPr>
        <w:tblStyle w:val="Mkatabulky"/>
        <w:tblW w:w="0" w:type="auto"/>
        <w:tblLook w:val="04A0" w:firstRow="1" w:lastRow="0" w:firstColumn="1" w:lastColumn="0" w:noHBand="0" w:noVBand="1"/>
      </w:tblPr>
      <w:tblGrid>
        <w:gridCol w:w="2950"/>
        <w:gridCol w:w="2885"/>
        <w:gridCol w:w="2885"/>
      </w:tblGrid>
      <w:tr w:rsidR="00F35806" w:rsidRPr="00034484" w14:paraId="66062BE8" w14:textId="77777777" w:rsidTr="00C7012B">
        <w:tc>
          <w:tcPr>
            <w:tcW w:w="2950" w:type="dxa"/>
            <w:shd w:val="clear" w:color="auto" w:fill="FFBFBF" w:themeFill="accent6" w:themeFillTint="33"/>
          </w:tcPr>
          <w:p w14:paraId="5AD16BE9" w14:textId="77777777" w:rsidR="00F35806" w:rsidRPr="00034484" w:rsidRDefault="00F35806" w:rsidP="00C7012B">
            <w:pPr>
              <w:spacing w:after="60"/>
              <w:outlineLvl w:val="3"/>
              <w:rPr>
                <w:bCs/>
              </w:rPr>
            </w:pPr>
            <w:r w:rsidRPr="00034484">
              <w:rPr>
                <w:b/>
                <w:bCs/>
              </w:rPr>
              <w:t>Identifikace poddodavatele</w:t>
            </w:r>
            <w:r w:rsidRPr="00034484">
              <w:rPr>
                <w:bCs/>
              </w:rPr>
              <w:t xml:space="preserve"> (obchodní firma, sídlo a IČO)</w:t>
            </w:r>
          </w:p>
        </w:tc>
        <w:tc>
          <w:tcPr>
            <w:tcW w:w="2885" w:type="dxa"/>
            <w:shd w:val="clear" w:color="auto" w:fill="FFBFBF" w:themeFill="accent6" w:themeFillTint="33"/>
          </w:tcPr>
          <w:p w14:paraId="2F25A881" w14:textId="77777777" w:rsidR="00F35806" w:rsidRPr="00034484" w:rsidRDefault="00F35806" w:rsidP="00C7012B">
            <w:pPr>
              <w:spacing w:after="60"/>
              <w:outlineLvl w:val="3"/>
              <w:rPr>
                <w:bCs/>
              </w:rPr>
            </w:pPr>
            <w:r w:rsidRPr="00034484">
              <w:rPr>
                <w:b/>
                <w:bCs/>
              </w:rPr>
              <w:t>Věcný rozsah poddodávky</w:t>
            </w:r>
            <w:r w:rsidRPr="00034484">
              <w:rPr>
                <w:bCs/>
              </w:rPr>
              <w:t xml:space="preserve"> (označení dle čísel a názvů jednotlivých PS a SO případně jiným vhodným způsobem, nelze-li označit dle SO a PS např. popis vykonaných činností nebo dodávek)</w:t>
            </w:r>
          </w:p>
        </w:tc>
        <w:tc>
          <w:tcPr>
            <w:tcW w:w="2885" w:type="dxa"/>
            <w:shd w:val="clear" w:color="auto" w:fill="FFBFBF" w:themeFill="accent6" w:themeFillTint="33"/>
          </w:tcPr>
          <w:p w14:paraId="52BE350E" w14:textId="77777777" w:rsidR="00F35806" w:rsidRPr="00034484" w:rsidRDefault="00F35806" w:rsidP="00C7012B">
            <w:pPr>
              <w:spacing w:after="60"/>
              <w:outlineLvl w:val="3"/>
              <w:rPr>
                <w:bCs/>
              </w:rPr>
            </w:pPr>
            <w:r w:rsidRPr="00034484">
              <w:rPr>
                <w:b/>
                <w:bCs/>
              </w:rPr>
              <w:t>Hodnota poddodávky</w:t>
            </w:r>
            <w:r w:rsidRPr="00034484">
              <w:rPr>
                <w:bCs/>
              </w:rPr>
              <w:t xml:space="preserve"> v % ze smluvní ceny díla a konkrétní částka v Kč </w:t>
            </w:r>
          </w:p>
        </w:tc>
      </w:tr>
      <w:tr w:rsidR="00F35806" w:rsidRPr="00034484" w14:paraId="512F09B4" w14:textId="77777777" w:rsidTr="00C7012B">
        <w:tc>
          <w:tcPr>
            <w:tcW w:w="2950" w:type="dxa"/>
            <w:vAlign w:val="center"/>
          </w:tcPr>
          <w:p w14:paraId="15CF4A9C" w14:textId="77777777" w:rsidR="00F35806" w:rsidRPr="00034484" w:rsidRDefault="00F35806" w:rsidP="00C7012B">
            <w:pPr>
              <w:spacing w:after="60"/>
              <w:outlineLvl w:val="3"/>
              <w:rPr>
                <w:bCs/>
              </w:rPr>
            </w:pPr>
          </w:p>
        </w:tc>
        <w:tc>
          <w:tcPr>
            <w:tcW w:w="2885" w:type="dxa"/>
            <w:vAlign w:val="center"/>
          </w:tcPr>
          <w:p w14:paraId="4C6E08A8" w14:textId="77777777" w:rsidR="00F35806" w:rsidRPr="00034484" w:rsidRDefault="00F35806" w:rsidP="00C7012B">
            <w:pPr>
              <w:spacing w:after="60"/>
              <w:outlineLvl w:val="3"/>
              <w:rPr>
                <w:bCs/>
              </w:rPr>
            </w:pPr>
          </w:p>
        </w:tc>
        <w:tc>
          <w:tcPr>
            <w:tcW w:w="2885" w:type="dxa"/>
            <w:vAlign w:val="center"/>
          </w:tcPr>
          <w:p w14:paraId="344EE189" w14:textId="77777777" w:rsidR="00F35806" w:rsidRPr="00034484" w:rsidRDefault="00F35806" w:rsidP="00C7012B">
            <w:pPr>
              <w:spacing w:after="60"/>
              <w:outlineLvl w:val="3"/>
              <w:rPr>
                <w:bCs/>
              </w:rPr>
            </w:pPr>
          </w:p>
        </w:tc>
      </w:tr>
      <w:tr w:rsidR="00F35806" w:rsidRPr="00034484" w14:paraId="6552581B" w14:textId="77777777" w:rsidTr="00C7012B">
        <w:tc>
          <w:tcPr>
            <w:tcW w:w="2950" w:type="dxa"/>
            <w:vAlign w:val="center"/>
          </w:tcPr>
          <w:p w14:paraId="14941C6E" w14:textId="77777777" w:rsidR="00F35806" w:rsidRPr="00034484" w:rsidRDefault="00F35806" w:rsidP="00C7012B">
            <w:pPr>
              <w:spacing w:after="60"/>
              <w:outlineLvl w:val="3"/>
              <w:rPr>
                <w:bCs/>
              </w:rPr>
            </w:pPr>
          </w:p>
        </w:tc>
        <w:tc>
          <w:tcPr>
            <w:tcW w:w="2885" w:type="dxa"/>
            <w:vAlign w:val="center"/>
          </w:tcPr>
          <w:p w14:paraId="111359DE" w14:textId="77777777" w:rsidR="00F35806" w:rsidRPr="00034484" w:rsidRDefault="00F35806" w:rsidP="00C7012B">
            <w:pPr>
              <w:spacing w:after="60"/>
              <w:outlineLvl w:val="3"/>
              <w:rPr>
                <w:bCs/>
              </w:rPr>
            </w:pPr>
          </w:p>
        </w:tc>
        <w:tc>
          <w:tcPr>
            <w:tcW w:w="2885" w:type="dxa"/>
            <w:vAlign w:val="center"/>
          </w:tcPr>
          <w:p w14:paraId="2E6B4C14" w14:textId="77777777" w:rsidR="00F35806" w:rsidRPr="00034484" w:rsidRDefault="00F35806" w:rsidP="00C7012B">
            <w:pPr>
              <w:spacing w:after="60"/>
              <w:outlineLvl w:val="3"/>
              <w:rPr>
                <w:bCs/>
              </w:rPr>
            </w:pPr>
          </w:p>
        </w:tc>
      </w:tr>
      <w:tr w:rsidR="00F35806" w:rsidRPr="00034484" w14:paraId="397E3304" w14:textId="77777777" w:rsidTr="00C7012B">
        <w:tc>
          <w:tcPr>
            <w:tcW w:w="2950" w:type="dxa"/>
            <w:vAlign w:val="center"/>
          </w:tcPr>
          <w:p w14:paraId="230AF088" w14:textId="77777777" w:rsidR="00F35806" w:rsidRPr="00034484" w:rsidRDefault="00F35806" w:rsidP="00C7012B">
            <w:pPr>
              <w:spacing w:after="60"/>
              <w:outlineLvl w:val="3"/>
              <w:rPr>
                <w:bCs/>
              </w:rPr>
            </w:pPr>
          </w:p>
        </w:tc>
        <w:tc>
          <w:tcPr>
            <w:tcW w:w="2885" w:type="dxa"/>
            <w:vAlign w:val="center"/>
          </w:tcPr>
          <w:p w14:paraId="75BA5A62" w14:textId="77777777" w:rsidR="00F35806" w:rsidRPr="00034484" w:rsidRDefault="00F35806" w:rsidP="00C7012B">
            <w:pPr>
              <w:spacing w:after="60"/>
              <w:outlineLvl w:val="3"/>
              <w:rPr>
                <w:bCs/>
              </w:rPr>
            </w:pPr>
          </w:p>
        </w:tc>
        <w:tc>
          <w:tcPr>
            <w:tcW w:w="2885" w:type="dxa"/>
            <w:vAlign w:val="center"/>
          </w:tcPr>
          <w:p w14:paraId="092A5EA9" w14:textId="77777777" w:rsidR="00F35806" w:rsidRPr="00034484" w:rsidRDefault="00F35806" w:rsidP="00C7012B">
            <w:pPr>
              <w:spacing w:after="60"/>
              <w:outlineLvl w:val="3"/>
              <w:rPr>
                <w:bCs/>
              </w:rPr>
            </w:pPr>
          </w:p>
        </w:tc>
      </w:tr>
      <w:tr w:rsidR="00F35806" w:rsidRPr="00034484" w14:paraId="6749A603" w14:textId="77777777" w:rsidTr="00C7012B">
        <w:tc>
          <w:tcPr>
            <w:tcW w:w="2950" w:type="dxa"/>
            <w:vAlign w:val="center"/>
          </w:tcPr>
          <w:p w14:paraId="3977EE14" w14:textId="77777777" w:rsidR="00F35806" w:rsidRPr="00034484" w:rsidRDefault="00F35806" w:rsidP="00C7012B">
            <w:pPr>
              <w:spacing w:after="60"/>
              <w:outlineLvl w:val="3"/>
              <w:rPr>
                <w:bCs/>
              </w:rPr>
            </w:pPr>
          </w:p>
        </w:tc>
        <w:tc>
          <w:tcPr>
            <w:tcW w:w="2885" w:type="dxa"/>
            <w:vAlign w:val="center"/>
          </w:tcPr>
          <w:p w14:paraId="48F555FF" w14:textId="77777777" w:rsidR="00F35806" w:rsidRPr="00034484" w:rsidRDefault="00F35806" w:rsidP="00C7012B">
            <w:pPr>
              <w:spacing w:after="60"/>
              <w:outlineLvl w:val="3"/>
              <w:rPr>
                <w:bCs/>
              </w:rPr>
            </w:pPr>
          </w:p>
        </w:tc>
        <w:tc>
          <w:tcPr>
            <w:tcW w:w="2885" w:type="dxa"/>
            <w:vAlign w:val="center"/>
          </w:tcPr>
          <w:p w14:paraId="06F10496" w14:textId="77777777" w:rsidR="00F35806" w:rsidRPr="00034484" w:rsidRDefault="00F35806" w:rsidP="00C7012B">
            <w:pPr>
              <w:spacing w:after="60"/>
              <w:outlineLvl w:val="3"/>
              <w:rPr>
                <w:bCs/>
              </w:rPr>
            </w:pPr>
          </w:p>
        </w:tc>
      </w:tr>
    </w:tbl>
    <w:p w14:paraId="0F72B1C9" w14:textId="77777777" w:rsidR="00F35806" w:rsidRPr="00034484" w:rsidRDefault="00F35806" w:rsidP="00F35806">
      <w:pPr>
        <w:rPr>
          <w:b/>
          <w:bCs/>
        </w:rPr>
      </w:pPr>
    </w:p>
    <w:tbl>
      <w:tblPr>
        <w:tblStyle w:val="Mkatabulky"/>
        <w:tblW w:w="5000" w:type="pct"/>
        <w:tblLook w:val="04A0" w:firstRow="1" w:lastRow="0" w:firstColumn="1" w:lastColumn="0" w:noHBand="0" w:noVBand="1"/>
      </w:tblPr>
      <w:tblGrid>
        <w:gridCol w:w="5874"/>
        <w:gridCol w:w="2846"/>
      </w:tblGrid>
      <w:tr w:rsidR="00F35806" w:rsidRPr="00034484" w14:paraId="639B248B" w14:textId="77777777" w:rsidTr="00C7012B">
        <w:tc>
          <w:tcPr>
            <w:tcW w:w="5874" w:type="dxa"/>
            <w:shd w:val="clear" w:color="auto" w:fill="FFBFBF" w:themeFill="accent6" w:themeFillTint="33"/>
            <w:vAlign w:val="center"/>
          </w:tcPr>
          <w:p w14:paraId="3E1B26B0" w14:textId="77777777" w:rsidR="00F35806" w:rsidRPr="00034484" w:rsidRDefault="00F35806" w:rsidP="00C7012B">
            <w:pPr>
              <w:spacing w:after="60"/>
              <w:outlineLvl w:val="3"/>
              <w:rPr>
                <w:b/>
                <w:bCs/>
              </w:rPr>
            </w:pPr>
            <w:r w:rsidRPr="00034484">
              <w:rPr>
                <w:b/>
                <w:bCs/>
              </w:rPr>
              <w:t>Rozsah prací:</w:t>
            </w:r>
          </w:p>
          <w:p w14:paraId="32A81065" w14:textId="77777777" w:rsidR="00F35806" w:rsidRPr="00034484" w:rsidRDefault="00F35806" w:rsidP="00C7012B">
            <w:pPr>
              <w:spacing w:after="60"/>
              <w:outlineLvl w:val="3"/>
              <w:rPr>
                <w:bCs/>
              </w:rPr>
            </w:pPr>
            <w:r w:rsidRPr="00034484">
              <w:rPr>
                <w:bCs/>
              </w:rPr>
              <w:t>(dle předmětu díla / předmětu plnění VZ)</w:t>
            </w:r>
          </w:p>
        </w:tc>
        <w:tc>
          <w:tcPr>
            <w:tcW w:w="2910" w:type="dxa"/>
            <w:vAlign w:val="center"/>
          </w:tcPr>
          <w:p w14:paraId="7489C017" w14:textId="77777777" w:rsidR="00F35806" w:rsidRPr="00034484" w:rsidRDefault="00F35806" w:rsidP="00C7012B">
            <w:pPr>
              <w:spacing w:after="60"/>
              <w:outlineLvl w:val="3"/>
              <w:rPr>
                <w:bCs/>
              </w:rPr>
            </w:pPr>
          </w:p>
        </w:tc>
      </w:tr>
      <w:tr w:rsidR="00F35806" w:rsidRPr="00034484" w14:paraId="7ED35A79" w14:textId="77777777" w:rsidTr="00C7012B">
        <w:tc>
          <w:tcPr>
            <w:tcW w:w="5874" w:type="dxa"/>
            <w:shd w:val="clear" w:color="auto" w:fill="FFBFBF" w:themeFill="accent6" w:themeFillTint="33"/>
            <w:vAlign w:val="center"/>
          </w:tcPr>
          <w:p w14:paraId="51D5E1CE" w14:textId="77777777" w:rsidR="00F35806" w:rsidRPr="00034484" w:rsidRDefault="00F35806" w:rsidP="00C7012B">
            <w:pPr>
              <w:spacing w:after="60"/>
              <w:outlineLvl w:val="3"/>
              <w:rPr>
                <w:bCs/>
              </w:rPr>
            </w:pPr>
            <w:r w:rsidRPr="00034484">
              <w:rPr>
                <w:b/>
                <w:bCs/>
              </w:rPr>
              <w:t>Charakter prací</w:t>
            </w:r>
            <w:r w:rsidRPr="00034484">
              <w:rPr>
                <w:bCs/>
              </w:rPr>
              <w:t xml:space="preserve"> (oprava/údržba/modernizace/rekonstrukce/novostavba)</w:t>
            </w:r>
          </w:p>
        </w:tc>
        <w:tc>
          <w:tcPr>
            <w:tcW w:w="2910" w:type="dxa"/>
            <w:vAlign w:val="center"/>
          </w:tcPr>
          <w:p w14:paraId="1544789A" w14:textId="77777777" w:rsidR="00F35806" w:rsidRPr="00034484" w:rsidRDefault="00F35806" w:rsidP="00C7012B">
            <w:pPr>
              <w:spacing w:after="60"/>
              <w:outlineLvl w:val="3"/>
              <w:rPr>
                <w:bCs/>
              </w:rPr>
            </w:pPr>
          </w:p>
        </w:tc>
      </w:tr>
      <w:tr w:rsidR="00F35806" w:rsidRPr="00034484" w14:paraId="4F31CB54" w14:textId="77777777" w:rsidTr="00C7012B">
        <w:tc>
          <w:tcPr>
            <w:tcW w:w="5874" w:type="dxa"/>
            <w:shd w:val="clear" w:color="auto" w:fill="FFBFBF" w:themeFill="accent6" w:themeFillTint="33"/>
            <w:vAlign w:val="center"/>
          </w:tcPr>
          <w:p w14:paraId="0D42CC72" w14:textId="77777777" w:rsidR="00F35806" w:rsidRPr="00034484" w:rsidRDefault="00F35806" w:rsidP="00C7012B">
            <w:pPr>
              <w:spacing w:after="60"/>
              <w:outlineLvl w:val="3"/>
              <w:rPr>
                <w:bCs/>
              </w:rPr>
            </w:pPr>
            <w:r w:rsidRPr="00034484">
              <w:rPr>
                <w:b/>
                <w:bCs/>
              </w:rPr>
              <w:t>Délka traťového úseku</w:t>
            </w:r>
            <w:r w:rsidRPr="00034484">
              <w:rPr>
                <w:bCs/>
              </w:rPr>
              <w:t>*</w:t>
            </w:r>
            <w:r w:rsidRPr="00034484">
              <w:rPr>
                <w:b/>
                <w:bCs/>
              </w:rPr>
              <w:t xml:space="preserve"> </w:t>
            </w:r>
            <w:r w:rsidRPr="00034484">
              <w:rPr>
                <w:bCs/>
              </w:rPr>
              <w:t>(v km)</w:t>
            </w:r>
          </w:p>
        </w:tc>
        <w:tc>
          <w:tcPr>
            <w:tcW w:w="2910" w:type="dxa"/>
            <w:vAlign w:val="center"/>
          </w:tcPr>
          <w:p w14:paraId="56A9E7E3" w14:textId="77777777" w:rsidR="00F35806" w:rsidRPr="00034484" w:rsidRDefault="00F35806" w:rsidP="00C7012B">
            <w:pPr>
              <w:spacing w:after="60"/>
              <w:outlineLvl w:val="3"/>
              <w:rPr>
                <w:bCs/>
              </w:rPr>
            </w:pPr>
          </w:p>
        </w:tc>
      </w:tr>
      <w:tr w:rsidR="00F35806" w:rsidRPr="00034484" w14:paraId="33C18F99" w14:textId="77777777" w:rsidTr="00C7012B">
        <w:tc>
          <w:tcPr>
            <w:tcW w:w="5874" w:type="dxa"/>
            <w:shd w:val="clear" w:color="auto" w:fill="FFBFBF" w:themeFill="accent6" w:themeFillTint="33"/>
            <w:vAlign w:val="center"/>
          </w:tcPr>
          <w:p w14:paraId="44522384" w14:textId="77777777" w:rsidR="00F35806" w:rsidRPr="00034484" w:rsidRDefault="00F35806" w:rsidP="00C7012B">
            <w:pPr>
              <w:spacing w:after="60"/>
              <w:outlineLvl w:val="3"/>
              <w:rPr>
                <w:bCs/>
              </w:rPr>
            </w:pPr>
            <w:r w:rsidRPr="00034484">
              <w:rPr>
                <w:b/>
                <w:bCs/>
              </w:rPr>
              <w:t>Dílo probíhalo na trati</w:t>
            </w:r>
            <w:r w:rsidRPr="00034484">
              <w:rPr>
                <w:bCs/>
              </w:rPr>
              <w:t>* jednokolejné / vícekolejné</w:t>
            </w:r>
          </w:p>
        </w:tc>
        <w:tc>
          <w:tcPr>
            <w:tcW w:w="2910" w:type="dxa"/>
            <w:vAlign w:val="center"/>
          </w:tcPr>
          <w:p w14:paraId="1E295C2B" w14:textId="77777777" w:rsidR="00F35806" w:rsidRPr="00034484" w:rsidRDefault="00F35806" w:rsidP="00C7012B">
            <w:pPr>
              <w:spacing w:after="60"/>
              <w:outlineLvl w:val="3"/>
              <w:rPr>
                <w:bCs/>
              </w:rPr>
            </w:pPr>
          </w:p>
        </w:tc>
      </w:tr>
      <w:tr w:rsidR="00F35806" w:rsidRPr="00034484" w14:paraId="13F55509" w14:textId="77777777" w:rsidTr="00C7012B">
        <w:tc>
          <w:tcPr>
            <w:tcW w:w="5874" w:type="dxa"/>
            <w:shd w:val="clear" w:color="auto" w:fill="FFBFBF" w:themeFill="accent6" w:themeFillTint="33"/>
            <w:vAlign w:val="center"/>
          </w:tcPr>
          <w:p w14:paraId="23AEC058" w14:textId="77777777" w:rsidR="00F35806" w:rsidRPr="00034484" w:rsidRDefault="00F35806" w:rsidP="00C7012B">
            <w:pPr>
              <w:spacing w:after="60"/>
              <w:outlineLvl w:val="3"/>
              <w:rPr>
                <w:bCs/>
              </w:rPr>
            </w:pPr>
            <w:r w:rsidRPr="00034484">
              <w:rPr>
                <w:b/>
                <w:bCs/>
              </w:rPr>
              <w:t>Dílo probíhalo na trati</w:t>
            </w:r>
            <w:r w:rsidRPr="00034484">
              <w:rPr>
                <w:bCs/>
              </w:rPr>
              <w:t xml:space="preserve">* elektrifikované / neelektrifikované </w:t>
            </w:r>
          </w:p>
        </w:tc>
        <w:tc>
          <w:tcPr>
            <w:tcW w:w="2910" w:type="dxa"/>
            <w:vAlign w:val="center"/>
          </w:tcPr>
          <w:p w14:paraId="0215A8B2" w14:textId="77777777" w:rsidR="00F35806" w:rsidRPr="00034484" w:rsidRDefault="00F35806" w:rsidP="00C7012B">
            <w:pPr>
              <w:spacing w:after="60"/>
              <w:outlineLvl w:val="3"/>
              <w:rPr>
                <w:bCs/>
              </w:rPr>
            </w:pPr>
          </w:p>
        </w:tc>
      </w:tr>
      <w:tr w:rsidR="00F35806" w:rsidRPr="00034484" w14:paraId="336EF8E5" w14:textId="77777777" w:rsidTr="00C7012B">
        <w:tc>
          <w:tcPr>
            <w:tcW w:w="5874" w:type="dxa"/>
            <w:shd w:val="clear" w:color="auto" w:fill="FFBFBF" w:themeFill="accent6" w:themeFillTint="33"/>
            <w:vAlign w:val="center"/>
          </w:tcPr>
          <w:p w14:paraId="45CBFFBB" w14:textId="77777777" w:rsidR="00F35806" w:rsidRPr="00034484" w:rsidRDefault="00F35806" w:rsidP="00C7012B">
            <w:pPr>
              <w:spacing w:after="60"/>
              <w:outlineLvl w:val="3"/>
              <w:rPr>
                <w:b/>
                <w:bCs/>
              </w:rPr>
            </w:pPr>
            <w:r w:rsidRPr="00034484">
              <w:rPr>
                <w:b/>
                <w:bCs/>
              </w:rPr>
              <w:t>Dílo probíhalo na trati</w:t>
            </w:r>
            <w:r w:rsidRPr="00034484">
              <w:rPr>
                <w:bCs/>
              </w:rPr>
              <w:t>* širé (mezistaniční úsek)/ ve stanici</w:t>
            </w:r>
          </w:p>
        </w:tc>
        <w:tc>
          <w:tcPr>
            <w:tcW w:w="2910" w:type="dxa"/>
            <w:vAlign w:val="center"/>
          </w:tcPr>
          <w:p w14:paraId="3E1E8206" w14:textId="77777777" w:rsidR="00F35806" w:rsidRPr="00034484" w:rsidRDefault="00F35806" w:rsidP="00C7012B">
            <w:pPr>
              <w:spacing w:after="60"/>
              <w:outlineLvl w:val="3"/>
              <w:rPr>
                <w:bCs/>
              </w:rPr>
            </w:pPr>
          </w:p>
        </w:tc>
      </w:tr>
      <w:tr w:rsidR="00F35806" w:rsidRPr="00034484" w14:paraId="275252A8" w14:textId="77777777" w:rsidTr="00C7012B">
        <w:tc>
          <w:tcPr>
            <w:tcW w:w="5874" w:type="dxa"/>
            <w:shd w:val="clear" w:color="auto" w:fill="FFBFBF" w:themeFill="accent6" w:themeFillTint="33"/>
            <w:vAlign w:val="center"/>
          </w:tcPr>
          <w:p w14:paraId="434F456E" w14:textId="77777777" w:rsidR="00F35806" w:rsidRPr="00034484" w:rsidRDefault="00F35806" w:rsidP="00C7012B">
            <w:pPr>
              <w:spacing w:after="60"/>
              <w:outlineLvl w:val="3"/>
              <w:rPr>
                <w:bCs/>
              </w:rPr>
            </w:pPr>
            <w:r w:rsidRPr="00034484">
              <w:rPr>
                <w:b/>
                <w:bCs/>
              </w:rPr>
              <w:t>Stavební práce zahrnovaly práce na</w:t>
            </w:r>
            <w:r w:rsidRPr="00034484">
              <w:rPr>
                <w:bCs/>
              </w:rPr>
              <w:t xml:space="preserve"> </w:t>
            </w:r>
            <w:r w:rsidRPr="00034484">
              <w:rPr>
                <w:b/>
                <w:bCs/>
              </w:rPr>
              <w:t>železničním svršku</w:t>
            </w:r>
            <w:r w:rsidRPr="00034484">
              <w:rPr>
                <w:bCs/>
              </w:rPr>
              <w:t xml:space="preserve"> (ANO/NE, v případě ANO uvést hodnotu v Kč a délku traťového úseku, v případě železniční stanice počet výhybek)</w:t>
            </w:r>
          </w:p>
        </w:tc>
        <w:tc>
          <w:tcPr>
            <w:tcW w:w="2910" w:type="dxa"/>
            <w:vAlign w:val="center"/>
          </w:tcPr>
          <w:p w14:paraId="53275770" w14:textId="77777777" w:rsidR="00F35806" w:rsidRPr="00034484" w:rsidRDefault="00F35806" w:rsidP="00C7012B">
            <w:pPr>
              <w:spacing w:after="60"/>
              <w:outlineLvl w:val="3"/>
              <w:rPr>
                <w:bCs/>
              </w:rPr>
            </w:pPr>
          </w:p>
        </w:tc>
      </w:tr>
      <w:tr w:rsidR="00F35806" w:rsidRPr="00034484" w14:paraId="072F406C" w14:textId="77777777" w:rsidTr="00C7012B">
        <w:tc>
          <w:tcPr>
            <w:tcW w:w="5874" w:type="dxa"/>
            <w:shd w:val="clear" w:color="auto" w:fill="FFBFBF" w:themeFill="accent6" w:themeFillTint="33"/>
            <w:vAlign w:val="center"/>
          </w:tcPr>
          <w:p w14:paraId="1C39D13F" w14:textId="77777777" w:rsidR="00F35806" w:rsidRPr="00034484" w:rsidRDefault="00F35806" w:rsidP="00C7012B">
            <w:pPr>
              <w:spacing w:after="60"/>
              <w:outlineLvl w:val="3"/>
              <w:rPr>
                <w:bCs/>
              </w:rPr>
            </w:pPr>
            <w:r w:rsidRPr="00034484">
              <w:rPr>
                <w:b/>
                <w:bCs/>
              </w:rPr>
              <w:t>Stavební práce zahrnovaly práce na</w:t>
            </w:r>
            <w:r w:rsidRPr="00034484">
              <w:rPr>
                <w:bCs/>
              </w:rPr>
              <w:t xml:space="preserve"> </w:t>
            </w:r>
            <w:r w:rsidRPr="00034484">
              <w:rPr>
                <w:b/>
                <w:bCs/>
              </w:rPr>
              <w:t>železničním spodku</w:t>
            </w:r>
            <w:r w:rsidRPr="00034484">
              <w:rPr>
                <w:bCs/>
              </w:rPr>
              <w:t xml:space="preserve"> (ANO/NE, v případě ANO uvést hodnotu v Kč a délku)</w:t>
            </w:r>
          </w:p>
        </w:tc>
        <w:tc>
          <w:tcPr>
            <w:tcW w:w="2910" w:type="dxa"/>
            <w:vAlign w:val="center"/>
          </w:tcPr>
          <w:p w14:paraId="711D2C09" w14:textId="77777777" w:rsidR="00F35806" w:rsidRPr="00034484" w:rsidRDefault="00F35806" w:rsidP="00C7012B">
            <w:pPr>
              <w:spacing w:after="60"/>
              <w:outlineLvl w:val="3"/>
              <w:rPr>
                <w:bCs/>
              </w:rPr>
            </w:pPr>
          </w:p>
        </w:tc>
      </w:tr>
      <w:tr w:rsidR="00F35806" w:rsidRPr="00034484" w14:paraId="516439C4" w14:textId="77777777" w:rsidTr="00C7012B">
        <w:tc>
          <w:tcPr>
            <w:tcW w:w="5874" w:type="dxa"/>
            <w:shd w:val="clear" w:color="auto" w:fill="FFBFBF" w:themeFill="accent6" w:themeFillTint="33"/>
            <w:vAlign w:val="center"/>
          </w:tcPr>
          <w:p w14:paraId="3AC7191F" w14:textId="77777777" w:rsidR="00F35806" w:rsidRPr="00034484" w:rsidRDefault="00F35806" w:rsidP="00C7012B">
            <w:pPr>
              <w:spacing w:after="60"/>
              <w:outlineLvl w:val="3"/>
              <w:rPr>
                <w:bCs/>
              </w:rPr>
            </w:pPr>
            <w:r w:rsidRPr="00034484">
              <w:rPr>
                <w:b/>
                <w:bCs/>
              </w:rPr>
              <w:t>Stavební práce zahrnovaly práce na</w:t>
            </w:r>
            <w:r w:rsidRPr="00034484">
              <w:rPr>
                <w:bCs/>
              </w:rPr>
              <w:t xml:space="preserve"> </w:t>
            </w:r>
            <w:r w:rsidRPr="00034484">
              <w:rPr>
                <w:b/>
                <w:bCs/>
              </w:rPr>
              <w:t>železničním mostním objektu</w:t>
            </w:r>
            <w:r w:rsidRPr="00034484">
              <w:rPr>
                <w:bCs/>
              </w:rPr>
              <w:t xml:space="preserve"> (ANO/NE, v případě ANO uvést hodnotu v Kč a délku mostního objektů/mostních objektů, případně jinou specifikaci)</w:t>
            </w:r>
          </w:p>
        </w:tc>
        <w:tc>
          <w:tcPr>
            <w:tcW w:w="2910" w:type="dxa"/>
            <w:vAlign w:val="center"/>
          </w:tcPr>
          <w:p w14:paraId="031B8259" w14:textId="77777777" w:rsidR="00F35806" w:rsidRPr="00034484" w:rsidRDefault="00F35806" w:rsidP="00C7012B">
            <w:pPr>
              <w:spacing w:after="60"/>
              <w:outlineLvl w:val="3"/>
              <w:rPr>
                <w:bCs/>
              </w:rPr>
            </w:pPr>
          </w:p>
        </w:tc>
      </w:tr>
      <w:tr w:rsidR="00F35806" w:rsidRPr="00034484" w14:paraId="2339C3C5" w14:textId="77777777" w:rsidTr="00C7012B">
        <w:tc>
          <w:tcPr>
            <w:tcW w:w="5874" w:type="dxa"/>
            <w:shd w:val="clear" w:color="auto" w:fill="FFBFBF" w:themeFill="accent6" w:themeFillTint="33"/>
            <w:vAlign w:val="center"/>
          </w:tcPr>
          <w:p w14:paraId="0D08FF35" w14:textId="77777777" w:rsidR="00F35806" w:rsidRPr="00034484" w:rsidRDefault="00F35806" w:rsidP="00C7012B">
            <w:pPr>
              <w:spacing w:after="60"/>
              <w:outlineLvl w:val="3"/>
              <w:rPr>
                <w:bCs/>
              </w:rPr>
            </w:pPr>
            <w:r w:rsidRPr="00034484">
              <w:rPr>
                <w:b/>
                <w:bCs/>
              </w:rPr>
              <w:t>Stavební práce zahrnovaly práce na</w:t>
            </w:r>
            <w:r w:rsidRPr="00034484">
              <w:rPr>
                <w:bCs/>
              </w:rPr>
              <w:t xml:space="preserve"> </w:t>
            </w:r>
            <w:r w:rsidRPr="00034484">
              <w:rPr>
                <w:b/>
                <w:bCs/>
              </w:rPr>
              <w:t>trakčním vedení</w:t>
            </w:r>
            <w:r w:rsidRPr="00034484">
              <w:rPr>
                <w:bCs/>
              </w:rPr>
              <w:t xml:space="preserve"> (ANO/NE, v případě ANO uvést hodnotu v Kč a délku traťového úseku)</w:t>
            </w:r>
          </w:p>
        </w:tc>
        <w:tc>
          <w:tcPr>
            <w:tcW w:w="2910" w:type="dxa"/>
            <w:vAlign w:val="center"/>
          </w:tcPr>
          <w:p w14:paraId="2D33470F" w14:textId="77777777" w:rsidR="00F35806" w:rsidRPr="00034484" w:rsidRDefault="00F35806" w:rsidP="00C7012B">
            <w:pPr>
              <w:spacing w:after="60"/>
              <w:outlineLvl w:val="3"/>
              <w:rPr>
                <w:bCs/>
              </w:rPr>
            </w:pPr>
          </w:p>
        </w:tc>
      </w:tr>
      <w:tr w:rsidR="00F35806" w:rsidRPr="00034484" w14:paraId="4A46891F" w14:textId="77777777" w:rsidTr="00C7012B">
        <w:tc>
          <w:tcPr>
            <w:tcW w:w="5874" w:type="dxa"/>
            <w:shd w:val="clear" w:color="auto" w:fill="FFBFBF" w:themeFill="accent6" w:themeFillTint="33"/>
            <w:vAlign w:val="center"/>
          </w:tcPr>
          <w:p w14:paraId="7A1834AE" w14:textId="77777777" w:rsidR="00F35806" w:rsidRPr="00034484" w:rsidRDefault="00F35806" w:rsidP="00C7012B">
            <w:pPr>
              <w:spacing w:after="60"/>
              <w:outlineLvl w:val="3"/>
              <w:rPr>
                <w:bCs/>
              </w:rPr>
            </w:pPr>
            <w:r w:rsidRPr="00034484">
              <w:rPr>
                <w:b/>
                <w:bCs/>
              </w:rPr>
              <w:t>Stavební práce zahrnovaly práce na</w:t>
            </w:r>
            <w:r w:rsidRPr="00034484">
              <w:rPr>
                <w:bCs/>
              </w:rPr>
              <w:t xml:space="preserve"> </w:t>
            </w:r>
            <w:r w:rsidRPr="00034484">
              <w:rPr>
                <w:b/>
                <w:bCs/>
              </w:rPr>
              <w:t>zabezpečovacím zařízení</w:t>
            </w:r>
            <w:r w:rsidRPr="00034484">
              <w:rPr>
                <w:bCs/>
              </w:rPr>
              <w:t xml:space="preserve"> (ANO/NE, v případě ANO uvést hodnotu v Kč a délku traťového úseku, v případě železniční stanice počet výhybek)</w:t>
            </w:r>
          </w:p>
        </w:tc>
        <w:tc>
          <w:tcPr>
            <w:tcW w:w="2910" w:type="dxa"/>
            <w:vAlign w:val="center"/>
          </w:tcPr>
          <w:p w14:paraId="0DA9E86E" w14:textId="77777777" w:rsidR="00F35806" w:rsidRPr="00034484" w:rsidRDefault="00F35806" w:rsidP="00C7012B">
            <w:pPr>
              <w:spacing w:after="60"/>
              <w:outlineLvl w:val="3"/>
              <w:rPr>
                <w:bCs/>
              </w:rPr>
            </w:pPr>
          </w:p>
        </w:tc>
      </w:tr>
      <w:tr w:rsidR="00F35806" w:rsidRPr="00034484" w14:paraId="128700A5" w14:textId="77777777" w:rsidTr="00C7012B">
        <w:tc>
          <w:tcPr>
            <w:tcW w:w="5874" w:type="dxa"/>
            <w:shd w:val="clear" w:color="auto" w:fill="FFBFBF" w:themeFill="accent6" w:themeFillTint="33"/>
            <w:vAlign w:val="center"/>
          </w:tcPr>
          <w:p w14:paraId="0F0736D7" w14:textId="77777777" w:rsidR="00F35806" w:rsidRPr="00034484" w:rsidRDefault="00F35806" w:rsidP="00C7012B">
            <w:pPr>
              <w:spacing w:after="60"/>
              <w:outlineLvl w:val="3"/>
              <w:rPr>
                <w:b/>
                <w:bCs/>
              </w:rPr>
            </w:pPr>
            <w:r w:rsidRPr="00034484">
              <w:rPr>
                <w:b/>
                <w:bCs/>
              </w:rPr>
              <w:t xml:space="preserve">Stavební práce zahrnovaly práce na sdělovacím zařízení </w:t>
            </w:r>
            <w:r w:rsidRPr="00034484">
              <w:rPr>
                <w:bCs/>
              </w:rPr>
              <w:t>(ANO/NE, v případě ANO uvést hodnotu v Kč a délku traťového úseku)</w:t>
            </w:r>
          </w:p>
        </w:tc>
        <w:tc>
          <w:tcPr>
            <w:tcW w:w="2910" w:type="dxa"/>
            <w:vAlign w:val="center"/>
          </w:tcPr>
          <w:p w14:paraId="22CFA203" w14:textId="77777777" w:rsidR="00F35806" w:rsidRPr="00034484" w:rsidRDefault="00F35806" w:rsidP="00C7012B">
            <w:pPr>
              <w:spacing w:after="60"/>
              <w:outlineLvl w:val="3"/>
              <w:rPr>
                <w:bCs/>
              </w:rPr>
            </w:pPr>
          </w:p>
        </w:tc>
      </w:tr>
      <w:tr w:rsidR="00F35806" w:rsidRPr="00034484" w14:paraId="7210D6A2" w14:textId="77777777" w:rsidTr="00C7012B">
        <w:tc>
          <w:tcPr>
            <w:tcW w:w="5874" w:type="dxa"/>
            <w:shd w:val="clear" w:color="auto" w:fill="FFBFBF" w:themeFill="accent6" w:themeFillTint="33"/>
            <w:vAlign w:val="center"/>
          </w:tcPr>
          <w:p w14:paraId="60306C37" w14:textId="77777777" w:rsidR="00F35806" w:rsidRPr="00034484" w:rsidRDefault="00F35806" w:rsidP="00C7012B">
            <w:pPr>
              <w:spacing w:after="60"/>
              <w:outlineLvl w:val="3"/>
              <w:rPr>
                <w:bCs/>
              </w:rPr>
            </w:pPr>
            <w:r w:rsidRPr="00034484">
              <w:rPr>
                <w:b/>
                <w:bCs/>
              </w:rPr>
              <w:t>Stavební práce zahrnovaly práce na</w:t>
            </w:r>
            <w:r w:rsidRPr="00034484">
              <w:rPr>
                <w:bCs/>
              </w:rPr>
              <w:t xml:space="preserve"> </w:t>
            </w:r>
            <w:r w:rsidRPr="00034484">
              <w:rPr>
                <w:b/>
                <w:bCs/>
              </w:rPr>
              <w:t>silnoproudých zařízeních</w:t>
            </w:r>
            <w:r w:rsidRPr="00034484">
              <w:rPr>
                <w:bCs/>
              </w:rPr>
              <w:t xml:space="preserve"> (ANO/NE, v případě ANO uvést hodnotu v Kč)</w:t>
            </w:r>
          </w:p>
        </w:tc>
        <w:tc>
          <w:tcPr>
            <w:tcW w:w="2910" w:type="dxa"/>
            <w:vAlign w:val="center"/>
          </w:tcPr>
          <w:p w14:paraId="3CB4759D" w14:textId="77777777" w:rsidR="00F35806" w:rsidRPr="00034484" w:rsidRDefault="00F35806" w:rsidP="00C7012B">
            <w:pPr>
              <w:spacing w:after="60"/>
              <w:outlineLvl w:val="3"/>
              <w:rPr>
                <w:bCs/>
              </w:rPr>
            </w:pPr>
          </w:p>
        </w:tc>
      </w:tr>
      <w:tr w:rsidR="00F35806" w:rsidRPr="00034484" w14:paraId="7DE1A68F" w14:textId="77777777" w:rsidTr="00C7012B">
        <w:tc>
          <w:tcPr>
            <w:tcW w:w="5874" w:type="dxa"/>
            <w:shd w:val="clear" w:color="auto" w:fill="FFBFBF" w:themeFill="accent6" w:themeFillTint="33"/>
            <w:vAlign w:val="center"/>
          </w:tcPr>
          <w:p w14:paraId="0B06F373" w14:textId="77777777" w:rsidR="00F35806" w:rsidRPr="00034484" w:rsidRDefault="00F35806" w:rsidP="00C7012B">
            <w:pPr>
              <w:spacing w:after="60"/>
              <w:outlineLvl w:val="3"/>
              <w:rPr>
                <w:bCs/>
              </w:rPr>
            </w:pPr>
            <w:r w:rsidRPr="00034484">
              <w:rPr>
                <w:b/>
                <w:bCs/>
              </w:rPr>
              <w:t>Stavební práce zahrnovaly práce na</w:t>
            </w:r>
            <w:r w:rsidRPr="00034484">
              <w:rPr>
                <w:bCs/>
              </w:rPr>
              <w:t xml:space="preserve"> </w:t>
            </w:r>
            <w:r w:rsidRPr="00034484">
              <w:rPr>
                <w:b/>
                <w:bCs/>
              </w:rPr>
              <w:t>tunelové stavbě</w:t>
            </w:r>
            <w:r w:rsidRPr="00034484">
              <w:rPr>
                <w:bCs/>
              </w:rPr>
              <w:t xml:space="preserve"> (ANO/NE, v případě ANO uvést délku tunelu)</w:t>
            </w:r>
          </w:p>
        </w:tc>
        <w:tc>
          <w:tcPr>
            <w:tcW w:w="2910" w:type="dxa"/>
            <w:vAlign w:val="center"/>
          </w:tcPr>
          <w:p w14:paraId="24B63A27" w14:textId="77777777" w:rsidR="00F35806" w:rsidRPr="00034484" w:rsidRDefault="00F35806" w:rsidP="00C7012B">
            <w:pPr>
              <w:outlineLvl w:val="3"/>
              <w:rPr>
                <w:bCs/>
              </w:rPr>
            </w:pPr>
          </w:p>
        </w:tc>
      </w:tr>
      <w:tr w:rsidR="00F35806" w:rsidRPr="00034484" w14:paraId="42395FD3" w14:textId="77777777" w:rsidTr="00C7012B">
        <w:tc>
          <w:tcPr>
            <w:tcW w:w="5874" w:type="dxa"/>
            <w:shd w:val="clear" w:color="auto" w:fill="FFBFBF" w:themeFill="accent6" w:themeFillTint="33"/>
            <w:vAlign w:val="center"/>
          </w:tcPr>
          <w:p w14:paraId="54BFA539" w14:textId="77777777" w:rsidR="00F35806" w:rsidRPr="00034484" w:rsidRDefault="00F35806" w:rsidP="00C7012B">
            <w:pPr>
              <w:spacing w:after="60"/>
              <w:outlineLvl w:val="3"/>
              <w:rPr>
                <w:b/>
                <w:bCs/>
              </w:rPr>
            </w:pPr>
            <w:r w:rsidRPr="00034484">
              <w:rPr>
                <w:b/>
                <w:bCs/>
              </w:rPr>
              <w:t>Stavební práce zahrnovaly práce na</w:t>
            </w:r>
            <w:r w:rsidRPr="00034484">
              <w:rPr>
                <w:bCs/>
              </w:rPr>
              <w:t xml:space="preserve"> </w:t>
            </w:r>
            <w:r w:rsidRPr="00034484">
              <w:rPr>
                <w:b/>
                <w:bCs/>
              </w:rPr>
              <w:t>pozemní stavbě</w:t>
            </w:r>
            <w:r w:rsidRPr="00034484">
              <w:rPr>
                <w:bCs/>
              </w:rPr>
              <w:t xml:space="preserve"> (ANO/NE, v případě ANO uvést typ objektu – budova osobního nádraží, technologická budova apod.)</w:t>
            </w:r>
          </w:p>
        </w:tc>
        <w:tc>
          <w:tcPr>
            <w:tcW w:w="2910" w:type="dxa"/>
            <w:vAlign w:val="center"/>
          </w:tcPr>
          <w:p w14:paraId="57325D7D" w14:textId="77777777" w:rsidR="00F35806" w:rsidRPr="00034484" w:rsidRDefault="00F35806" w:rsidP="00C7012B">
            <w:pPr>
              <w:outlineLvl w:val="3"/>
              <w:rPr>
                <w:bCs/>
              </w:rPr>
            </w:pPr>
          </w:p>
        </w:tc>
      </w:tr>
      <w:tr w:rsidR="00F35806" w:rsidRPr="00034484" w14:paraId="66F0A71B" w14:textId="77777777" w:rsidTr="00C7012B">
        <w:tc>
          <w:tcPr>
            <w:tcW w:w="5874" w:type="dxa"/>
            <w:shd w:val="clear" w:color="auto" w:fill="FFBFBF" w:themeFill="accent6" w:themeFillTint="33"/>
            <w:vAlign w:val="center"/>
          </w:tcPr>
          <w:p w14:paraId="2E1DEC35" w14:textId="77777777" w:rsidR="00F35806" w:rsidRPr="00034484" w:rsidRDefault="00F35806" w:rsidP="00C7012B">
            <w:pPr>
              <w:spacing w:after="60"/>
              <w:outlineLvl w:val="3"/>
              <w:rPr>
                <w:b/>
                <w:bCs/>
              </w:rPr>
            </w:pPr>
            <w:r w:rsidRPr="00034484">
              <w:rPr>
                <w:b/>
                <w:bCs/>
              </w:rPr>
              <w:lastRenderedPageBreak/>
              <w:t>Stavební práce zahrnovaly práce na</w:t>
            </w:r>
            <w:r w:rsidRPr="00034484">
              <w:rPr>
                <w:bCs/>
              </w:rPr>
              <w:t xml:space="preserve"> </w:t>
            </w:r>
            <w:r w:rsidRPr="00034484">
              <w:rPr>
                <w:b/>
                <w:bCs/>
              </w:rPr>
              <w:t xml:space="preserve">stavbě s památkovou ochranou </w:t>
            </w:r>
            <w:r w:rsidRPr="00034484">
              <w:rPr>
                <w:bCs/>
              </w:rPr>
              <w:t>(ANO/NE, v případě ANO uvést druh objektu a hodnotu Kč)</w:t>
            </w:r>
          </w:p>
        </w:tc>
        <w:tc>
          <w:tcPr>
            <w:tcW w:w="2910" w:type="dxa"/>
            <w:vAlign w:val="center"/>
          </w:tcPr>
          <w:p w14:paraId="4CFB7CD4" w14:textId="77777777" w:rsidR="00F35806" w:rsidRPr="00034484" w:rsidRDefault="00F35806" w:rsidP="00C7012B">
            <w:pPr>
              <w:outlineLvl w:val="3"/>
              <w:rPr>
                <w:bCs/>
              </w:rPr>
            </w:pPr>
          </w:p>
        </w:tc>
      </w:tr>
      <w:tr w:rsidR="00F35806" w:rsidRPr="00034484" w14:paraId="4FF4FFBD" w14:textId="77777777" w:rsidTr="00C7012B">
        <w:tc>
          <w:tcPr>
            <w:tcW w:w="5874" w:type="dxa"/>
            <w:shd w:val="clear" w:color="auto" w:fill="FFBFBF" w:themeFill="accent6" w:themeFillTint="33"/>
            <w:vAlign w:val="center"/>
          </w:tcPr>
          <w:p w14:paraId="3947ABB3" w14:textId="77777777" w:rsidR="00F35806" w:rsidRPr="00034484" w:rsidRDefault="00F35806" w:rsidP="00C7012B">
            <w:pPr>
              <w:spacing w:after="60"/>
              <w:outlineLvl w:val="3"/>
              <w:rPr>
                <w:bCs/>
              </w:rPr>
            </w:pPr>
            <w:r w:rsidRPr="00034484">
              <w:rPr>
                <w:b/>
                <w:bCs/>
              </w:rPr>
              <w:t>SOD obsahovala</w:t>
            </w:r>
            <w:r w:rsidRPr="00034484">
              <w:rPr>
                <w:bCs/>
              </w:rPr>
              <w:t xml:space="preserve"> </w:t>
            </w:r>
            <w:r w:rsidRPr="00034484">
              <w:rPr>
                <w:b/>
                <w:bCs/>
              </w:rPr>
              <w:t>vyhrazené plnění realizované vlastní kapacitou</w:t>
            </w:r>
            <w:r w:rsidRPr="00034484">
              <w:rPr>
                <w:bCs/>
              </w:rPr>
              <w:t xml:space="preserve"> (ANO/NE, v případě ANO uvést níže uvedené podrobnosti):</w:t>
            </w:r>
          </w:p>
        </w:tc>
        <w:tc>
          <w:tcPr>
            <w:tcW w:w="2910" w:type="dxa"/>
            <w:vAlign w:val="center"/>
          </w:tcPr>
          <w:p w14:paraId="0D92B34B" w14:textId="77777777" w:rsidR="00F35806" w:rsidRPr="00034484" w:rsidRDefault="00F35806" w:rsidP="00C7012B">
            <w:pPr>
              <w:outlineLvl w:val="3"/>
              <w:rPr>
                <w:bCs/>
              </w:rPr>
            </w:pPr>
          </w:p>
        </w:tc>
      </w:tr>
      <w:tr w:rsidR="00F35806" w:rsidRPr="00034484" w14:paraId="01DF1FEA" w14:textId="77777777" w:rsidTr="00C7012B">
        <w:tc>
          <w:tcPr>
            <w:tcW w:w="5874" w:type="dxa"/>
            <w:shd w:val="clear" w:color="auto" w:fill="FFBFBF" w:themeFill="accent6" w:themeFillTint="33"/>
            <w:vAlign w:val="center"/>
          </w:tcPr>
          <w:p w14:paraId="0503D80C" w14:textId="77777777" w:rsidR="00F35806" w:rsidRPr="00034484" w:rsidRDefault="00F35806" w:rsidP="00C7012B">
            <w:pPr>
              <w:spacing w:after="60"/>
              <w:outlineLvl w:val="3"/>
              <w:rPr>
                <w:bCs/>
              </w:rPr>
            </w:pPr>
            <w:r w:rsidRPr="00034484">
              <w:rPr>
                <w:b/>
                <w:bCs/>
              </w:rPr>
              <w:t xml:space="preserve">Popis vyhrazeného plnění </w:t>
            </w:r>
            <w:r w:rsidRPr="00034484">
              <w:rPr>
                <w:bCs/>
              </w:rPr>
              <w:t>dle SOD (označení dle čísel a názvů jednotlivých PS a SO):</w:t>
            </w:r>
          </w:p>
        </w:tc>
        <w:tc>
          <w:tcPr>
            <w:tcW w:w="2910" w:type="dxa"/>
            <w:vAlign w:val="center"/>
          </w:tcPr>
          <w:p w14:paraId="7F83E46D" w14:textId="77777777" w:rsidR="00F35806" w:rsidRPr="00034484" w:rsidRDefault="00F35806" w:rsidP="00C7012B">
            <w:pPr>
              <w:outlineLvl w:val="3"/>
              <w:rPr>
                <w:bCs/>
              </w:rPr>
            </w:pPr>
          </w:p>
        </w:tc>
      </w:tr>
      <w:tr w:rsidR="00F35806" w:rsidRPr="00034484" w14:paraId="03155ABD" w14:textId="77777777" w:rsidTr="00C7012B">
        <w:tc>
          <w:tcPr>
            <w:tcW w:w="5874" w:type="dxa"/>
            <w:shd w:val="clear" w:color="auto" w:fill="FFBFBF" w:themeFill="accent6" w:themeFillTint="33"/>
            <w:vAlign w:val="center"/>
          </w:tcPr>
          <w:p w14:paraId="67D8004A" w14:textId="77777777" w:rsidR="00F35806" w:rsidRPr="00034484" w:rsidRDefault="00F35806" w:rsidP="00C7012B">
            <w:pPr>
              <w:spacing w:after="60"/>
              <w:outlineLvl w:val="3"/>
              <w:rPr>
                <w:b/>
                <w:bCs/>
              </w:rPr>
            </w:pPr>
            <w:r w:rsidRPr="00034484">
              <w:rPr>
                <w:b/>
                <w:bCs/>
              </w:rPr>
              <w:t>Zhotovitel vyhrazeného plnění:</w:t>
            </w:r>
          </w:p>
        </w:tc>
        <w:tc>
          <w:tcPr>
            <w:tcW w:w="2910" w:type="dxa"/>
            <w:vAlign w:val="center"/>
          </w:tcPr>
          <w:p w14:paraId="648FFE22" w14:textId="77777777" w:rsidR="00F35806" w:rsidRPr="00034484" w:rsidRDefault="00F35806" w:rsidP="00C7012B">
            <w:pPr>
              <w:outlineLvl w:val="3"/>
              <w:rPr>
                <w:bCs/>
              </w:rPr>
            </w:pPr>
          </w:p>
        </w:tc>
      </w:tr>
      <w:tr w:rsidR="00F35806" w:rsidRPr="00034484" w14:paraId="064D210A" w14:textId="77777777" w:rsidTr="00C7012B">
        <w:tc>
          <w:tcPr>
            <w:tcW w:w="5874" w:type="dxa"/>
            <w:shd w:val="clear" w:color="auto" w:fill="FFBFBF" w:themeFill="accent6" w:themeFillTint="33"/>
            <w:vAlign w:val="center"/>
          </w:tcPr>
          <w:p w14:paraId="6546A5DA" w14:textId="77777777" w:rsidR="00F35806" w:rsidRPr="00034484" w:rsidRDefault="00F35806" w:rsidP="00C7012B">
            <w:pPr>
              <w:spacing w:after="60"/>
              <w:outlineLvl w:val="3"/>
              <w:rPr>
                <w:bCs/>
              </w:rPr>
            </w:pPr>
            <w:r w:rsidRPr="00034484">
              <w:rPr>
                <w:b/>
                <w:bCs/>
              </w:rPr>
              <w:t>Hodnota vyhrazeného plnění v Kč</w:t>
            </w:r>
            <w:r w:rsidRPr="00034484">
              <w:rPr>
                <w:bCs/>
              </w:rPr>
              <w:t>:</w:t>
            </w:r>
          </w:p>
        </w:tc>
        <w:tc>
          <w:tcPr>
            <w:tcW w:w="2910" w:type="dxa"/>
            <w:vAlign w:val="center"/>
          </w:tcPr>
          <w:p w14:paraId="625587F1" w14:textId="77777777" w:rsidR="00F35806" w:rsidRPr="00034484" w:rsidRDefault="00F35806" w:rsidP="00C7012B">
            <w:pPr>
              <w:outlineLvl w:val="3"/>
              <w:rPr>
                <w:bCs/>
              </w:rPr>
            </w:pPr>
          </w:p>
        </w:tc>
      </w:tr>
    </w:tbl>
    <w:p w14:paraId="57F9331B" w14:textId="77777777" w:rsidR="00F35806" w:rsidRPr="00034484" w:rsidRDefault="00F35806" w:rsidP="00F35806">
      <w:pPr>
        <w:rPr>
          <w:b/>
          <w:bCs/>
          <w:vertAlign w:val="superscript"/>
        </w:rPr>
      </w:pPr>
    </w:p>
    <w:tbl>
      <w:tblPr>
        <w:tblStyle w:val="Mkatabulky"/>
        <w:tblW w:w="0" w:type="auto"/>
        <w:tblLook w:val="04A0" w:firstRow="1" w:lastRow="0" w:firstColumn="1" w:lastColumn="0" w:noHBand="0" w:noVBand="1"/>
      </w:tblPr>
      <w:tblGrid>
        <w:gridCol w:w="3003"/>
        <w:gridCol w:w="2815"/>
        <w:gridCol w:w="2902"/>
      </w:tblGrid>
      <w:tr w:rsidR="00F35806" w:rsidRPr="00034484" w14:paraId="6FC18050" w14:textId="77777777" w:rsidTr="00C7012B">
        <w:tc>
          <w:tcPr>
            <w:tcW w:w="3259" w:type="dxa"/>
            <w:shd w:val="clear" w:color="auto" w:fill="FFBFBF" w:themeFill="accent6" w:themeFillTint="33"/>
          </w:tcPr>
          <w:p w14:paraId="0E2A6EAD" w14:textId="77777777" w:rsidR="00F35806" w:rsidRPr="00034484" w:rsidRDefault="00F35806" w:rsidP="00C7012B">
            <w:pPr>
              <w:spacing w:after="60"/>
              <w:outlineLvl w:val="3"/>
              <w:rPr>
                <w:b/>
                <w:bCs/>
                <w:vertAlign w:val="superscript"/>
              </w:rPr>
            </w:pPr>
          </w:p>
        </w:tc>
        <w:tc>
          <w:tcPr>
            <w:tcW w:w="3260" w:type="dxa"/>
            <w:shd w:val="clear" w:color="auto" w:fill="FFBFBF" w:themeFill="accent6" w:themeFillTint="33"/>
          </w:tcPr>
          <w:p w14:paraId="0CE48A7D" w14:textId="77777777" w:rsidR="00F35806" w:rsidRPr="00034484" w:rsidRDefault="00F35806" w:rsidP="00C7012B">
            <w:pPr>
              <w:spacing w:after="60"/>
              <w:outlineLvl w:val="3"/>
              <w:rPr>
                <w:b/>
                <w:bCs/>
              </w:rPr>
            </w:pPr>
            <w:r w:rsidRPr="00034484">
              <w:rPr>
                <w:b/>
                <w:bCs/>
              </w:rPr>
              <w:t>Obchodní firma</w:t>
            </w:r>
          </w:p>
        </w:tc>
        <w:tc>
          <w:tcPr>
            <w:tcW w:w="3260" w:type="dxa"/>
            <w:shd w:val="clear" w:color="auto" w:fill="FFBFBF" w:themeFill="accent6" w:themeFillTint="33"/>
          </w:tcPr>
          <w:p w14:paraId="36A19442" w14:textId="77777777" w:rsidR="00F35806" w:rsidRPr="00034484" w:rsidRDefault="00F35806" w:rsidP="00C7012B">
            <w:pPr>
              <w:outlineLvl w:val="3"/>
              <w:rPr>
                <w:b/>
                <w:bCs/>
              </w:rPr>
            </w:pPr>
            <w:r w:rsidRPr="00034484">
              <w:rPr>
                <w:b/>
                <w:bCs/>
              </w:rPr>
              <w:t xml:space="preserve">Hodnota prováděných prací v Kč </w:t>
            </w:r>
            <w:r w:rsidRPr="00034484">
              <w:rPr>
                <w:bCs/>
              </w:rPr>
              <w:t>(bez DPH)</w:t>
            </w:r>
          </w:p>
        </w:tc>
      </w:tr>
      <w:tr w:rsidR="00F35806" w:rsidRPr="00034484" w14:paraId="4B294199" w14:textId="77777777" w:rsidTr="00C7012B">
        <w:tc>
          <w:tcPr>
            <w:tcW w:w="3259" w:type="dxa"/>
            <w:shd w:val="clear" w:color="auto" w:fill="FFBFBF" w:themeFill="accent6" w:themeFillTint="33"/>
          </w:tcPr>
          <w:p w14:paraId="6D64832F" w14:textId="77777777" w:rsidR="00F35806" w:rsidRPr="00034484" w:rsidRDefault="00F35806" w:rsidP="00C7012B">
            <w:pPr>
              <w:spacing w:after="60"/>
              <w:outlineLvl w:val="3"/>
              <w:rPr>
                <w:b/>
                <w:bCs/>
                <w:vertAlign w:val="superscript"/>
              </w:rPr>
            </w:pPr>
            <w:r w:rsidRPr="00034484">
              <w:rPr>
                <w:b/>
                <w:bCs/>
              </w:rPr>
              <w:t>Správce/vedoucí společník</w:t>
            </w:r>
            <w:r w:rsidRPr="00034484">
              <w:rPr>
                <w:bCs/>
              </w:rPr>
              <w:t xml:space="preserve"> (v případě, kdy se jedná o společnost – dříve sdružení):</w:t>
            </w:r>
          </w:p>
        </w:tc>
        <w:tc>
          <w:tcPr>
            <w:tcW w:w="3260" w:type="dxa"/>
            <w:vAlign w:val="center"/>
          </w:tcPr>
          <w:p w14:paraId="4409814F" w14:textId="77777777" w:rsidR="00F35806" w:rsidRPr="00034484" w:rsidRDefault="00F35806" w:rsidP="00C7012B">
            <w:pPr>
              <w:spacing w:after="60"/>
              <w:outlineLvl w:val="3"/>
              <w:rPr>
                <w:bCs/>
              </w:rPr>
            </w:pPr>
          </w:p>
        </w:tc>
        <w:tc>
          <w:tcPr>
            <w:tcW w:w="3260" w:type="dxa"/>
            <w:vAlign w:val="center"/>
          </w:tcPr>
          <w:p w14:paraId="3BB28872" w14:textId="77777777" w:rsidR="00F35806" w:rsidRPr="00034484" w:rsidRDefault="00F35806" w:rsidP="00C7012B">
            <w:pPr>
              <w:outlineLvl w:val="3"/>
              <w:rPr>
                <w:bCs/>
              </w:rPr>
            </w:pPr>
          </w:p>
        </w:tc>
      </w:tr>
      <w:tr w:rsidR="00F35806" w:rsidRPr="00034484" w14:paraId="443C9020" w14:textId="77777777" w:rsidTr="00C7012B">
        <w:tc>
          <w:tcPr>
            <w:tcW w:w="3259" w:type="dxa"/>
            <w:shd w:val="clear" w:color="auto" w:fill="FFBFBF" w:themeFill="accent6" w:themeFillTint="33"/>
          </w:tcPr>
          <w:p w14:paraId="08C66FAA" w14:textId="77777777" w:rsidR="00F35806" w:rsidRPr="00034484" w:rsidRDefault="00F35806" w:rsidP="00C7012B">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3260" w:type="dxa"/>
            <w:vAlign w:val="center"/>
          </w:tcPr>
          <w:p w14:paraId="3FB68182" w14:textId="77777777" w:rsidR="00F35806" w:rsidRPr="00034484" w:rsidRDefault="00F35806" w:rsidP="00C7012B">
            <w:pPr>
              <w:spacing w:after="60"/>
              <w:outlineLvl w:val="3"/>
              <w:rPr>
                <w:bCs/>
              </w:rPr>
            </w:pPr>
          </w:p>
        </w:tc>
        <w:tc>
          <w:tcPr>
            <w:tcW w:w="3260" w:type="dxa"/>
            <w:vAlign w:val="center"/>
          </w:tcPr>
          <w:p w14:paraId="57932D45" w14:textId="77777777" w:rsidR="00F35806" w:rsidRPr="00034484" w:rsidRDefault="00F35806" w:rsidP="00C7012B">
            <w:pPr>
              <w:outlineLvl w:val="3"/>
              <w:rPr>
                <w:bCs/>
              </w:rPr>
            </w:pPr>
          </w:p>
        </w:tc>
      </w:tr>
      <w:tr w:rsidR="00F35806" w:rsidRPr="00034484" w14:paraId="486310BB" w14:textId="77777777" w:rsidTr="00C7012B">
        <w:tc>
          <w:tcPr>
            <w:tcW w:w="3259" w:type="dxa"/>
            <w:shd w:val="clear" w:color="auto" w:fill="FFBFBF" w:themeFill="accent6" w:themeFillTint="33"/>
          </w:tcPr>
          <w:p w14:paraId="6271F038" w14:textId="77777777" w:rsidR="00F35806" w:rsidRPr="00034484" w:rsidRDefault="00F35806" w:rsidP="00C7012B">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3260" w:type="dxa"/>
            <w:vAlign w:val="center"/>
          </w:tcPr>
          <w:p w14:paraId="481970F4" w14:textId="77777777" w:rsidR="00F35806" w:rsidRPr="00034484" w:rsidRDefault="00F35806" w:rsidP="00C7012B">
            <w:pPr>
              <w:spacing w:after="60"/>
              <w:outlineLvl w:val="3"/>
              <w:rPr>
                <w:bCs/>
              </w:rPr>
            </w:pPr>
          </w:p>
        </w:tc>
        <w:tc>
          <w:tcPr>
            <w:tcW w:w="3260" w:type="dxa"/>
            <w:vAlign w:val="center"/>
          </w:tcPr>
          <w:p w14:paraId="130F2DF7" w14:textId="77777777" w:rsidR="00F35806" w:rsidRPr="00034484" w:rsidRDefault="00F35806" w:rsidP="00C7012B">
            <w:pPr>
              <w:outlineLvl w:val="3"/>
              <w:rPr>
                <w:bCs/>
              </w:rPr>
            </w:pPr>
          </w:p>
        </w:tc>
      </w:tr>
      <w:tr w:rsidR="00F35806" w:rsidRPr="00034484" w14:paraId="5C3FC0A0" w14:textId="77777777" w:rsidTr="00C7012B">
        <w:tc>
          <w:tcPr>
            <w:tcW w:w="3259" w:type="dxa"/>
            <w:shd w:val="clear" w:color="auto" w:fill="FFBFBF" w:themeFill="accent6" w:themeFillTint="33"/>
          </w:tcPr>
          <w:p w14:paraId="1B85B206" w14:textId="77777777" w:rsidR="00F35806" w:rsidRPr="00034484" w:rsidRDefault="00F35806" w:rsidP="00C7012B">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3260" w:type="dxa"/>
            <w:vAlign w:val="center"/>
          </w:tcPr>
          <w:p w14:paraId="730B4CB8" w14:textId="77777777" w:rsidR="00F35806" w:rsidRPr="00034484" w:rsidRDefault="00F35806" w:rsidP="00C7012B">
            <w:pPr>
              <w:spacing w:after="60"/>
              <w:outlineLvl w:val="3"/>
              <w:rPr>
                <w:bCs/>
              </w:rPr>
            </w:pPr>
          </w:p>
        </w:tc>
        <w:tc>
          <w:tcPr>
            <w:tcW w:w="3260" w:type="dxa"/>
            <w:vAlign w:val="center"/>
          </w:tcPr>
          <w:p w14:paraId="138B260F" w14:textId="77777777" w:rsidR="00F35806" w:rsidRPr="00034484" w:rsidRDefault="00F35806" w:rsidP="00C7012B">
            <w:pPr>
              <w:outlineLvl w:val="3"/>
              <w:rPr>
                <w:bCs/>
              </w:rPr>
            </w:pPr>
          </w:p>
        </w:tc>
      </w:tr>
      <w:tr w:rsidR="00F35806" w:rsidRPr="00034484" w14:paraId="489CCDB6" w14:textId="77777777" w:rsidTr="00C7012B">
        <w:tc>
          <w:tcPr>
            <w:tcW w:w="3259" w:type="dxa"/>
            <w:shd w:val="clear" w:color="auto" w:fill="FFBFBF" w:themeFill="accent6" w:themeFillTint="33"/>
          </w:tcPr>
          <w:p w14:paraId="14CD964A" w14:textId="77777777" w:rsidR="00F35806" w:rsidRPr="00034484" w:rsidRDefault="00F35806" w:rsidP="00C7012B">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3260" w:type="dxa"/>
            <w:vAlign w:val="center"/>
          </w:tcPr>
          <w:p w14:paraId="2E0B5865" w14:textId="77777777" w:rsidR="00F35806" w:rsidRPr="00034484" w:rsidRDefault="00F35806" w:rsidP="00C7012B">
            <w:pPr>
              <w:spacing w:after="60"/>
              <w:outlineLvl w:val="3"/>
              <w:rPr>
                <w:bCs/>
              </w:rPr>
            </w:pPr>
          </w:p>
        </w:tc>
        <w:tc>
          <w:tcPr>
            <w:tcW w:w="3260" w:type="dxa"/>
            <w:vAlign w:val="center"/>
          </w:tcPr>
          <w:p w14:paraId="044AE76C" w14:textId="77777777" w:rsidR="00F35806" w:rsidRPr="00034484" w:rsidRDefault="00F35806" w:rsidP="00C7012B">
            <w:pPr>
              <w:outlineLvl w:val="3"/>
              <w:rPr>
                <w:bCs/>
              </w:rPr>
            </w:pPr>
          </w:p>
        </w:tc>
      </w:tr>
      <w:tr w:rsidR="00F35806" w:rsidRPr="00034484" w14:paraId="20DC7A49" w14:textId="77777777" w:rsidTr="00C7012B">
        <w:tc>
          <w:tcPr>
            <w:tcW w:w="3259" w:type="dxa"/>
            <w:shd w:val="clear" w:color="auto" w:fill="FFBFBF" w:themeFill="accent6" w:themeFillTint="33"/>
          </w:tcPr>
          <w:p w14:paraId="428C90CA" w14:textId="77777777" w:rsidR="00F35806" w:rsidRPr="00034484" w:rsidRDefault="00F35806" w:rsidP="00C7012B">
            <w:pPr>
              <w:spacing w:after="60"/>
              <w:outlineLvl w:val="3"/>
              <w:rPr>
                <w:b/>
                <w:bCs/>
              </w:rPr>
            </w:pPr>
            <w:r w:rsidRPr="00034484">
              <w:rPr>
                <w:b/>
                <w:bCs/>
              </w:rPr>
              <w:t xml:space="preserve">Celkem v Kč </w:t>
            </w:r>
          </w:p>
        </w:tc>
        <w:tc>
          <w:tcPr>
            <w:tcW w:w="3260" w:type="dxa"/>
            <w:shd w:val="clear" w:color="auto" w:fill="FFBFBF" w:themeFill="accent6" w:themeFillTint="33"/>
          </w:tcPr>
          <w:p w14:paraId="259B6EC6" w14:textId="77777777" w:rsidR="00F35806" w:rsidRPr="00034484" w:rsidRDefault="00F35806" w:rsidP="00C7012B">
            <w:pPr>
              <w:spacing w:after="60"/>
              <w:outlineLvl w:val="3"/>
              <w:rPr>
                <w:b/>
                <w:bCs/>
              </w:rPr>
            </w:pPr>
            <w:proofErr w:type="spellStart"/>
            <w:r w:rsidRPr="00034484">
              <w:rPr>
                <w:b/>
                <w:bCs/>
              </w:rPr>
              <w:t>xxx</w:t>
            </w:r>
            <w:proofErr w:type="spellEnd"/>
          </w:p>
        </w:tc>
        <w:tc>
          <w:tcPr>
            <w:tcW w:w="3260" w:type="dxa"/>
            <w:shd w:val="clear" w:color="auto" w:fill="FFBFBF" w:themeFill="accent6" w:themeFillTint="33"/>
          </w:tcPr>
          <w:p w14:paraId="56F57027" w14:textId="77777777" w:rsidR="00F35806" w:rsidRPr="00034484" w:rsidRDefault="00F35806" w:rsidP="00C7012B">
            <w:pPr>
              <w:outlineLvl w:val="3"/>
              <w:rPr>
                <w:b/>
                <w:bCs/>
              </w:rPr>
            </w:pPr>
          </w:p>
        </w:tc>
      </w:tr>
    </w:tbl>
    <w:p w14:paraId="454C0E7F" w14:textId="77777777" w:rsidR="00F35806" w:rsidRPr="00034484" w:rsidRDefault="00F35806" w:rsidP="00F35806">
      <w:pPr>
        <w:rPr>
          <w:bCs/>
        </w:rPr>
      </w:pPr>
    </w:p>
    <w:tbl>
      <w:tblPr>
        <w:tblStyle w:val="Mkatabulky"/>
        <w:tblW w:w="0" w:type="auto"/>
        <w:tblLook w:val="04A0" w:firstRow="1" w:lastRow="0" w:firstColumn="1" w:lastColumn="0" w:noHBand="0" w:noVBand="1"/>
      </w:tblPr>
      <w:tblGrid>
        <w:gridCol w:w="4380"/>
        <w:gridCol w:w="4340"/>
      </w:tblGrid>
      <w:tr w:rsidR="00F35806" w:rsidRPr="00034484" w14:paraId="2648CA18" w14:textId="77777777" w:rsidTr="00C7012B">
        <w:tc>
          <w:tcPr>
            <w:tcW w:w="4889" w:type="dxa"/>
            <w:shd w:val="clear" w:color="auto" w:fill="FFBFBF" w:themeFill="accent6" w:themeFillTint="33"/>
            <w:vAlign w:val="center"/>
          </w:tcPr>
          <w:p w14:paraId="11D4FF06" w14:textId="77777777" w:rsidR="00F35806" w:rsidRPr="00034484" w:rsidRDefault="00F35806" w:rsidP="00C7012B">
            <w:pPr>
              <w:spacing w:after="60"/>
              <w:outlineLvl w:val="3"/>
              <w:rPr>
                <w:b/>
                <w:bCs/>
              </w:rPr>
            </w:pPr>
            <w:r w:rsidRPr="00034484">
              <w:rPr>
                <w:b/>
                <w:bCs/>
              </w:rPr>
              <w:t>Hodnocení objednatele:</w:t>
            </w:r>
          </w:p>
          <w:p w14:paraId="33483756" w14:textId="77777777" w:rsidR="00F35806" w:rsidRPr="00034484" w:rsidRDefault="00F35806" w:rsidP="00C7012B">
            <w:pPr>
              <w:spacing w:after="60"/>
              <w:outlineLvl w:val="3"/>
              <w:rPr>
                <w:b/>
                <w:bCs/>
              </w:rPr>
            </w:pPr>
          </w:p>
          <w:p w14:paraId="747FB3E2" w14:textId="77777777" w:rsidR="00F35806" w:rsidRPr="00034484" w:rsidRDefault="00F35806" w:rsidP="00C7012B">
            <w:pPr>
              <w:spacing w:after="60"/>
              <w:outlineLvl w:val="3"/>
              <w:rPr>
                <w:bCs/>
              </w:rPr>
            </w:pPr>
          </w:p>
          <w:p w14:paraId="6224D68B" w14:textId="77777777" w:rsidR="00F35806" w:rsidRPr="00034484" w:rsidRDefault="00F35806" w:rsidP="00C7012B">
            <w:pPr>
              <w:spacing w:after="60"/>
              <w:outlineLvl w:val="3"/>
              <w:rPr>
                <w:bCs/>
              </w:rPr>
            </w:pPr>
          </w:p>
          <w:p w14:paraId="3A476CA3" w14:textId="77777777" w:rsidR="00F35806" w:rsidRPr="00034484" w:rsidRDefault="00F35806" w:rsidP="00C7012B">
            <w:pPr>
              <w:spacing w:after="60"/>
              <w:outlineLvl w:val="3"/>
              <w:rPr>
                <w:bCs/>
              </w:rPr>
            </w:pPr>
          </w:p>
          <w:p w14:paraId="611F7065" w14:textId="77777777" w:rsidR="00F35806" w:rsidRPr="00034484" w:rsidRDefault="00F35806" w:rsidP="00C7012B">
            <w:pPr>
              <w:spacing w:after="60"/>
              <w:outlineLvl w:val="3"/>
              <w:rPr>
                <w:bCs/>
              </w:rPr>
            </w:pPr>
          </w:p>
        </w:tc>
        <w:tc>
          <w:tcPr>
            <w:tcW w:w="4890" w:type="dxa"/>
            <w:vAlign w:val="center"/>
          </w:tcPr>
          <w:p w14:paraId="0E27C1F7" w14:textId="77777777" w:rsidR="00F35806" w:rsidRPr="00034484" w:rsidRDefault="00F35806" w:rsidP="00C7012B">
            <w:pPr>
              <w:outlineLvl w:val="3"/>
              <w:rPr>
                <w:bCs/>
              </w:rPr>
            </w:pPr>
            <w:r w:rsidRPr="00034484">
              <w:rPr>
                <w:bCs/>
              </w:rPr>
              <w:lastRenderedPageBreak/>
              <w:t>Správa železnic osvědčuje, že stavební práce uvedené v tomto osvědčení byly řádně poskytnuty a dokončeny.</w:t>
            </w:r>
          </w:p>
        </w:tc>
      </w:tr>
      <w:tr w:rsidR="00F35806" w:rsidRPr="00034484" w14:paraId="21D37D44" w14:textId="77777777" w:rsidTr="00C7012B">
        <w:tc>
          <w:tcPr>
            <w:tcW w:w="4889" w:type="dxa"/>
            <w:shd w:val="clear" w:color="auto" w:fill="FFBFBF" w:themeFill="accent6" w:themeFillTint="33"/>
          </w:tcPr>
          <w:p w14:paraId="517DB862" w14:textId="77777777" w:rsidR="00F35806" w:rsidRPr="00034484" w:rsidRDefault="00F35806" w:rsidP="00C7012B">
            <w:pPr>
              <w:spacing w:after="60"/>
              <w:outlineLvl w:val="3"/>
              <w:rPr>
                <w:b/>
                <w:bCs/>
              </w:rPr>
            </w:pPr>
            <w:r w:rsidRPr="00034484">
              <w:rPr>
                <w:b/>
                <w:bCs/>
              </w:rPr>
              <w:t>Kontaktní osoba:</w:t>
            </w:r>
          </w:p>
        </w:tc>
        <w:tc>
          <w:tcPr>
            <w:tcW w:w="4890" w:type="dxa"/>
            <w:vAlign w:val="center"/>
          </w:tcPr>
          <w:p w14:paraId="5F17743F" w14:textId="77777777" w:rsidR="00F35806" w:rsidRPr="00034484" w:rsidRDefault="00F35806" w:rsidP="00C7012B">
            <w:pPr>
              <w:outlineLvl w:val="3"/>
              <w:rPr>
                <w:bCs/>
              </w:rPr>
            </w:pPr>
          </w:p>
        </w:tc>
      </w:tr>
    </w:tbl>
    <w:p w14:paraId="49794E27" w14:textId="77777777" w:rsidR="00F35806" w:rsidRPr="00034484" w:rsidRDefault="00F35806" w:rsidP="00F35806">
      <w:pPr>
        <w:rPr>
          <w:b/>
          <w:bCs/>
        </w:rPr>
      </w:pPr>
    </w:p>
    <w:tbl>
      <w:tblPr>
        <w:tblStyle w:val="Mkatabulky"/>
        <w:tblW w:w="0" w:type="auto"/>
        <w:tblLook w:val="04A0" w:firstRow="1" w:lastRow="0" w:firstColumn="1" w:lastColumn="0" w:noHBand="0" w:noVBand="1"/>
      </w:tblPr>
      <w:tblGrid>
        <w:gridCol w:w="4439"/>
        <w:gridCol w:w="4281"/>
      </w:tblGrid>
      <w:tr w:rsidR="00F35806" w:rsidRPr="00034484" w14:paraId="79A1C022" w14:textId="77777777" w:rsidTr="00C7012B">
        <w:tc>
          <w:tcPr>
            <w:tcW w:w="4889" w:type="dxa"/>
            <w:shd w:val="clear" w:color="auto" w:fill="FFBFBF" w:themeFill="accent6" w:themeFillTint="33"/>
            <w:vAlign w:val="center"/>
          </w:tcPr>
          <w:p w14:paraId="4DB80DB3" w14:textId="77777777" w:rsidR="00F35806" w:rsidRPr="00034484" w:rsidRDefault="00F35806" w:rsidP="00C7012B">
            <w:pPr>
              <w:spacing w:after="60"/>
              <w:outlineLvl w:val="3"/>
              <w:rPr>
                <w:b/>
                <w:bCs/>
              </w:rPr>
            </w:pPr>
            <w:r w:rsidRPr="00034484">
              <w:rPr>
                <w:b/>
                <w:bCs/>
              </w:rPr>
              <w:t xml:space="preserve">Jméno a příjmení </w:t>
            </w:r>
            <w:r w:rsidRPr="00034484">
              <w:rPr>
                <w:bCs/>
              </w:rPr>
              <w:t>vystavitele (viz poznámka 1)</w:t>
            </w:r>
          </w:p>
        </w:tc>
        <w:tc>
          <w:tcPr>
            <w:tcW w:w="4890" w:type="dxa"/>
            <w:vAlign w:val="center"/>
          </w:tcPr>
          <w:p w14:paraId="28F27C92" w14:textId="77777777" w:rsidR="00F35806" w:rsidRPr="00034484" w:rsidRDefault="00F35806" w:rsidP="00C7012B">
            <w:pPr>
              <w:outlineLvl w:val="3"/>
              <w:rPr>
                <w:bCs/>
              </w:rPr>
            </w:pPr>
          </w:p>
        </w:tc>
      </w:tr>
      <w:tr w:rsidR="00F35806" w:rsidRPr="00034484" w14:paraId="6854B3BE" w14:textId="77777777" w:rsidTr="00C7012B">
        <w:tc>
          <w:tcPr>
            <w:tcW w:w="4889" w:type="dxa"/>
            <w:shd w:val="clear" w:color="auto" w:fill="FFBFBF" w:themeFill="accent6" w:themeFillTint="33"/>
            <w:vAlign w:val="center"/>
          </w:tcPr>
          <w:p w14:paraId="4D54C30D" w14:textId="77777777" w:rsidR="00F35806" w:rsidRPr="00034484" w:rsidRDefault="00F35806" w:rsidP="00C7012B">
            <w:pPr>
              <w:spacing w:after="60"/>
              <w:outlineLvl w:val="3"/>
              <w:rPr>
                <w:b/>
                <w:bCs/>
              </w:rPr>
            </w:pPr>
            <w:r w:rsidRPr="00034484">
              <w:rPr>
                <w:b/>
                <w:bCs/>
              </w:rPr>
              <w:t>Funkce:</w:t>
            </w:r>
          </w:p>
        </w:tc>
        <w:tc>
          <w:tcPr>
            <w:tcW w:w="4890" w:type="dxa"/>
            <w:vAlign w:val="center"/>
          </w:tcPr>
          <w:p w14:paraId="47CB9660" w14:textId="77777777" w:rsidR="00F35806" w:rsidRPr="00034484" w:rsidRDefault="00F35806" w:rsidP="00C7012B">
            <w:pPr>
              <w:outlineLvl w:val="3"/>
              <w:rPr>
                <w:bCs/>
              </w:rPr>
            </w:pPr>
          </w:p>
        </w:tc>
      </w:tr>
      <w:tr w:rsidR="00F35806" w:rsidRPr="00034484" w14:paraId="569221C8" w14:textId="77777777" w:rsidTr="00C7012B">
        <w:tc>
          <w:tcPr>
            <w:tcW w:w="4889" w:type="dxa"/>
            <w:shd w:val="clear" w:color="auto" w:fill="FFBFBF" w:themeFill="accent6" w:themeFillTint="33"/>
            <w:vAlign w:val="center"/>
          </w:tcPr>
          <w:p w14:paraId="14807C2F" w14:textId="77777777" w:rsidR="00F35806" w:rsidRPr="00034484" w:rsidRDefault="00F35806" w:rsidP="00C7012B">
            <w:pPr>
              <w:spacing w:after="60"/>
              <w:outlineLvl w:val="3"/>
              <w:rPr>
                <w:b/>
                <w:bCs/>
              </w:rPr>
            </w:pPr>
            <w:r w:rsidRPr="00034484">
              <w:rPr>
                <w:b/>
                <w:bCs/>
              </w:rPr>
              <w:t>Podpis vystavitele</w:t>
            </w:r>
          </w:p>
          <w:p w14:paraId="2028C9BA" w14:textId="77777777" w:rsidR="00F35806" w:rsidRPr="00034484" w:rsidRDefault="00F35806" w:rsidP="00C7012B">
            <w:pPr>
              <w:spacing w:after="60"/>
              <w:outlineLvl w:val="3"/>
              <w:rPr>
                <w:b/>
                <w:bCs/>
              </w:rPr>
            </w:pPr>
          </w:p>
        </w:tc>
        <w:tc>
          <w:tcPr>
            <w:tcW w:w="4890" w:type="dxa"/>
            <w:vAlign w:val="center"/>
          </w:tcPr>
          <w:p w14:paraId="57CFB651" w14:textId="77777777" w:rsidR="00F35806" w:rsidRPr="00034484" w:rsidRDefault="00F35806" w:rsidP="00C7012B">
            <w:pPr>
              <w:outlineLvl w:val="3"/>
              <w:rPr>
                <w:bCs/>
              </w:rPr>
            </w:pPr>
          </w:p>
        </w:tc>
      </w:tr>
      <w:tr w:rsidR="00F35806" w:rsidRPr="00034484" w14:paraId="74502591" w14:textId="77777777" w:rsidTr="00C7012B">
        <w:tc>
          <w:tcPr>
            <w:tcW w:w="4889" w:type="dxa"/>
            <w:shd w:val="clear" w:color="auto" w:fill="FFBFBF" w:themeFill="accent6" w:themeFillTint="33"/>
            <w:vAlign w:val="center"/>
          </w:tcPr>
          <w:p w14:paraId="3F26E620" w14:textId="77777777" w:rsidR="00F35806" w:rsidRPr="00034484" w:rsidRDefault="00F35806" w:rsidP="00C7012B">
            <w:pPr>
              <w:spacing w:after="60"/>
              <w:outlineLvl w:val="3"/>
              <w:rPr>
                <w:b/>
                <w:bCs/>
              </w:rPr>
            </w:pPr>
            <w:r w:rsidRPr="00034484">
              <w:rPr>
                <w:b/>
                <w:bCs/>
              </w:rPr>
              <w:t>Datum vystavení osvědčení</w:t>
            </w:r>
          </w:p>
        </w:tc>
        <w:tc>
          <w:tcPr>
            <w:tcW w:w="4890" w:type="dxa"/>
            <w:vAlign w:val="center"/>
          </w:tcPr>
          <w:p w14:paraId="525725C0" w14:textId="77777777" w:rsidR="00F35806" w:rsidRPr="00034484" w:rsidRDefault="00F35806" w:rsidP="00C7012B">
            <w:pPr>
              <w:outlineLvl w:val="3"/>
              <w:rPr>
                <w:bCs/>
              </w:rPr>
            </w:pPr>
          </w:p>
        </w:tc>
      </w:tr>
    </w:tbl>
    <w:p w14:paraId="41BE1E51" w14:textId="77777777" w:rsidR="00F35806" w:rsidRPr="00034484" w:rsidRDefault="00F35806" w:rsidP="00F35806">
      <w:pPr>
        <w:rPr>
          <w:bCs/>
        </w:rPr>
      </w:pPr>
    </w:p>
    <w:p w14:paraId="359DDFF8" w14:textId="428B2A60" w:rsidR="00F35806" w:rsidRPr="00A24674" w:rsidRDefault="006564B2" w:rsidP="00F35806">
      <w:pPr>
        <w:keepNext/>
        <w:spacing w:after="60"/>
        <w:jc w:val="both"/>
        <w:outlineLvl w:val="3"/>
        <w:rPr>
          <w:rFonts w:eastAsia="Times New Roman"/>
          <w:bCs/>
          <w:i/>
        </w:rPr>
      </w:pPr>
      <w:r>
        <w:rPr>
          <w:bCs/>
          <w:i/>
        </w:rPr>
        <w:t>* Je-li vzhledem k cha</w:t>
      </w:r>
      <w:bookmarkStart w:id="0" w:name="_GoBack"/>
      <w:bookmarkEnd w:id="0"/>
      <w:r w:rsidR="00F35806" w:rsidRPr="00034484">
        <w:rPr>
          <w:bCs/>
          <w:i/>
        </w:rPr>
        <w:t>rakteru stavby relevantní.</w:t>
      </w:r>
    </w:p>
    <w:p w14:paraId="04A5FF12" w14:textId="77777777" w:rsidR="00F35806" w:rsidRPr="00A24674" w:rsidRDefault="00F35806" w:rsidP="00F35806">
      <w:pPr>
        <w:keepNext/>
        <w:spacing w:after="60"/>
        <w:jc w:val="both"/>
        <w:outlineLvl w:val="3"/>
        <w:rPr>
          <w:rFonts w:eastAsia="Times New Roman"/>
          <w:b/>
          <w:bCs/>
          <w:i/>
        </w:rPr>
      </w:pPr>
    </w:p>
    <w:p w14:paraId="6F36FE13" w14:textId="77777777" w:rsidR="00F35806" w:rsidRPr="00A24674" w:rsidRDefault="00F35806" w:rsidP="00F35806">
      <w:pPr>
        <w:keepNext/>
        <w:spacing w:after="60"/>
        <w:jc w:val="both"/>
        <w:outlineLvl w:val="3"/>
        <w:rPr>
          <w:rFonts w:eastAsia="Times New Roman"/>
          <w:bCs/>
          <w:i/>
        </w:rPr>
      </w:pPr>
      <w:r w:rsidRPr="00A24674">
        <w:rPr>
          <w:rFonts w:eastAsia="Times New Roman"/>
          <w:b/>
          <w:bCs/>
          <w:i/>
        </w:rPr>
        <w:t>Poznámka 1:</w:t>
      </w:r>
      <w:r w:rsidRPr="00A2467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2BBE0302" w14:textId="77777777" w:rsidR="00F35806" w:rsidRPr="00523A61" w:rsidRDefault="00F35806" w:rsidP="00F35806">
      <w:pPr>
        <w:keepNext/>
        <w:spacing w:after="60"/>
        <w:jc w:val="both"/>
        <w:outlineLvl w:val="3"/>
        <w:rPr>
          <w:rFonts w:eastAsia="Times New Roman"/>
          <w:bCs/>
          <w:i/>
          <w:color w:val="FF0000"/>
        </w:rPr>
      </w:pPr>
      <w:r w:rsidRPr="00A24674">
        <w:rPr>
          <w:rFonts w:eastAsia="Times New Roman"/>
          <w:b/>
          <w:bCs/>
          <w:i/>
        </w:rPr>
        <w:t>Poznámka 2:</w:t>
      </w:r>
      <w:r w:rsidRPr="00A24674">
        <w:rPr>
          <w:rFonts w:eastAsia="Times New Roman"/>
          <w:bCs/>
          <w:i/>
        </w:rPr>
        <w:t xml:space="preserve"> Osvědčení Správy železnic </w:t>
      </w:r>
      <w:r w:rsidRPr="00651F0E">
        <w:rPr>
          <w:rFonts w:eastAsia="Times New Roman"/>
          <w:bCs/>
          <w:i/>
        </w:rPr>
        <w:t xml:space="preserve">o řádném poskytnutí a dokončení stavebních prací </w:t>
      </w:r>
      <w:r w:rsidRPr="00A24674">
        <w:rPr>
          <w:rFonts w:eastAsia="Times New Roman"/>
          <w:bCs/>
          <w:i/>
        </w:rPr>
        <w:t xml:space="preserve">je vyhotovováno výhradně v jednom znění platném pro všechny zhotovitele/společníky/poddodavatele. </w:t>
      </w:r>
      <w:proofErr w:type="gramStart"/>
      <w:r w:rsidRPr="00A24674">
        <w:rPr>
          <w:rFonts w:eastAsia="Times New Roman"/>
          <w:bCs/>
          <w:i/>
        </w:rPr>
        <w:t>Tzn.</w:t>
      </w:r>
      <w:proofErr w:type="gramEnd"/>
      <w:r w:rsidRPr="00A24674">
        <w:rPr>
          <w:rFonts w:eastAsia="Times New Roman"/>
          <w:bCs/>
          <w:i/>
        </w:rPr>
        <w:t xml:space="preserve"> Osvědčení se </w:t>
      </w:r>
      <w:proofErr w:type="gramStart"/>
      <w:r w:rsidRPr="00A24674">
        <w:rPr>
          <w:rFonts w:eastAsia="Times New Roman"/>
          <w:bCs/>
          <w:i/>
        </w:rPr>
        <w:t>nevyhotovuje</w:t>
      </w:r>
      <w:proofErr w:type="gramEnd"/>
      <w:r w:rsidRPr="00A24674">
        <w:rPr>
          <w:rFonts w:eastAsia="Times New Roman"/>
          <w:bCs/>
          <w:i/>
        </w:rPr>
        <w:t xml:space="preserve"> pro každého ze zhotovitelů/společníků/poddodavatelů zvlášť.</w:t>
      </w:r>
    </w:p>
    <w:p w14:paraId="3C4F5832" w14:textId="0D78D831" w:rsidR="00F35806" w:rsidRDefault="00F35806" w:rsidP="00F35806">
      <w:pPr>
        <w:pStyle w:val="Tabulka"/>
      </w:pPr>
      <w:r w:rsidRPr="00A24674">
        <w:rPr>
          <w:rFonts w:eastAsia="Times New Roman"/>
          <w:b/>
          <w:bCs/>
          <w:i/>
        </w:rPr>
        <w:t>Poznámka 3:</w:t>
      </w:r>
      <w:r w:rsidRPr="00A24674">
        <w:rPr>
          <w:rFonts w:eastAsia="Times New Roman"/>
          <w:bCs/>
          <w:i/>
        </w:rPr>
        <w:t xml:space="preserve"> Všechny částky v Kč se uvedou v hodnotě bez DPH.</w:t>
      </w:r>
    </w:p>
    <w:p w14:paraId="732B2A08" w14:textId="77777777" w:rsidR="00F35806" w:rsidRPr="00F35806" w:rsidRDefault="00F35806" w:rsidP="00F35806"/>
    <w:p w14:paraId="2B8C26AD" w14:textId="77777777" w:rsidR="00F35806" w:rsidRPr="00F35806" w:rsidRDefault="00F35806" w:rsidP="00F35806"/>
    <w:p w14:paraId="3B46264B" w14:textId="77777777" w:rsidR="00F35806" w:rsidRPr="00F35806" w:rsidRDefault="00F35806" w:rsidP="00F35806"/>
    <w:p w14:paraId="337938E2" w14:textId="77777777" w:rsidR="00F35806" w:rsidRPr="00F35806" w:rsidRDefault="00F35806" w:rsidP="00F35806"/>
    <w:p w14:paraId="17D32504" w14:textId="77777777" w:rsidR="00F35806" w:rsidRPr="00F35806" w:rsidRDefault="00F35806" w:rsidP="00F35806"/>
    <w:p w14:paraId="19BC8CC4" w14:textId="77777777" w:rsidR="00F35806" w:rsidRPr="00F35806" w:rsidRDefault="00F35806" w:rsidP="00F35806"/>
    <w:p w14:paraId="1661654A" w14:textId="77777777" w:rsidR="00F35806" w:rsidRPr="00F35806" w:rsidRDefault="00F35806" w:rsidP="00F35806"/>
    <w:p w14:paraId="500F06BB" w14:textId="77777777" w:rsidR="00F35806" w:rsidRPr="00F35806" w:rsidRDefault="00F35806" w:rsidP="00F35806"/>
    <w:p w14:paraId="7876A9AA" w14:textId="77777777" w:rsidR="00F35806" w:rsidRPr="00F35806" w:rsidRDefault="00F35806" w:rsidP="00F35806"/>
    <w:p w14:paraId="7681448F" w14:textId="77777777" w:rsidR="00F35806" w:rsidRPr="00F35806" w:rsidRDefault="00F35806" w:rsidP="00F35806"/>
    <w:p w14:paraId="700A9B07" w14:textId="57112C84" w:rsidR="00F35806" w:rsidRDefault="00F35806" w:rsidP="00F35806"/>
    <w:p w14:paraId="48E5B22C" w14:textId="77777777" w:rsidR="00F762A8" w:rsidRPr="00F35806" w:rsidRDefault="00F762A8" w:rsidP="00F35806">
      <w:pPr>
        <w:jc w:val="right"/>
      </w:pPr>
    </w:p>
    <w:sectPr w:rsidR="00F762A8" w:rsidRPr="00F35806" w:rsidSect="0037741D">
      <w:footerReference w:type="default" r:id="rId40"/>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DCB44B" w14:textId="77777777" w:rsidR="002A59DC" w:rsidRDefault="002A59DC" w:rsidP="00962258">
      <w:pPr>
        <w:spacing w:after="0" w:line="240" w:lineRule="auto"/>
      </w:pPr>
      <w:r>
        <w:separator/>
      </w:r>
    </w:p>
  </w:endnote>
  <w:endnote w:type="continuationSeparator" w:id="0">
    <w:p w14:paraId="5562BAF6" w14:textId="77777777" w:rsidR="002A59DC" w:rsidRDefault="002A59D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A59DC" w:rsidRPr="003462EB" w14:paraId="1240A483" w14:textId="77777777" w:rsidTr="00F13FDA">
      <w:tc>
        <w:tcPr>
          <w:tcW w:w="1021" w:type="dxa"/>
          <w:vAlign w:val="bottom"/>
        </w:tcPr>
        <w:p w14:paraId="151E8C0E" w14:textId="112BA50B" w:rsidR="002A59DC" w:rsidRPr="00B8518B" w:rsidRDefault="002A59DC" w:rsidP="006D0C7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8</w:t>
          </w:r>
          <w:r w:rsidRPr="00B8518B">
            <w:rPr>
              <w:rStyle w:val="slostrnky"/>
            </w:rPr>
            <w:fldChar w:fldCharType="end"/>
          </w:r>
          <w:r w:rsidRPr="00B8518B">
            <w:rPr>
              <w:rStyle w:val="slostrnky"/>
            </w:rPr>
            <w:t>/</w:t>
          </w:r>
          <w:r>
            <w:rPr>
              <w:rStyle w:val="slostrnky"/>
            </w:rPr>
            <w:t>8</w:t>
          </w:r>
        </w:p>
      </w:tc>
      <w:tc>
        <w:tcPr>
          <w:tcW w:w="0" w:type="auto"/>
          <w:vAlign w:val="bottom"/>
        </w:tcPr>
        <w:p w14:paraId="4FEF9FF2" w14:textId="77777777" w:rsidR="002A59DC" w:rsidRDefault="002A59DC" w:rsidP="00F13FDA">
          <w:pPr>
            <w:pStyle w:val="Zpatvlevo"/>
          </w:pPr>
          <w:r w:rsidRPr="00B41CFD">
            <w:t>Smlouva o dílo</w:t>
          </w:r>
        </w:p>
        <w:p w14:paraId="36D7DCDC" w14:textId="77777777" w:rsidR="002A59DC" w:rsidRPr="003462EB" w:rsidRDefault="002A59DC" w:rsidP="00F13FDA">
          <w:pPr>
            <w:pStyle w:val="Zpatvlevo"/>
          </w:pPr>
          <w:r w:rsidRPr="00B41CFD">
            <w:t>Zhotovení stavby</w:t>
          </w:r>
        </w:p>
      </w:tc>
    </w:tr>
  </w:tbl>
  <w:p w14:paraId="54F3FF18" w14:textId="77777777" w:rsidR="002A59DC" w:rsidRPr="00F13FDA" w:rsidRDefault="002A59DC">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A59DC" w:rsidRPr="009E09BE" w14:paraId="140825AC" w14:textId="77777777" w:rsidTr="00A0271B">
      <w:tc>
        <w:tcPr>
          <w:tcW w:w="0" w:type="auto"/>
          <w:tcMar>
            <w:left w:w="0" w:type="dxa"/>
            <w:right w:w="0" w:type="dxa"/>
          </w:tcMar>
          <w:vAlign w:val="bottom"/>
        </w:tcPr>
        <w:p w14:paraId="5C3D2E8D" w14:textId="77777777" w:rsidR="002A59DC" w:rsidRPr="00DD4862" w:rsidRDefault="002A59DC" w:rsidP="00A0271B">
          <w:pPr>
            <w:pStyle w:val="Zpatvpravo"/>
            <w:rPr>
              <w:b/>
            </w:rPr>
          </w:pPr>
          <w:r w:rsidRPr="00DD4862">
            <w:rPr>
              <w:b/>
            </w:rPr>
            <w:t xml:space="preserve">Příloha č. </w:t>
          </w:r>
          <w:r>
            <w:rPr>
              <w:b/>
            </w:rPr>
            <w:t>4</w:t>
          </w:r>
        </w:p>
        <w:p w14:paraId="322FB8B5" w14:textId="77777777" w:rsidR="002A59DC" w:rsidRPr="003462EB" w:rsidRDefault="002A59DC" w:rsidP="00A0271B">
          <w:pPr>
            <w:pStyle w:val="Zpatvpravo"/>
          </w:pPr>
          <w:r>
            <w:t>Smlouva o dílo</w:t>
          </w:r>
        </w:p>
        <w:p w14:paraId="6BCDB74A" w14:textId="77777777" w:rsidR="002A59DC" w:rsidRPr="003462EB" w:rsidRDefault="002A59DC" w:rsidP="00A0271B">
          <w:pPr>
            <w:pStyle w:val="Zpatvpravo"/>
            <w:rPr>
              <w:rStyle w:val="slostrnky"/>
              <w:b w:val="0"/>
              <w:color w:val="auto"/>
              <w:sz w:val="12"/>
            </w:rPr>
          </w:pPr>
          <w:r w:rsidRPr="003462EB">
            <w:t xml:space="preserve">Zhotovení stavby </w:t>
          </w:r>
        </w:p>
      </w:tc>
      <w:tc>
        <w:tcPr>
          <w:tcW w:w="1021" w:type="dxa"/>
          <w:vAlign w:val="bottom"/>
        </w:tcPr>
        <w:p w14:paraId="4DFD9349" w14:textId="17BCB02A" w:rsidR="002A59DC" w:rsidRPr="009E09BE" w:rsidRDefault="002A59DC"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D598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D5980">
            <w:rPr>
              <w:rStyle w:val="slostrnky"/>
              <w:noProof/>
            </w:rPr>
            <w:t>1</w:t>
          </w:r>
          <w:r>
            <w:rPr>
              <w:rStyle w:val="slostrnky"/>
            </w:rPr>
            <w:fldChar w:fldCharType="end"/>
          </w:r>
        </w:p>
      </w:tc>
    </w:tr>
  </w:tbl>
  <w:p w14:paraId="1799FC45" w14:textId="77777777" w:rsidR="002A59DC" w:rsidRPr="00B8518B" w:rsidRDefault="002A59DC"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A59DC" w:rsidRPr="003462EB" w14:paraId="324A3DF3" w14:textId="77777777" w:rsidTr="00F13FDA">
      <w:tc>
        <w:tcPr>
          <w:tcW w:w="1021" w:type="dxa"/>
          <w:vAlign w:val="bottom"/>
        </w:tcPr>
        <w:p w14:paraId="1D3932C5" w14:textId="77777777" w:rsidR="002A59DC" w:rsidRPr="00B8518B" w:rsidRDefault="002A59DC"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65D613F" w14:textId="77777777" w:rsidR="002A59DC" w:rsidRPr="00DD4862" w:rsidRDefault="002A59DC" w:rsidP="00F13FDA">
          <w:pPr>
            <w:pStyle w:val="Zpatvlevo"/>
            <w:rPr>
              <w:b/>
            </w:rPr>
          </w:pPr>
          <w:r>
            <w:rPr>
              <w:b/>
            </w:rPr>
            <w:t>Příloha č. 5</w:t>
          </w:r>
        </w:p>
        <w:p w14:paraId="376871C6" w14:textId="77777777" w:rsidR="002A59DC" w:rsidRDefault="002A59DC" w:rsidP="00F13FDA">
          <w:pPr>
            <w:pStyle w:val="Zpatvlevo"/>
          </w:pPr>
          <w:r w:rsidRPr="00B41CFD">
            <w:t>Smlouva o dílo</w:t>
          </w:r>
        </w:p>
        <w:p w14:paraId="3CE18223" w14:textId="77777777" w:rsidR="002A59DC" w:rsidRPr="003462EB" w:rsidRDefault="002A59DC" w:rsidP="00F13FDA">
          <w:pPr>
            <w:pStyle w:val="Zpatvlevo"/>
          </w:pPr>
          <w:r w:rsidRPr="00B41CFD">
            <w:t>Zhotovení stavby</w:t>
          </w:r>
        </w:p>
      </w:tc>
    </w:tr>
  </w:tbl>
  <w:p w14:paraId="653766D2" w14:textId="77777777" w:rsidR="002A59DC" w:rsidRPr="00F13FDA" w:rsidRDefault="002A59DC">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A59DC" w:rsidRPr="009E09BE" w14:paraId="4CAC0333" w14:textId="77777777" w:rsidTr="00A0271B">
      <w:tc>
        <w:tcPr>
          <w:tcW w:w="0" w:type="auto"/>
          <w:tcMar>
            <w:left w:w="0" w:type="dxa"/>
            <w:right w:w="0" w:type="dxa"/>
          </w:tcMar>
          <w:vAlign w:val="bottom"/>
        </w:tcPr>
        <w:p w14:paraId="0A2FA09E" w14:textId="77777777" w:rsidR="002A59DC" w:rsidRPr="00DD4862" w:rsidRDefault="002A59DC" w:rsidP="00A0271B">
          <w:pPr>
            <w:pStyle w:val="Zpatvpravo"/>
            <w:rPr>
              <w:b/>
            </w:rPr>
          </w:pPr>
          <w:r w:rsidRPr="00DD4862">
            <w:rPr>
              <w:b/>
            </w:rPr>
            <w:t xml:space="preserve">Příloha č. </w:t>
          </w:r>
          <w:r>
            <w:rPr>
              <w:b/>
            </w:rPr>
            <w:t>5</w:t>
          </w:r>
        </w:p>
        <w:p w14:paraId="60317C27" w14:textId="77777777" w:rsidR="002A59DC" w:rsidRPr="003462EB" w:rsidRDefault="002A59DC" w:rsidP="00A0271B">
          <w:pPr>
            <w:pStyle w:val="Zpatvpravo"/>
          </w:pPr>
          <w:r>
            <w:t>Smlouva o dílo</w:t>
          </w:r>
        </w:p>
        <w:p w14:paraId="6574CB31" w14:textId="77777777" w:rsidR="002A59DC" w:rsidRPr="003462EB" w:rsidRDefault="002A59DC" w:rsidP="00A0271B">
          <w:pPr>
            <w:pStyle w:val="Zpatvpravo"/>
            <w:rPr>
              <w:rStyle w:val="slostrnky"/>
              <w:b w:val="0"/>
              <w:color w:val="auto"/>
              <w:sz w:val="12"/>
            </w:rPr>
          </w:pPr>
          <w:r w:rsidRPr="003462EB">
            <w:t xml:space="preserve">Zhotovení stavby </w:t>
          </w:r>
        </w:p>
      </w:tc>
      <w:tc>
        <w:tcPr>
          <w:tcW w:w="1021" w:type="dxa"/>
          <w:vAlign w:val="bottom"/>
        </w:tcPr>
        <w:p w14:paraId="4CA40DA3" w14:textId="24A6CB31" w:rsidR="002A59DC" w:rsidRPr="009E09BE" w:rsidRDefault="002A59DC"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D598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D5980">
            <w:rPr>
              <w:rStyle w:val="slostrnky"/>
              <w:noProof/>
            </w:rPr>
            <w:t>1</w:t>
          </w:r>
          <w:r>
            <w:rPr>
              <w:rStyle w:val="slostrnky"/>
            </w:rPr>
            <w:fldChar w:fldCharType="end"/>
          </w:r>
        </w:p>
      </w:tc>
    </w:tr>
  </w:tbl>
  <w:p w14:paraId="7E03A553" w14:textId="77777777" w:rsidR="002A59DC" w:rsidRPr="00B8518B" w:rsidRDefault="002A59DC"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A59DC" w:rsidRPr="003462EB" w14:paraId="136811E9" w14:textId="77777777" w:rsidTr="00F13FDA">
      <w:tc>
        <w:tcPr>
          <w:tcW w:w="1021" w:type="dxa"/>
          <w:vAlign w:val="bottom"/>
        </w:tcPr>
        <w:p w14:paraId="0F368DE0" w14:textId="313A1750" w:rsidR="002A59DC" w:rsidRPr="00B8518B" w:rsidRDefault="002A59DC"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4</w:t>
          </w:r>
          <w:r>
            <w:rPr>
              <w:rStyle w:val="slostrnky"/>
            </w:rPr>
            <w:fldChar w:fldCharType="end"/>
          </w:r>
        </w:p>
      </w:tc>
      <w:tc>
        <w:tcPr>
          <w:tcW w:w="0" w:type="auto"/>
          <w:vAlign w:val="bottom"/>
        </w:tcPr>
        <w:p w14:paraId="3AED8A11" w14:textId="77777777" w:rsidR="002A59DC" w:rsidRPr="00DD4862" w:rsidRDefault="002A59DC" w:rsidP="00F13FDA">
          <w:pPr>
            <w:pStyle w:val="Zpatvlevo"/>
            <w:rPr>
              <w:b/>
            </w:rPr>
          </w:pPr>
          <w:r>
            <w:rPr>
              <w:b/>
            </w:rPr>
            <w:t>Příloha č. 6</w:t>
          </w:r>
        </w:p>
        <w:p w14:paraId="45D670C9" w14:textId="77777777" w:rsidR="002A59DC" w:rsidRDefault="002A59DC" w:rsidP="00F13FDA">
          <w:pPr>
            <w:pStyle w:val="Zpatvlevo"/>
          </w:pPr>
          <w:r w:rsidRPr="00B41CFD">
            <w:t>Smlouva o dílo</w:t>
          </w:r>
        </w:p>
        <w:p w14:paraId="4EB1BB37" w14:textId="77777777" w:rsidR="002A59DC" w:rsidRPr="003462EB" w:rsidRDefault="002A59DC" w:rsidP="00F13FDA">
          <w:pPr>
            <w:pStyle w:val="Zpatvlevo"/>
          </w:pPr>
          <w:r w:rsidRPr="00B41CFD">
            <w:t>Zhotovení stavby</w:t>
          </w:r>
        </w:p>
      </w:tc>
    </w:tr>
  </w:tbl>
  <w:p w14:paraId="1A83E4D3" w14:textId="77777777" w:rsidR="002A59DC" w:rsidRPr="00F13FDA" w:rsidRDefault="002A59DC">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A59DC" w:rsidRPr="009E09BE" w14:paraId="7BA38340" w14:textId="77777777" w:rsidTr="00A0271B">
      <w:tc>
        <w:tcPr>
          <w:tcW w:w="0" w:type="auto"/>
          <w:tcMar>
            <w:left w:w="0" w:type="dxa"/>
            <w:right w:w="0" w:type="dxa"/>
          </w:tcMar>
          <w:vAlign w:val="bottom"/>
        </w:tcPr>
        <w:p w14:paraId="5BBDCBB6" w14:textId="77777777" w:rsidR="002A59DC" w:rsidRPr="00DD4862" w:rsidRDefault="002A59DC" w:rsidP="00A0271B">
          <w:pPr>
            <w:pStyle w:val="Zpatvpravo"/>
            <w:rPr>
              <w:b/>
            </w:rPr>
          </w:pPr>
          <w:r w:rsidRPr="00DD4862">
            <w:rPr>
              <w:b/>
            </w:rPr>
            <w:t xml:space="preserve">Příloha č. </w:t>
          </w:r>
          <w:r>
            <w:rPr>
              <w:b/>
            </w:rPr>
            <w:t>6</w:t>
          </w:r>
        </w:p>
        <w:p w14:paraId="1B3CE0C2" w14:textId="77777777" w:rsidR="002A59DC" w:rsidRPr="003462EB" w:rsidRDefault="002A59DC" w:rsidP="00A0271B">
          <w:pPr>
            <w:pStyle w:val="Zpatvpravo"/>
          </w:pPr>
          <w:r>
            <w:t>Smlouva o dílo</w:t>
          </w:r>
        </w:p>
        <w:p w14:paraId="09872B93" w14:textId="77777777" w:rsidR="002A59DC" w:rsidRPr="003462EB" w:rsidRDefault="002A59DC" w:rsidP="00A0271B">
          <w:pPr>
            <w:pStyle w:val="Zpatvpravo"/>
            <w:rPr>
              <w:rStyle w:val="slostrnky"/>
              <w:b w:val="0"/>
              <w:color w:val="auto"/>
              <w:sz w:val="12"/>
            </w:rPr>
          </w:pPr>
          <w:r w:rsidRPr="003462EB">
            <w:t xml:space="preserve">Zhotovení stavby </w:t>
          </w:r>
        </w:p>
      </w:tc>
      <w:tc>
        <w:tcPr>
          <w:tcW w:w="1021" w:type="dxa"/>
          <w:vAlign w:val="bottom"/>
        </w:tcPr>
        <w:p w14:paraId="219F699D" w14:textId="74EDC76B" w:rsidR="002A59DC" w:rsidRPr="009E09BE" w:rsidRDefault="002A59DC"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564B2">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564B2">
            <w:rPr>
              <w:rStyle w:val="slostrnky"/>
              <w:noProof/>
            </w:rPr>
            <w:t>4</w:t>
          </w:r>
          <w:r>
            <w:rPr>
              <w:rStyle w:val="slostrnky"/>
            </w:rPr>
            <w:fldChar w:fldCharType="end"/>
          </w:r>
        </w:p>
      </w:tc>
    </w:tr>
  </w:tbl>
  <w:p w14:paraId="4AEF1893" w14:textId="77777777" w:rsidR="002A59DC" w:rsidRPr="00B8518B" w:rsidRDefault="002A59DC" w:rsidP="00B8518B">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A59DC" w:rsidRPr="003462EB" w14:paraId="11166B56" w14:textId="77777777" w:rsidTr="00F13FDA">
      <w:tc>
        <w:tcPr>
          <w:tcW w:w="1021" w:type="dxa"/>
          <w:vAlign w:val="bottom"/>
        </w:tcPr>
        <w:p w14:paraId="65A08FDB" w14:textId="77777777" w:rsidR="002A59DC" w:rsidRPr="00B8518B" w:rsidRDefault="002A59DC"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BBBAD15" w14:textId="77777777" w:rsidR="002A59DC" w:rsidRPr="00DD4862" w:rsidRDefault="002A59DC" w:rsidP="00F13FDA">
          <w:pPr>
            <w:pStyle w:val="Zpatvlevo"/>
            <w:rPr>
              <w:b/>
            </w:rPr>
          </w:pPr>
          <w:r>
            <w:rPr>
              <w:b/>
            </w:rPr>
            <w:t>Příloha č. 7</w:t>
          </w:r>
        </w:p>
        <w:p w14:paraId="49EBE761" w14:textId="77777777" w:rsidR="002A59DC" w:rsidRDefault="002A59DC" w:rsidP="00F13FDA">
          <w:pPr>
            <w:pStyle w:val="Zpatvlevo"/>
          </w:pPr>
          <w:r w:rsidRPr="00B41CFD">
            <w:t>Smlouva o dílo</w:t>
          </w:r>
        </w:p>
        <w:p w14:paraId="7A184B87" w14:textId="77777777" w:rsidR="002A59DC" w:rsidRPr="003462EB" w:rsidRDefault="002A59DC" w:rsidP="00F13FDA">
          <w:pPr>
            <w:pStyle w:val="Zpatvlevo"/>
          </w:pPr>
          <w:r w:rsidRPr="00B41CFD">
            <w:t>Zhotovení stavby</w:t>
          </w:r>
        </w:p>
      </w:tc>
    </w:tr>
  </w:tbl>
  <w:p w14:paraId="24208E4C" w14:textId="77777777" w:rsidR="002A59DC" w:rsidRPr="00F13FDA" w:rsidRDefault="002A59DC">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A59DC" w:rsidRPr="009E09BE" w14:paraId="0DD23A08" w14:textId="77777777" w:rsidTr="00A0271B">
      <w:tc>
        <w:tcPr>
          <w:tcW w:w="0" w:type="auto"/>
          <w:tcMar>
            <w:left w:w="0" w:type="dxa"/>
            <w:right w:w="0" w:type="dxa"/>
          </w:tcMar>
          <w:vAlign w:val="bottom"/>
        </w:tcPr>
        <w:p w14:paraId="60B97E7A" w14:textId="77777777" w:rsidR="002A59DC" w:rsidRPr="00DD4862" w:rsidRDefault="002A59DC" w:rsidP="00A0271B">
          <w:pPr>
            <w:pStyle w:val="Zpatvpravo"/>
            <w:rPr>
              <w:b/>
            </w:rPr>
          </w:pPr>
          <w:r w:rsidRPr="00DD4862">
            <w:rPr>
              <w:b/>
            </w:rPr>
            <w:t xml:space="preserve">Příloha č. </w:t>
          </w:r>
          <w:r>
            <w:rPr>
              <w:b/>
            </w:rPr>
            <w:t>7</w:t>
          </w:r>
        </w:p>
        <w:p w14:paraId="47360AB3" w14:textId="77777777" w:rsidR="002A59DC" w:rsidRPr="003462EB" w:rsidRDefault="002A59DC" w:rsidP="00A0271B">
          <w:pPr>
            <w:pStyle w:val="Zpatvpravo"/>
          </w:pPr>
          <w:r>
            <w:t>Smlouva o dílo</w:t>
          </w:r>
        </w:p>
        <w:p w14:paraId="7F4562F2" w14:textId="77777777" w:rsidR="002A59DC" w:rsidRPr="003462EB" w:rsidRDefault="002A59DC" w:rsidP="00A0271B">
          <w:pPr>
            <w:pStyle w:val="Zpatvpravo"/>
            <w:rPr>
              <w:rStyle w:val="slostrnky"/>
              <w:b w:val="0"/>
              <w:color w:val="auto"/>
              <w:sz w:val="12"/>
            </w:rPr>
          </w:pPr>
          <w:r w:rsidRPr="003462EB">
            <w:t xml:space="preserve">Zhotovení stavby </w:t>
          </w:r>
        </w:p>
      </w:tc>
      <w:tc>
        <w:tcPr>
          <w:tcW w:w="1021" w:type="dxa"/>
          <w:vAlign w:val="bottom"/>
        </w:tcPr>
        <w:p w14:paraId="23F1C9AA" w14:textId="0688D9E0" w:rsidR="002A59DC" w:rsidRPr="009E09BE" w:rsidRDefault="002A59DC"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D598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D5980">
            <w:rPr>
              <w:rStyle w:val="slostrnky"/>
              <w:noProof/>
            </w:rPr>
            <w:t>1</w:t>
          </w:r>
          <w:r>
            <w:rPr>
              <w:rStyle w:val="slostrnky"/>
            </w:rPr>
            <w:fldChar w:fldCharType="end"/>
          </w:r>
        </w:p>
      </w:tc>
    </w:tr>
  </w:tbl>
  <w:p w14:paraId="5508EC05" w14:textId="77777777" w:rsidR="002A59DC" w:rsidRPr="00B8518B" w:rsidRDefault="002A59DC" w:rsidP="00B8518B">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A59DC" w:rsidRPr="003462EB" w14:paraId="7E738D69" w14:textId="77777777" w:rsidTr="00F13FDA">
      <w:tc>
        <w:tcPr>
          <w:tcW w:w="1021" w:type="dxa"/>
          <w:vAlign w:val="bottom"/>
        </w:tcPr>
        <w:p w14:paraId="502BB4D2" w14:textId="77777777" w:rsidR="002A59DC" w:rsidRPr="00B8518B" w:rsidRDefault="002A59DC"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7C4C02B" w14:textId="77777777" w:rsidR="002A59DC" w:rsidRPr="00DD4862" w:rsidRDefault="002A59DC" w:rsidP="00F13FDA">
          <w:pPr>
            <w:pStyle w:val="Zpatvlevo"/>
            <w:rPr>
              <w:b/>
            </w:rPr>
          </w:pPr>
          <w:r>
            <w:rPr>
              <w:b/>
            </w:rPr>
            <w:t>Příloha č. 8</w:t>
          </w:r>
        </w:p>
        <w:p w14:paraId="120D1055" w14:textId="77777777" w:rsidR="002A59DC" w:rsidRDefault="002A59DC" w:rsidP="00F13FDA">
          <w:pPr>
            <w:pStyle w:val="Zpatvlevo"/>
          </w:pPr>
          <w:r w:rsidRPr="00B41CFD">
            <w:t>Smlouva o dílo</w:t>
          </w:r>
        </w:p>
        <w:p w14:paraId="1A385723" w14:textId="77777777" w:rsidR="002A59DC" w:rsidRPr="003462EB" w:rsidRDefault="002A59DC" w:rsidP="00F13FDA">
          <w:pPr>
            <w:pStyle w:val="Zpatvlevo"/>
          </w:pPr>
          <w:r w:rsidRPr="00B41CFD">
            <w:t>Zhotovení stavby</w:t>
          </w:r>
        </w:p>
      </w:tc>
    </w:tr>
  </w:tbl>
  <w:p w14:paraId="32050216" w14:textId="77777777" w:rsidR="002A59DC" w:rsidRPr="00F13FDA" w:rsidRDefault="002A59DC">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A59DC" w:rsidRPr="009E09BE" w14:paraId="7D122B19" w14:textId="77777777" w:rsidTr="00A0271B">
      <w:tc>
        <w:tcPr>
          <w:tcW w:w="0" w:type="auto"/>
          <w:tcMar>
            <w:left w:w="0" w:type="dxa"/>
            <w:right w:w="0" w:type="dxa"/>
          </w:tcMar>
          <w:vAlign w:val="bottom"/>
        </w:tcPr>
        <w:p w14:paraId="4A081609" w14:textId="77777777" w:rsidR="002A59DC" w:rsidRPr="00DD4862" w:rsidRDefault="002A59DC" w:rsidP="00A0271B">
          <w:pPr>
            <w:pStyle w:val="Zpatvpravo"/>
            <w:rPr>
              <w:b/>
            </w:rPr>
          </w:pPr>
          <w:r w:rsidRPr="00DD4862">
            <w:rPr>
              <w:b/>
            </w:rPr>
            <w:t xml:space="preserve">Příloha č. </w:t>
          </w:r>
          <w:r>
            <w:rPr>
              <w:b/>
            </w:rPr>
            <w:t>8</w:t>
          </w:r>
        </w:p>
        <w:p w14:paraId="33423AB3" w14:textId="77777777" w:rsidR="002A59DC" w:rsidRPr="003462EB" w:rsidRDefault="002A59DC" w:rsidP="00A0271B">
          <w:pPr>
            <w:pStyle w:val="Zpatvpravo"/>
          </w:pPr>
          <w:r>
            <w:t>Smlouva o dílo</w:t>
          </w:r>
        </w:p>
        <w:p w14:paraId="0ED2C04B" w14:textId="77777777" w:rsidR="002A59DC" w:rsidRPr="003462EB" w:rsidRDefault="002A59DC" w:rsidP="00A0271B">
          <w:pPr>
            <w:pStyle w:val="Zpatvpravo"/>
            <w:rPr>
              <w:rStyle w:val="slostrnky"/>
              <w:b w:val="0"/>
              <w:color w:val="auto"/>
              <w:sz w:val="12"/>
            </w:rPr>
          </w:pPr>
          <w:r w:rsidRPr="003462EB">
            <w:t xml:space="preserve">Zhotovení stavby </w:t>
          </w:r>
        </w:p>
      </w:tc>
      <w:tc>
        <w:tcPr>
          <w:tcW w:w="1021" w:type="dxa"/>
          <w:vAlign w:val="bottom"/>
        </w:tcPr>
        <w:p w14:paraId="4627B9DD" w14:textId="6D3309C2" w:rsidR="002A59DC" w:rsidRPr="009E09BE" w:rsidRDefault="002A59DC"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D598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D5980">
            <w:rPr>
              <w:rStyle w:val="slostrnky"/>
              <w:noProof/>
            </w:rPr>
            <w:t>1</w:t>
          </w:r>
          <w:r>
            <w:rPr>
              <w:rStyle w:val="slostrnky"/>
            </w:rPr>
            <w:fldChar w:fldCharType="end"/>
          </w:r>
        </w:p>
      </w:tc>
    </w:tr>
  </w:tbl>
  <w:p w14:paraId="3D0C59CA" w14:textId="77777777" w:rsidR="002A59DC" w:rsidRPr="00B8518B" w:rsidRDefault="002A59DC" w:rsidP="00B8518B">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97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gridCol w:w="1021"/>
    </w:tblGrid>
    <w:tr w:rsidR="002A59DC" w:rsidRPr="009E09BE" w14:paraId="2155DCE3" w14:textId="77777777" w:rsidTr="00F35806">
      <w:tc>
        <w:tcPr>
          <w:tcW w:w="0" w:type="auto"/>
          <w:tcMar>
            <w:left w:w="0" w:type="dxa"/>
            <w:right w:w="0" w:type="dxa"/>
          </w:tcMar>
          <w:vAlign w:val="bottom"/>
        </w:tcPr>
        <w:p w14:paraId="2F3A8204" w14:textId="09BE4D2E" w:rsidR="002A59DC" w:rsidRPr="00DD4862" w:rsidRDefault="002A59DC" w:rsidP="00A0271B">
          <w:pPr>
            <w:pStyle w:val="Zpatvpravo"/>
            <w:rPr>
              <w:b/>
            </w:rPr>
          </w:pPr>
          <w:r w:rsidRPr="00DD4862">
            <w:rPr>
              <w:b/>
            </w:rPr>
            <w:t xml:space="preserve">Příloha č. </w:t>
          </w:r>
          <w:r>
            <w:rPr>
              <w:b/>
            </w:rPr>
            <w:t>9</w:t>
          </w:r>
        </w:p>
        <w:p w14:paraId="729A9829" w14:textId="77777777" w:rsidR="002A59DC" w:rsidRPr="003462EB" w:rsidRDefault="002A59DC" w:rsidP="00A0271B">
          <w:pPr>
            <w:pStyle w:val="Zpatvpravo"/>
          </w:pPr>
          <w:r>
            <w:t>Smlouva o dílo</w:t>
          </w:r>
        </w:p>
        <w:p w14:paraId="2FCC4C64" w14:textId="77777777" w:rsidR="002A59DC" w:rsidRPr="003462EB" w:rsidRDefault="002A59DC" w:rsidP="00A0271B">
          <w:pPr>
            <w:pStyle w:val="Zpatvpravo"/>
            <w:rPr>
              <w:rStyle w:val="slostrnky"/>
              <w:b w:val="0"/>
              <w:color w:val="auto"/>
              <w:sz w:val="12"/>
            </w:rPr>
          </w:pPr>
          <w:r w:rsidRPr="003462EB">
            <w:t xml:space="preserve">Zhotovení stavby </w:t>
          </w:r>
        </w:p>
      </w:tc>
      <w:tc>
        <w:tcPr>
          <w:tcW w:w="1021" w:type="dxa"/>
        </w:tcPr>
        <w:p w14:paraId="3A3F9260" w14:textId="77777777" w:rsidR="002A59DC" w:rsidRPr="00B8518B" w:rsidRDefault="002A59DC" w:rsidP="00A0271B">
          <w:pPr>
            <w:pStyle w:val="Zpatvpravo"/>
            <w:rPr>
              <w:rStyle w:val="slostrnky"/>
            </w:rPr>
          </w:pPr>
        </w:p>
      </w:tc>
      <w:tc>
        <w:tcPr>
          <w:tcW w:w="1021" w:type="dxa"/>
          <w:vAlign w:val="bottom"/>
        </w:tcPr>
        <w:p w14:paraId="4B9B5698" w14:textId="599021B6" w:rsidR="002A59DC" w:rsidRPr="009E09BE" w:rsidRDefault="002A59DC"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D598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D5980">
            <w:rPr>
              <w:rStyle w:val="slostrnky"/>
              <w:noProof/>
            </w:rPr>
            <w:t>1</w:t>
          </w:r>
          <w:r>
            <w:rPr>
              <w:rStyle w:val="slostrnky"/>
            </w:rPr>
            <w:fldChar w:fldCharType="end"/>
          </w:r>
        </w:p>
      </w:tc>
    </w:tr>
  </w:tbl>
  <w:p w14:paraId="7607B7DE" w14:textId="77777777" w:rsidR="002A59DC" w:rsidRPr="00B8518B" w:rsidRDefault="002A59DC"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A59DC" w:rsidRPr="009E09BE" w14:paraId="0257CBFB" w14:textId="77777777" w:rsidTr="00F13FDA">
      <w:tc>
        <w:tcPr>
          <w:tcW w:w="0" w:type="auto"/>
          <w:tcMar>
            <w:left w:w="0" w:type="dxa"/>
            <w:right w:w="0" w:type="dxa"/>
          </w:tcMar>
          <w:vAlign w:val="bottom"/>
        </w:tcPr>
        <w:p w14:paraId="79F4B413" w14:textId="77777777" w:rsidR="002A59DC" w:rsidRPr="003462EB" w:rsidRDefault="002A59DC" w:rsidP="00F13FDA">
          <w:pPr>
            <w:pStyle w:val="Zpatvpravo"/>
          </w:pPr>
          <w:r>
            <w:t>Smlouva o dílo</w:t>
          </w:r>
        </w:p>
        <w:p w14:paraId="3BAD2C8C" w14:textId="77777777" w:rsidR="002A59DC" w:rsidRPr="003462EB" w:rsidRDefault="002A59DC" w:rsidP="00F13FDA">
          <w:pPr>
            <w:pStyle w:val="Zpatvpravo"/>
            <w:rPr>
              <w:rStyle w:val="slostrnky"/>
              <w:b w:val="0"/>
              <w:color w:val="auto"/>
              <w:sz w:val="12"/>
            </w:rPr>
          </w:pPr>
          <w:r>
            <w:t xml:space="preserve">Zhotovení stavby </w:t>
          </w:r>
        </w:p>
      </w:tc>
      <w:tc>
        <w:tcPr>
          <w:tcW w:w="1021" w:type="dxa"/>
          <w:vAlign w:val="bottom"/>
        </w:tcPr>
        <w:p w14:paraId="7D92C335" w14:textId="04ECE260" w:rsidR="002A59DC" w:rsidRPr="009E09BE" w:rsidRDefault="002A59DC" w:rsidP="006D0C7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564B2">
            <w:rPr>
              <w:rStyle w:val="slostrnky"/>
              <w:noProof/>
            </w:rPr>
            <w:t>8</w:t>
          </w:r>
          <w:r w:rsidRPr="00B8518B">
            <w:rPr>
              <w:rStyle w:val="slostrnky"/>
            </w:rPr>
            <w:fldChar w:fldCharType="end"/>
          </w:r>
          <w:r w:rsidRPr="00B8518B">
            <w:rPr>
              <w:rStyle w:val="slostrnky"/>
            </w:rPr>
            <w:t>/</w:t>
          </w:r>
          <w:r>
            <w:rPr>
              <w:rStyle w:val="slostrnky"/>
            </w:rPr>
            <w:t>8</w:t>
          </w:r>
        </w:p>
      </w:tc>
    </w:tr>
  </w:tbl>
  <w:p w14:paraId="7D391C3E" w14:textId="77777777" w:rsidR="002A59DC" w:rsidRPr="00B8518B" w:rsidRDefault="002A59DC"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A59DC" w:rsidRPr="009E09BE" w14:paraId="412A4D0C" w14:textId="77777777" w:rsidTr="00A0271B">
      <w:tc>
        <w:tcPr>
          <w:tcW w:w="0" w:type="auto"/>
          <w:tcMar>
            <w:left w:w="0" w:type="dxa"/>
            <w:right w:w="0" w:type="dxa"/>
          </w:tcMar>
          <w:vAlign w:val="bottom"/>
        </w:tcPr>
        <w:p w14:paraId="4D6DACE9" w14:textId="77777777" w:rsidR="002A59DC" w:rsidRPr="00DD4862" w:rsidRDefault="002A59DC" w:rsidP="00A0271B">
          <w:pPr>
            <w:pStyle w:val="Zpatvpravo"/>
            <w:rPr>
              <w:b/>
            </w:rPr>
          </w:pPr>
          <w:r w:rsidRPr="00DD4862">
            <w:rPr>
              <w:b/>
            </w:rPr>
            <w:t xml:space="preserve">Příloha č. </w:t>
          </w:r>
          <w:r>
            <w:rPr>
              <w:b/>
            </w:rPr>
            <w:t>10</w:t>
          </w:r>
        </w:p>
        <w:p w14:paraId="038F4BF4" w14:textId="77777777" w:rsidR="002A59DC" w:rsidRPr="003462EB" w:rsidRDefault="002A59DC" w:rsidP="00A0271B">
          <w:pPr>
            <w:pStyle w:val="Zpatvpravo"/>
          </w:pPr>
          <w:r>
            <w:t>Smlouva o dílo</w:t>
          </w:r>
        </w:p>
        <w:p w14:paraId="2B6172EF" w14:textId="77777777" w:rsidR="002A59DC" w:rsidRPr="003462EB" w:rsidRDefault="002A59DC" w:rsidP="00A0271B">
          <w:pPr>
            <w:pStyle w:val="Zpatvpravo"/>
            <w:rPr>
              <w:rStyle w:val="slostrnky"/>
              <w:b w:val="0"/>
              <w:color w:val="auto"/>
              <w:sz w:val="12"/>
            </w:rPr>
          </w:pPr>
          <w:r w:rsidRPr="003462EB">
            <w:t xml:space="preserve">Zhotovení stavby </w:t>
          </w:r>
        </w:p>
      </w:tc>
      <w:tc>
        <w:tcPr>
          <w:tcW w:w="1021" w:type="dxa"/>
          <w:vAlign w:val="bottom"/>
        </w:tcPr>
        <w:p w14:paraId="54830381" w14:textId="3AC5A1AF" w:rsidR="002A59DC" w:rsidRPr="009E09BE" w:rsidRDefault="002A59DC"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564B2">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564B2">
            <w:rPr>
              <w:rStyle w:val="slostrnky"/>
              <w:noProof/>
            </w:rPr>
            <w:t>4</w:t>
          </w:r>
          <w:r>
            <w:rPr>
              <w:rStyle w:val="slostrnky"/>
            </w:rPr>
            <w:fldChar w:fldCharType="end"/>
          </w:r>
        </w:p>
      </w:tc>
    </w:tr>
  </w:tbl>
  <w:p w14:paraId="0EDA8F64" w14:textId="77777777" w:rsidR="002A59DC" w:rsidRPr="00B8518B" w:rsidRDefault="002A59DC"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A59DC" w:rsidRPr="003462EB" w14:paraId="576E4CB6" w14:textId="77777777" w:rsidTr="00F13FDA">
      <w:tc>
        <w:tcPr>
          <w:tcW w:w="1021" w:type="dxa"/>
          <w:vAlign w:val="bottom"/>
        </w:tcPr>
        <w:p w14:paraId="55FBAD66" w14:textId="7AB06DA8" w:rsidR="002A59DC" w:rsidRPr="00B8518B" w:rsidRDefault="002A59DC"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10</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10</w:t>
          </w:r>
          <w:r>
            <w:rPr>
              <w:rStyle w:val="slostrnky"/>
            </w:rPr>
            <w:fldChar w:fldCharType="end"/>
          </w:r>
        </w:p>
      </w:tc>
      <w:tc>
        <w:tcPr>
          <w:tcW w:w="0" w:type="auto"/>
          <w:vAlign w:val="bottom"/>
        </w:tcPr>
        <w:p w14:paraId="333812AC" w14:textId="77777777" w:rsidR="002A59DC" w:rsidRPr="00DD4862" w:rsidRDefault="002A59DC" w:rsidP="00F13FDA">
          <w:pPr>
            <w:pStyle w:val="Zpatvlevo"/>
            <w:rPr>
              <w:b/>
            </w:rPr>
          </w:pPr>
          <w:r w:rsidRPr="00DD4862">
            <w:rPr>
              <w:b/>
            </w:rPr>
            <w:t>Příloha č. 1</w:t>
          </w:r>
        </w:p>
        <w:p w14:paraId="09312A8D" w14:textId="77777777" w:rsidR="002A59DC" w:rsidRDefault="002A59DC" w:rsidP="00F13FDA">
          <w:pPr>
            <w:pStyle w:val="Zpatvlevo"/>
          </w:pPr>
          <w:r w:rsidRPr="00B41CFD">
            <w:t>Smlouva o dílo</w:t>
          </w:r>
        </w:p>
        <w:p w14:paraId="3E3A2370" w14:textId="77777777" w:rsidR="002A59DC" w:rsidRPr="003462EB" w:rsidRDefault="002A59DC" w:rsidP="00F13FDA">
          <w:pPr>
            <w:pStyle w:val="Zpatvlevo"/>
          </w:pPr>
          <w:r w:rsidRPr="00B41CFD">
            <w:t>Zhotovení stavby</w:t>
          </w:r>
        </w:p>
      </w:tc>
    </w:tr>
  </w:tbl>
  <w:p w14:paraId="3D81D7D4" w14:textId="77777777" w:rsidR="002A59DC" w:rsidRPr="00F13FDA" w:rsidRDefault="002A59DC">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91E091" w14:textId="77777777" w:rsidR="002A59DC" w:rsidRDefault="002A59DC"/>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A59DC" w:rsidRPr="009E09BE" w14:paraId="38DC7AE6" w14:textId="77777777" w:rsidTr="00A0271B">
      <w:tc>
        <w:tcPr>
          <w:tcW w:w="0" w:type="auto"/>
          <w:tcMar>
            <w:left w:w="0" w:type="dxa"/>
            <w:right w:w="0" w:type="dxa"/>
          </w:tcMar>
          <w:vAlign w:val="bottom"/>
        </w:tcPr>
        <w:p w14:paraId="1660DAD1" w14:textId="77777777" w:rsidR="002A59DC" w:rsidRPr="00DD4862" w:rsidRDefault="002A59DC" w:rsidP="00A0271B">
          <w:pPr>
            <w:pStyle w:val="Zpatvpravo"/>
            <w:rPr>
              <w:b/>
            </w:rPr>
          </w:pPr>
          <w:r w:rsidRPr="00DD4862">
            <w:rPr>
              <w:b/>
            </w:rPr>
            <w:t>Příloha č. 1</w:t>
          </w:r>
        </w:p>
        <w:p w14:paraId="1CB749FC" w14:textId="77777777" w:rsidR="002A59DC" w:rsidRPr="003462EB" w:rsidRDefault="002A59DC" w:rsidP="00A0271B">
          <w:pPr>
            <w:pStyle w:val="Zpatvpravo"/>
          </w:pPr>
          <w:r>
            <w:t>Smlouva o dílo</w:t>
          </w:r>
        </w:p>
        <w:p w14:paraId="3E9E1C04" w14:textId="77777777" w:rsidR="002A59DC" w:rsidRPr="003462EB" w:rsidRDefault="002A59DC" w:rsidP="00DD4862">
          <w:pPr>
            <w:pStyle w:val="Zpatvpravo"/>
            <w:rPr>
              <w:rStyle w:val="slostrnky"/>
              <w:b w:val="0"/>
              <w:color w:val="auto"/>
              <w:sz w:val="12"/>
            </w:rPr>
          </w:pPr>
          <w:r w:rsidRPr="003462EB">
            <w:t xml:space="preserve">Zhotovení stavby </w:t>
          </w:r>
        </w:p>
      </w:tc>
      <w:tc>
        <w:tcPr>
          <w:tcW w:w="1021" w:type="dxa"/>
          <w:vAlign w:val="bottom"/>
        </w:tcPr>
        <w:p w14:paraId="52A5ACA1" w14:textId="52352113" w:rsidR="002A59DC" w:rsidRPr="009E09BE" w:rsidRDefault="002A59DC"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D598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D5980">
            <w:rPr>
              <w:rStyle w:val="slostrnky"/>
              <w:noProof/>
            </w:rPr>
            <w:t>1</w:t>
          </w:r>
          <w:r>
            <w:rPr>
              <w:rStyle w:val="slostrnky"/>
            </w:rPr>
            <w:fldChar w:fldCharType="end"/>
          </w:r>
        </w:p>
      </w:tc>
    </w:tr>
  </w:tbl>
  <w:p w14:paraId="7D639E4C" w14:textId="77777777" w:rsidR="002A59DC" w:rsidRPr="00B8518B" w:rsidRDefault="002A59DC"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A59DC" w:rsidRPr="003462EB" w14:paraId="31324F47" w14:textId="77777777" w:rsidTr="00F13FDA">
      <w:tc>
        <w:tcPr>
          <w:tcW w:w="1021" w:type="dxa"/>
          <w:vAlign w:val="bottom"/>
        </w:tcPr>
        <w:p w14:paraId="4660D5CA" w14:textId="77777777" w:rsidR="002A59DC" w:rsidRPr="00B8518B" w:rsidRDefault="002A59DC"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0BF68A0A" w14:textId="77777777" w:rsidR="002A59DC" w:rsidRPr="00DD4862" w:rsidRDefault="002A59DC" w:rsidP="00F13FDA">
          <w:pPr>
            <w:pStyle w:val="Zpatvlevo"/>
            <w:rPr>
              <w:b/>
            </w:rPr>
          </w:pPr>
          <w:r>
            <w:rPr>
              <w:b/>
            </w:rPr>
            <w:t>Příloha č. 2</w:t>
          </w:r>
        </w:p>
        <w:p w14:paraId="0C1A6B71" w14:textId="77777777" w:rsidR="002A59DC" w:rsidRDefault="002A59DC" w:rsidP="00F13FDA">
          <w:pPr>
            <w:pStyle w:val="Zpatvlevo"/>
          </w:pPr>
          <w:r w:rsidRPr="00B41CFD">
            <w:t>Smlouva o dílo</w:t>
          </w:r>
        </w:p>
        <w:p w14:paraId="6C987E4D" w14:textId="77777777" w:rsidR="002A59DC" w:rsidRPr="003462EB" w:rsidRDefault="002A59DC" w:rsidP="00F13FDA">
          <w:pPr>
            <w:pStyle w:val="Zpatvlevo"/>
          </w:pPr>
          <w:r w:rsidRPr="00B41CFD">
            <w:t>Zhotovení stavby</w:t>
          </w:r>
        </w:p>
      </w:tc>
    </w:tr>
  </w:tbl>
  <w:p w14:paraId="721821A5" w14:textId="77777777" w:rsidR="002A59DC" w:rsidRPr="00F13FDA" w:rsidRDefault="002A59DC">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A59DC" w:rsidRPr="009E09BE" w14:paraId="38E8F7EA" w14:textId="77777777" w:rsidTr="00A0271B">
      <w:tc>
        <w:tcPr>
          <w:tcW w:w="0" w:type="auto"/>
          <w:tcMar>
            <w:left w:w="0" w:type="dxa"/>
            <w:right w:w="0" w:type="dxa"/>
          </w:tcMar>
          <w:vAlign w:val="bottom"/>
        </w:tcPr>
        <w:p w14:paraId="12959C17" w14:textId="77777777" w:rsidR="002A59DC" w:rsidRPr="00DD4862" w:rsidRDefault="002A59DC" w:rsidP="00A0271B">
          <w:pPr>
            <w:pStyle w:val="Zpatvpravo"/>
            <w:rPr>
              <w:b/>
            </w:rPr>
          </w:pPr>
          <w:r w:rsidRPr="00DD4862">
            <w:rPr>
              <w:b/>
            </w:rPr>
            <w:t>Příloha č. 2</w:t>
          </w:r>
        </w:p>
        <w:p w14:paraId="1091D5F5" w14:textId="77777777" w:rsidR="002A59DC" w:rsidRPr="003462EB" w:rsidRDefault="002A59DC" w:rsidP="00A0271B">
          <w:pPr>
            <w:pStyle w:val="Zpatvpravo"/>
          </w:pPr>
          <w:r>
            <w:t>Smlouva o dílo</w:t>
          </w:r>
        </w:p>
        <w:p w14:paraId="45C9C2F0" w14:textId="77777777" w:rsidR="002A59DC" w:rsidRPr="003462EB" w:rsidRDefault="002A59DC" w:rsidP="00A0271B">
          <w:pPr>
            <w:pStyle w:val="Zpatvpravo"/>
            <w:rPr>
              <w:rStyle w:val="slostrnky"/>
              <w:b w:val="0"/>
              <w:color w:val="auto"/>
              <w:sz w:val="12"/>
            </w:rPr>
          </w:pPr>
          <w:r w:rsidRPr="003462EB">
            <w:t xml:space="preserve">Zhotovení stavby </w:t>
          </w:r>
        </w:p>
      </w:tc>
      <w:tc>
        <w:tcPr>
          <w:tcW w:w="1021" w:type="dxa"/>
          <w:vAlign w:val="bottom"/>
        </w:tcPr>
        <w:p w14:paraId="68484E19" w14:textId="2F91C609" w:rsidR="002A59DC" w:rsidRPr="009E09BE" w:rsidRDefault="002A59DC"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D598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D5980">
            <w:rPr>
              <w:rStyle w:val="slostrnky"/>
              <w:noProof/>
            </w:rPr>
            <w:t>1</w:t>
          </w:r>
          <w:r>
            <w:rPr>
              <w:rStyle w:val="slostrnky"/>
            </w:rPr>
            <w:fldChar w:fldCharType="end"/>
          </w:r>
        </w:p>
      </w:tc>
    </w:tr>
  </w:tbl>
  <w:p w14:paraId="5C7B95E3" w14:textId="77777777" w:rsidR="002A59DC" w:rsidRPr="00B8518B" w:rsidRDefault="002A59DC"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A59DC" w:rsidRPr="003462EB" w14:paraId="1C83CE55" w14:textId="77777777" w:rsidTr="00F13FDA">
      <w:tc>
        <w:tcPr>
          <w:tcW w:w="1021" w:type="dxa"/>
          <w:vAlign w:val="bottom"/>
        </w:tcPr>
        <w:p w14:paraId="5CCDD256" w14:textId="77777777" w:rsidR="002A59DC" w:rsidRPr="00B8518B" w:rsidRDefault="002A59DC"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F0B0FB2" w14:textId="77777777" w:rsidR="002A59DC" w:rsidRPr="00DD4862" w:rsidRDefault="002A59DC" w:rsidP="00F13FDA">
          <w:pPr>
            <w:pStyle w:val="Zpatvlevo"/>
            <w:rPr>
              <w:b/>
            </w:rPr>
          </w:pPr>
          <w:r>
            <w:rPr>
              <w:b/>
            </w:rPr>
            <w:t>Příloha č. 3</w:t>
          </w:r>
        </w:p>
        <w:p w14:paraId="4666136E" w14:textId="77777777" w:rsidR="002A59DC" w:rsidRDefault="002A59DC" w:rsidP="00F13FDA">
          <w:pPr>
            <w:pStyle w:val="Zpatvlevo"/>
          </w:pPr>
          <w:r w:rsidRPr="00B41CFD">
            <w:t>Smlouva o dílo</w:t>
          </w:r>
        </w:p>
        <w:p w14:paraId="55042ECA" w14:textId="77777777" w:rsidR="002A59DC" w:rsidRPr="003462EB" w:rsidRDefault="002A59DC" w:rsidP="00F13FDA">
          <w:pPr>
            <w:pStyle w:val="Zpatvlevo"/>
          </w:pPr>
          <w:r w:rsidRPr="00B41CFD">
            <w:t>Zhotovení stavby</w:t>
          </w:r>
        </w:p>
      </w:tc>
    </w:tr>
  </w:tbl>
  <w:p w14:paraId="078F4948" w14:textId="77777777" w:rsidR="002A59DC" w:rsidRPr="00F13FDA" w:rsidRDefault="002A59DC">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A59DC" w:rsidRPr="009E09BE" w14:paraId="236B1D3C" w14:textId="77777777" w:rsidTr="00A0271B">
      <w:tc>
        <w:tcPr>
          <w:tcW w:w="0" w:type="auto"/>
          <w:tcMar>
            <w:left w:w="0" w:type="dxa"/>
            <w:right w:w="0" w:type="dxa"/>
          </w:tcMar>
          <w:vAlign w:val="bottom"/>
        </w:tcPr>
        <w:p w14:paraId="1DE31B10" w14:textId="77777777" w:rsidR="002A59DC" w:rsidRPr="00DD4862" w:rsidRDefault="002A59DC" w:rsidP="00A0271B">
          <w:pPr>
            <w:pStyle w:val="Zpatvpravo"/>
            <w:rPr>
              <w:b/>
            </w:rPr>
          </w:pPr>
          <w:r w:rsidRPr="00DD4862">
            <w:rPr>
              <w:b/>
            </w:rPr>
            <w:t xml:space="preserve">Příloha č. </w:t>
          </w:r>
          <w:r>
            <w:rPr>
              <w:b/>
            </w:rPr>
            <w:t>3</w:t>
          </w:r>
        </w:p>
        <w:p w14:paraId="2C91EB49" w14:textId="77777777" w:rsidR="002A59DC" w:rsidRPr="003462EB" w:rsidRDefault="002A59DC" w:rsidP="00A0271B">
          <w:pPr>
            <w:pStyle w:val="Zpatvpravo"/>
          </w:pPr>
          <w:r>
            <w:t>Smlouva o dílo</w:t>
          </w:r>
        </w:p>
        <w:p w14:paraId="74FC2B61" w14:textId="77777777" w:rsidR="002A59DC" w:rsidRPr="003462EB" w:rsidRDefault="002A59DC" w:rsidP="00A0271B">
          <w:pPr>
            <w:pStyle w:val="Zpatvpravo"/>
            <w:rPr>
              <w:rStyle w:val="slostrnky"/>
              <w:b w:val="0"/>
              <w:color w:val="auto"/>
              <w:sz w:val="12"/>
            </w:rPr>
          </w:pPr>
          <w:r w:rsidRPr="003462EB">
            <w:t xml:space="preserve">Zhotovení stavby </w:t>
          </w:r>
        </w:p>
      </w:tc>
      <w:tc>
        <w:tcPr>
          <w:tcW w:w="1021" w:type="dxa"/>
          <w:vAlign w:val="bottom"/>
        </w:tcPr>
        <w:p w14:paraId="09191C9B" w14:textId="6584ADAE" w:rsidR="002A59DC" w:rsidRPr="009E09BE" w:rsidRDefault="002A59DC"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D598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D5980">
            <w:rPr>
              <w:rStyle w:val="slostrnky"/>
              <w:noProof/>
            </w:rPr>
            <w:t>1</w:t>
          </w:r>
          <w:r>
            <w:rPr>
              <w:rStyle w:val="slostrnky"/>
            </w:rPr>
            <w:fldChar w:fldCharType="end"/>
          </w:r>
        </w:p>
      </w:tc>
    </w:tr>
  </w:tbl>
  <w:p w14:paraId="5F4D3FBE" w14:textId="77777777" w:rsidR="002A59DC" w:rsidRPr="00B8518B" w:rsidRDefault="002A59DC"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A59DC" w:rsidRPr="003462EB" w14:paraId="3C3BD90F" w14:textId="77777777" w:rsidTr="00F13FDA">
      <w:tc>
        <w:tcPr>
          <w:tcW w:w="1021" w:type="dxa"/>
          <w:vAlign w:val="bottom"/>
        </w:tcPr>
        <w:p w14:paraId="607075DB" w14:textId="77777777" w:rsidR="002A59DC" w:rsidRPr="00B8518B" w:rsidRDefault="002A59DC"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56643D9" w14:textId="77777777" w:rsidR="002A59DC" w:rsidRPr="00DD4862" w:rsidRDefault="002A59DC" w:rsidP="00F13FDA">
          <w:pPr>
            <w:pStyle w:val="Zpatvlevo"/>
            <w:rPr>
              <w:b/>
            </w:rPr>
          </w:pPr>
          <w:r>
            <w:rPr>
              <w:b/>
            </w:rPr>
            <w:t>Příloha č. 4</w:t>
          </w:r>
        </w:p>
        <w:p w14:paraId="4F45CE3F" w14:textId="77777777" w:rsidR="002A59DC" w:rsidRDefault="002A59DC" w:rsidP="00F13FDA">
          <w:pPr>
            <w:pStyle w:val="Zpatvlevo"/>
          </w:pPr>
          <w:r w:rsidRPr="00B41CFD">
            <w:t>Smlouva o dílo</w:t>
          </w:r>
        </w:p>
        <w:p w14:paraId="44062EBD" w14:textId="77777777" w:rsidR="002A59DC" w:rsidRPr="003462EB" w:rsidRDefault="002A59DC" w:rsidP="00F13FDA">
          <w:pPr>
            <w:pStyle w:val="Zpatvlevo"/>
          </w:pPr>
          <w:r w:rsidRPr="00B41CFD">
            <w:t>Zhotovení stavby</w:t>
          </w:r>
        </w:p>
      </w:tc>
    </w:tr>
  </w:tbl>
  <w:p w14:paraId="5F02EA77" w14:textId="77777777" w:rsidR="002A59DC" w:rsidRPr="00F13FDA" w:rsidRDefault="002A59D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DF43DA" w14:textId="77777777" w:rsidR="002A59DC" w:rsidRDefault="002A59DC" w:rsidP="00962258">
      <w:pPr>
        <w:spacing w:after="0" w:line="240" w:lineRule="auto"/>
      </w:pPr>
      <w:r>
        <w:separator/>
      </w:r>
    </w:p>
  </w:footnote>
  <w:footnote w:type="continuationSeparator" w:id="0">
    <w:p w14:paraId="470D19FD" w14:textId="77777777" w:rsidR="002A59DC" w:rsidRDefault="002A59DC"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A59DC" w14:paraId="3B79F732" w14:textId="77777777" w:rsidTr="00B22106">
      <w:trPr>
        <w:trHeight w:hRule="exact" w:val="936"/>
      </w:trPr>
      <w:tc>
        <w:tcPr>
          <w:tcW w:w="1361" w:type="dxa"/>
          <w:tcMar>
            <w:left w:w="0" w:type="dxa"/>
            <w:right w:w="0" w:type="dxa"/>
          </w:tcMar>
        </w:tcPr>
        <w:p w14:paraId="227E3247" w14:textId="77777777" w:rsidR="002A59DC" w:rsidRPr="00B8518B" w:rsidRDefault="002A59DC" w:rsidP="00FC6389">
          <w:pPr>
            <w:pStyle w:val="Zpat"/>
            <w:rPr>
              <w:rStyle w:val="slostrnky"/>
            </w:rPr>
          </w:pPr>
        </w:p>
      </w:tc>
      <w:tc>
        <w:tcPr>
          <w:tcW w:w="3458" w:type="dxa"/>
          <w:shd w:val="clear" w:color="auto" w:fill="auto"/>
          <w:tcMar>
            <w:left w:w="0" w:type="dxa"/>
            <w:right w:w="0" w:type="dxa"/>
          </w:tcMar>
        </w:tcPr>
        <w:p w14:paraId="5E5B8C22" w14:textId="77777777" w:rsidR="002A59DC" w:rsidRDefault="002A59DC" w:rsidP="00FC6389">
          <w:pPr>
            <w:pStyle w:val="Zpat"/>
          </w:pPr>
          <w:r>
            <w:rPr>
              <w:noProof/>
              <w:lang w:eastAsia="cs-CZ"/>
            </w:rPr>
            <w:drawing>
              <wp:anchor distT="0" distB="0" distL="114300" distR="114300" simplePos="0" relativeHeight="251672576" behindDoc="0" locked="1" layoutInCell="1" allowOverlap="1" wp14:anchorId="63F00AD7" wp14:editId="0ADCD2BE">
                <wp:simplePos x="0" y="0"/>
                <wp:positionH relativeFrom="column">
                  <wp:posOffset>0</wp:posOffset>
                </wp:positionH>
                <wp:positionV relativeFrom="page">
                  <wp:posOffset>0</wp:posOffset>
                </wp:positionV>
                <wp:extent cx="1717200" cy="637200"/>
                <wp:effectExtent l="0" t="0" r="0" b="0"/>
                <wp:wrapNone/>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91BD2FC" w14:textId="77777777" w:rsidR="002A59DC" w:rsidRPr="00D6163D" w:rsidRDefault="002A59DC" w:rsidP="00FC6389">
          <w:pPr>
            <w:pStyle w:val="Druhdokumentu"/>
          </w:pPr>
        </w:p>
      </w:tc>
    </w:tr>
    <w:tr w:rsidR="002A59DC" w14:paraId="1DFD2EDD" w14:textId="77777777" w:rsidTr="00300482">
      <w:trPr>
        <w:trHeight w:hRule="exact" w:val="491"/>
      </w:trPr>
      <w:tc>
        <w:tcPr>
          <w:tcW w:w="1361" w:type="dxa"/>
          <w:tcMar>
            <w:left w:w="0" w:type="dxa"/>
            <w:right w:w="0" w:type="dxa"/>
          </w:tcMar>
        </w:tcPr>
        <w:p w14:paraId="510D1780" w14:textId="77777777" w:rsidR="002A59DC" w:rsidRPr="00B8518B" w:rsidRDefault="002A59DC" w:rsidP="00FC6389">
          <w:pPr>
            <w:pStyle w:val="Zpat"/>
            <w:rPr>
              <w:rStyle w:val="slostrnky"/>
            </w:rPr>
          </w:pPr>
        </w:p>
      </w:tc>
      <w:tc>
        <w:tcPr>
          <w:tcW w:w="3458" w:type="dxa"/>
          <w:shd w:val="clear" w:color="auto" w:fill="auto"/>
          <w:tcMar>
            <w:left w:w="0" w:type="dxa"/>
            <w:right w:w="0" w:type="dxa"/>
          </w:tcMar>
        </w:tcPr>
        <w:p w14:paraId="7E4B5746" w14:textId="77777777" w:rsidR="002A59DC" w:rsidRDefault="002A59DC" w:rsidP="00FC6389">
          <w:pPr>
            <w:pStyle w:val="Zpat"/>
          </w:pPr>
        </w:p>
      </w:tc>
      <w:tc>
        <w:tcPr>
          <w:tcW w:w="5756" w:type="dxa"/>
          <w:shd w:val="clear" w:color="auto" w:fill="auto"/>
          <w:tcMar>
            <w:left w:w="0" w:type="dxa"/>
            <w:right w:w="0" w:type="dxa"/>
          </w:tcMar>
        </w:tcPr>
        <w:p w14:paraId="2B60071A" w14:textId="77777777" w:rsidR="002A59DC" w:rsidRPr="00D6163D" w:rsidRDefault="002A59DC" w:rsidP="00FC6389">
          <w:pPr>
            <w:pStyle w:val="Druhdokumentu"/>
          </w:pPr>
        </w:p>
      </w:tc>
    </w:tr>
  </w:tbl>
  <w:p w14:paraId="14FB9387" w14:textId="77777777" w:rsidR="002A59DC" w:rsidRPr="00D6163D" w:rsidRDefault="002A59DC" w:rsidP="00FC6389">
    <w:pPr>
      <w:pStyle w:val="Zhlav"/>
      <w:rPr>
        <w:sz w:val="8"/>
        <w:szCs w:val="8"/>
      </w:rPr>
    </w:pPr>
  </w:p>
  <w:p w14:paraId="12576136" w14:textId="77777777" w:rsidR="002A59DC" w:rsidRPr="00460660" w:rsidRDefault="002A59DC">
    <w:pPr>
      <w:pStyle w:val="Zhlav"/>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948A54" w14:textId="77777777" w:rsidR="002A59DC" w:rsidRPr="00D6163D" w:rsidRDefault="002A59DC">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5847C2" w14:textId="77777777" w:rsidR="002A59DC" w:rsidRPr="00D6163D" w:rsidRDefault="002A59DC">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ABDE8A" w14:textId="77777777" w:rsidR="002A59DC" w:rsidRPr="00D6163D" w:rsidRDefault="002A59DC">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CB2DDA" w14:textId="77777777" w:rsidR="002A59DC" w:rsidRPr="00D6163D" w:rsidRDefault="002A59DC">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A35476" w14:textId="77777777" w:rsidR="002A59DC" w:rsidRPr="00D6163D" w:rsidRDefault="002A59DC">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29C1BF" w14:textId="77777777" w:rsidR="002A59DC" w:rsidRPr="00D6163D" w:rsidRDefault="002A59DC">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FBABDC" w14:textId="77777777" w:rsidR="002A59DC" w:rsidRPr="00D6163D" w:rsidRDefault="002A59DC">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EE1E9EDA"/>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i w:val="0"/>
        <w:color w:val="auto"/>
      </w:rPr>
    </w:lvl>
    <w:lvl w:ilvl="2">
      <w:start w:val="1"/>
      <w:numFmt w:val="decimal"/>
      <w:pStyle w:val="Text1-2"/>
      <w:lvlText w:val="%1.%2.%3"/>
      <w:lvlJc w:val="left"/>
      <w:pPr>
        <w:tabs>
          <w:tab w:val="num" w:pos="1503"/>
        </w:tabs>
        <w:ind w:left="1503" w:hanging="794"/>
      </w:pPr>
      <w:rPr>
        <w:rFonts w:asciiTheme="minorHAnsi" w:hAnsiTheme="minorHAnsi" w:hint="default"/>
        <w:b w:val="0"/>
        <w:i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2EE300B2"/>
    <w:multiLevelType w:val="hybridMultilevel"/>
    <w:tmpl w:val="1D1AE0B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0D96BA2"/>
    <w:multiLevelType w:val="hybridMultilevel"/>
    <w:tmpl w:val="40EE6232"/>
    <w:lvl w:ilvl="0" w:tplc="9EAE078E">
      <w:start w:val="1"/>
      <w:numFmt w:val="lowerLetter"/>
      <w:lvlText w:val="%1)"/>
      <w:lvlJc w:val="left"/>
      <w:pPr>
        <w:ind w:left="1097" w:hanging="360"/>
      </w:pPr>
      <w:rPr>
        <w:rFonts w:eastAsia="Times New Roman"/>
        <w:sz w:val="20"/>
      </w:rPr>
    </w:lvl>
    <w:lvl w:ilvl="1" w:tplc="04050019">
      <w:start w:val="1"/>
      <w:numFmt w:val="lowerLetter"/>
      <w:lvlText w:val="%2."/>
      <w:lvlJc w:val="left"/>
      <w:pPr>
        <w:ind w:left="1817" w:hanging="360"/>
      </w:pPr>
    </w:lvl>
    <w:lvl w:ilvl="2" w:tplc="0405001B">
      <w:start w:val="1"/>
      <w:numFmt w:val="lowerRoman"/>
      <w:lvlText w:val="%3."/>
      <w:lvlJc w:val="right"/>
      <w:pPr>
        <w:ind w:left="2537" w:hanging="180"/>
      </w:pPr>
    </w:lvl>
    <w:lvl w:ilvl="3" w:tplc="0405000F">
      <w:start w:val="1"/>
      <w:numFmt w:val="decimal"/>
      <w:lvlText w:val="%4."/>
      <w:lvlJc w:val="left"/>
      <w:pPr>
        <w:ind w:left="3257" w:hanging="360"/>
      </w:pPr>
    </w:lvl>
    <w:lvl w:ilvl="4" w:tplc="04050019">
      <w:start w:val="1"/>
      <w:numFmt w:val="lowerLetter"/>
      <w:lvlText w:val="%5."/>
      <w:lvlJc w:val="left"/>
      <w:pPr>
        <w:ind w:left="3977" w:hanging="360"/>
      </w:pPr>
    </w:lvl>
    <w:lvl w:ilvl="5" w:tplc="0405001B">
      <w:start w:val="1"/>
      <w:numFmt w:val="lowerRoman"/>
      <w:lvlText w:val="%6."/>
      <w:lvlJc w:val="right"/>
      <w:pPr>
        <w:ind w:left="4697" w:hanging="180"/>
      </w:pPr>
    </w:lvl>
    <w:lvl w:ilvl="6" w:tplc="0405000F">
      <w:start w:val="1"/>
      <w:numFmt w:val="decimal"/>
      <w:lvlText w:val="%7."/>
      <w:lvlJc w:val="left"/>
      <w:pPr>
        <w:ind w:left="5417" w:hanging="360"/>
      </w:pPr>
    </w:lvl>
    <w:lvl w:ilvl="7" w:tplc="04050019">
      <w:start w:val="1"/>
      <w:numFmt w:val="lowerLetter"/>
      <w:lvlText w:val="%8."/>
      <w:lvlJc w:val="left"/>
      <w:pPr>
        <w:ind w:left="6137" w:hanging="360"/>
      </w:pPr>
    </w:lvl>
    <w:lvl w:ilvl="8" w:tplc="0405001B">
      <w:start w:val="1"/>
      <w:numFmt w:val="lowerRoman"/>
      <w:lvlText w:val="%9."/>
      <w:lvlJc w:val="right"/>
      <w:pPr>
        <w:ind w:left="6857" w:hanging="180"/>
      </w:pPr>
    </w:lvl>
  </w:abstractNum>
  <w:abstractNum w:abstractNumId="8" w15:restartNumberingAfterBreak="0">
    <w:nsid w:val="54AE6858"/>
    <w:multiLevelType w:val="multilevel"/>
    <w:tmpl w:val="38E2C8BA"/>
    <w:lvl w:ilvl="0">
      <w:start w:val="1"/>
      <w:numFmt w:val="lowerLetter"/>
      <w:pStyle w:val="Odstavec1-1a"/>
      <w:lvlText w:val="%1)"/>
      <w:lvlJc w:val="left"/>
      <w:pPr>
        <w:tabs>
          <w:tab w:val="num" w:pos="1475"/>
        </w:tabs>
        <w:ind w:left="1475"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1" w15:restartNumberingAfterBreak="0">
    <w:nsid w:val="754D6A85"/>
    <w:multiLevelType w:val="hybridMultilevel"/>
    <w:tmpl w:val="F57678EE"/>
    <w:lvl w:ilvl="0" w:tplc="1EFC066E">
      <w:start w:val="1"/>
      <w:numFmt w:val="bullet"/>
      <w:lvlText w:val="-"/>
      <w:lvlJc w:val="left"/>
      <w:pPr>
        <w:ind w:left="1080" w:hanging="360"/>
      </w:pPr>
      <w:rPr>
        <w:rFonts w:ascii="Verdana" w:eastAsiaTheme="minorHAnsi" w:hAnsi="Verdana" w:cstheme="minorBidi"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12"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7B262E63"/>
    <w:multiLevelType w:val="hybridMultilevel"/>
    <w:tmpl w:val="761ED8B6"/>
    <w:lvl w:ilvl="0" w:tplc="DD22E44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0"/>
  </w:num>
  <w:num w:numId="4">
    <w:abstractNumId w:val="4"/>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8"/>
  </w:num>
  <w:num w:numId="8">
    <w:abstractNumId w:val="9"/>
  </w:num>
  <w:num w:numId="9">
    <w:abstractNumId w:val="0"/>
  </w:num>
  <w:num w:numId="10">
    <w:abstractNumId w:val="2"/>
  </w:num>
  <w:num w:numId="11">
    <w:abstractNumId w:val="12"/>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num>
  <w:num w:numId="16">
    <w:abstractNumId w:val="2"/>
  </w:num>
  <w:num w:numId="17">
    <w:abstractNumId w:val="6"/>
  </w:num>
  <w:num w:numId="18">
    <w:abstractNumId w:val="6"/>
  </w:num>
  <w:num w:numId="19">
    <w:abstractNumId w:val="6"/>
  </w:num>
  <w:num w:numId="20">
    <w:abstractNumId w:val="6"/>
  </w:num>
  <w:num w:numId="21">
    <w:abstractNumId w:val="8"/>
  </w:num>
  <w:num w:numId="22">
    <w:abstractNumId w:val="8"/>
  </w:num>
  <w:num w:numId="23">
    <w:abstractNumId w:val="8"/>
  </w:num>
  <w:num w:numId="24">
    <w:abstractNumId w:val="8"/>
  </w:num>
  <w:num w:numId="25">
    <w:abstractNumId w:val="9"/>
  </w:num>
  <w:num w:numId="26">
    <w:abstractNumId w:val="0"/>
  </w:num>
  <w:num w:numId="27">
    <w:abstractNumId w:val="0"/>
  </w:num>
  <w:num w:numId="28">
    <w:abstractNumId w:val="2"/>
  </w:num>
  <w:num w:numId="29">
    <w:abstractNumId w:val="2"/>
  </w:num>
  <w:num w:numId="30">
    <w:abstractNumId w:val="12"/>
  </w:num>
  <w:num w:numId="31">
    <w:abstractNumId w:val="12"/>
  </w:num>
  <w:num w:numId="3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3"/>
  </w:num>
  <w:num w:numId="3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0"/>
  </w:num>
  <w:num w:numId="38">
    <w:abstractNumId w:val="0"/>
  </w:num>
  <w:num w:numId="39">
    <w:abstractNumId w:val="0"/>
  </w:num>
  <w:num w:numId="40">
    <w:abstractNumId w:val="0"/>
  </w:num>
  <w:num w:numId="4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0"/>
  </w:num>
  <w:num w:numId="43">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05DFE"/>
    <w:rsid w:val="00005FBB"/>
    <w:rsid w:val="00017F3C"/>
    <w:rsid w:val="000209B1"/>
    <w:rsid w:val="00022F72"/>
    <w:rsid w:val="00022FF9"/>
    <w:rsid w:val="00024D0D"/>
    <w:rsid w:val="00036500"/>
    <w:rsid w:val="00037D85"/>
    <w:rsid w:val="00041EC8"/>
    <w:rsid w:val="00042D9F"/>
    <w:rsid w:val="000432C2"/>
    <w:rsid w:val="0005402B"/>
    <w:rsid w:val="00055882"/>
    <w:rsid w:val="0006588D"/>
    <w:rsid w:val="00065937"/>
    <w:rsid w:val="00067A5E"/>
    <w:rsid w:val="00067F98"/>
    <w:rsid w:val="000719BB"/>
    <w:rsid w:val="00071D7C"/>
    <w:rsid w:val="00072A65"/>
    <w:rsid w:val="00072C1E"/>
    <w:rsid w:val="0008335F"/>
    <w:rsid w:val="00095002"/>
    <w:rsid w:val="000A24F5"/>
    <w:rsid w:val="000B17CA"/>
    <w:rsid w:val="000B4EB8"/>
    <w:rsid w:val="000C2B01"/>
    <w:rsid w:val="000C41F2"/>
    <w:rsid w:val="000C4EB8"/>
    <w:rsid w:val="000D22C4"/>
    <w:rsid w:val="000D27D1"/>
    <w:rsid w:val="000E002D"/>
    <w:rsid w:val="000E056D"/>
    <w:rsid w:val="000E1599"/>
    <w:rsid w:val="000E1A7F"/>
    <w:rsid w:val="001003EC"/>
    <w:rsid w:val="001047D9"/>
    <w:rsid w:val="00106CD8"/>
    <w:rsid w:val="00112864"/>
    <w:rsid w:val="00114472"/>
    <w:rsid w:val="00114988"/>
    <w:rsid w:val="00115069"/>
    <w:rsid w:val="001150F2"/>
    <w:rsid w:val="00123F99"/>
    <w:rsid w:val="00137224"/>
    <w:rsid w:val="00143EC0"/>
    <w:rsid w:val="0014631F"/>
    <w:rsid w:val="0014753B"/>
    <w:rsid w:val="00155EB3"/>
    <w:rsid w:val="001656A2"/>
    <w:rsid w:val="00165977"/>
    <w:rsid w:val="00165A7B"/>
    <w:rsid w:val="00170EC5"/>
    <w:rsid w:val="00172048"/>
    <w:rsid w:val="00173A70"/>
    <w:rsid w:val="001747C1"/>
    <w:rsid w:val="00175FB0"/>
    <w:rsid w:val="00177D6B"/>
    <w:rsid w:val="00187660"/>
    <w:rsid w:val="00191F90"/>
    <w:rsid w:val="001B4E74"/>
    <w:rsid w:val="001C5817"/>
    <w:rsid w:val="001C645F"/>
    <w:rsid w:val="001D3100"/>
    <w:rsid w:val="001E0048"/>
    <w:rsid w:val="001E41F9"/>
    <w:rsid w:val="001E678E"/>
    <w:rsid w:val="001F518E"/>
    <w:rsid w:val="002000D3"/>
    <w:rsid w:val="002038D5"/>
    <w:rsid w:val="002071BB"/>
    <w:rsid w:val="00207DF5"/>
    <w:rsid w:val="00215434"/>
    <w:rsid w:val="00217281"/>
    <w:rsid w:val="00222785"/>
    <w:rsid w:val="00224647"/>
    <w:rsid w:val="00225027"/>
    <w:rsid w:val="00225674"/>
    <w:rsid w:val="00237604"/>
    <w:rsid w:val="00240B81"/>
    <w:rsid w:val="00247D01"/>
    <w:rsid w:val="00252206"/>
    <w:rsid w:val="00255AE4"/>
    <w:rsid w:val="00255B10"/>
    <w:rsid w:val="00261A5B"/>
    <w:rsid w:val="00262E5B"/>
    <w:rsid w:val="00276AFE"/>
    <w:rsid w:val="002774BB"/>
    <w:rsid w:val="00277FD9"/>
    <w:rsid w:val="002902E1"/>
    <w:rsid w:val="00296B4A"/>
    <w:rsid w:val="002A3B57"/>
    <w:rsid w:val="002A474D"/>
    <w:rsid w:val="002A5758"/>
    <w:rsid w:val="002A59DC"/>
    <w:rsid w:val="002A7B96"/>
    <w:rsid w:val="002C03CB"/>
    <w:rsid w:val="002C0721"/>
    <w:rsid w:val="002C0FB1"/>
    <w:rsid w:val="002C31BF"/>
    <w:rsid w:val="002D7FD6"/>
    <w:rsid w:val="002E0CD7"/>
    <w:rsid w:val="002E0CFB"/>
    <w:rsid w:val="002E0E4A"/>
    <w:rsid w:val="002E150F"/>
    <w:rsid w:val="002E3941"/>
    <w:rsid w:val="002E5C7B"/>
    <w:rsid w:val="002F31D9"/>
    <w:rsid w:val="002F4333"/>
    <w:rsid w:val="0030003A"/>
    <w:rsid w:val="00300482"/>
    <w:rsid w:val="00311475"/>
    <w:rsid w:val="003149C0"/>
    <w:rsid w:val="00327EEF"/>
    <w:rsid w:val="0033239F"/>
    <w:rsid w:val="00335132"/>
    <w:rsid w:val="0034274B"/>
    <w:rsid w:val="00342DC7"/>
    <w:rsid w:val="003440F6"/>
    <w:rsid w:val="0034719F"/>
    <w:rsid w:val="00350A35"/>
    <w:rsid w:val="003571D8"/>
    <w:rsid w:val="00357BC6"/>
    <w:rsid w:val="00361422"/>
    <w:rsid w:val="00363041"/>
    <w:rsid w:val="0037545D"/>
    <w:rsid w:val="003767EA"/>
    <w:rsid w:val="0037741D"/>
    <w:rsid w:val="00385B90"/>
    <w:rsid w:val="00392910"/>
    <w:rsid w:val="00392EB6"/>
    <w:rsid w:val="00393E15"/>
    <w:rsid w:val="003956C6"/>
    <w:rsid w:val="003B23D6"/>
    <w:rsid w:val="003B4A16"/>
    <w:rsid w:val="003C33F2"/>
    <w:rsid w:val="003D6859"/>
    <w:rsid w:val="003D756E"/>
    <w:rsid w:val="003E420D"/>
    <w:rsid w:val="003E4C13"/>
    <w:rsid w:val="003F2C3E"/>
    <w:rsid w:val="003F32D6"/>
    <w:rsid w:val="0040283D"/>
    <w:rsid w:val="00405A01"/>
    <w:rsid w:val="0040659D"/>
    <w:rsid w:val="004078F3"/>
    <w:rsid w:val="004160CB"/>
    <w:rsid w:val="00427794"/>
    <w:rsid w:val="004328E4"/>
    <w:rsid w:val="00443045"/>
    <w:rsid w:val="00450F07"/>
    <w:rsid w:val="00452C31"/>
    <w:rsid w:val="00453CD3"/>
    <w:rsid w:val="00455CE8"/>
    <w:rsid w:val="00460660"/>
    <w:rsid w:val="00464BA9"/>
    <w:rsid w:val="004676FD"/>
    <w:rsid w:val="00470B05"/>
    <w:rsid w:val="00474B51"/>
    <w:rsid w:val="00475FC6"/>
    <w:rsid w:val="00483969"/>
    <w:rsid w:val="00484FB4"/>
    <w:rsid w:val="00486107"/>
    <w:rsid w:val="00486EAD"/>
    <w:rsid w:val="00491827"/>
    <w:rsid w:val="00496D14"/>
    <w:rsid w:val="00497AA6"/>
    <w:rsid w:val="004A36B7"/>
    <w:rsid w:val="004A59C4"/>
    <w:rsid w:val="004B4299"/>
    <w:rsid w:val="004C1A60"/>
    <w:rsid w:val="004C4399"/>
    <w:rsid w:val="004C787C"/>
    <w:rsid w:val="004D09FB"/>
    <w:rsid w:val="004E2C64"/>
    <w:rsid w:val="004E5406"/>
    <w:rsid w:val="004E6233"/>
    <w:rsid w:val="004E7A1F"/>
    <w:rsid w:val="004F03BA"/>
    <w:rsid w:val="004F2326"/>
    <w:rsid w:val="004F4B9B"/>
    <w:rsid w:val="00500E0F"/>
    <w:rsid w:val="00501042"/>
    <w:rsid w:val="00502690"/>
    <w:rsid w:val="00503579"/>
    <w:rsid w:val="0050666E"/>
    <w:rsid w:val="00511AB9"/>
    <w:rsid w:val="00521AC5"/>
    <w:rsid w:val="00523BB5"/>
    <w:rsid w:val="00523EA7"/>
    <w:rsid w:val="0052690B"/>
    <w:rsid w:val="0054051E"/>
    <w:rsid w:val="005406EB"/>
    <w:rsid w:val="005422E2"/>
    <w:rsid w:val="00544816"/>
    <w:rsid w:val="00553375"/>
    <w:rsid w:val="00555884"/>
    <w:rsid w:val="00556AD4"/>
    <w:rsid w:val="005614AC"/>
    <w:rsid w:val="00562209"/>
    <w:rsid w:val="00567E99"/>
    <w:rsid w:val="005736B7"/>
    <w:rsid w:val="00575E5A"/>
    <w:rsid w:val="00580245"/>
    <w:rsid w:val="00582A82"/>
    <w:rsid w:val="00590C91"/>
    <w:rsid w:val="00595534"/>
    <w:rsid w:val="005A1F44"/>
    <w:rsid w:val="005A34AA"/>
    <w:rsid w:val="005B19F3"/>
    <w:rsid w:val="005B4616"/>
    <w:rsid w:val="005D3C39"/>
    <w:rsid w:val="005D6794"/>
    <w:rsid w:val="005E007F"/>
    <w:rsid w:val="005E31FB"/>
    <w:rsid w:val="005E69D2"/>
    <w:rsid w:val="005E7125"/>
    <w:rsid w:val="005E7474"/>
    <w:rsid w:val="005F3A8C"/>
    <w:rsid w:val="00600ECE"/>
    <w:rsid w:val="00601A8C"/>
    <w:rsid w:val="00606FE8"/>
    <w:rsid w:val="0061068E"/>
    <w:rsid w:val="006115D3"/>
    <w:rsid w:val="00622382"/>
    <w:rsid w:val="006231B6"/>
    <w:rsid w:val="00623674"/>
    <w:rsid w:val="00623FDC"/>
    <w:rsid w:val="006428D9"/>
    <w:rsid w:val="00654F4C"/>
    <w:rsid w:val="0065610E"/>
    <w:rsid w:val="006564B2"/>
    <w:rsid w:val="00660AD3"/>
    <w:rsid w:val="00672F5A"/>
    <w:rsid w:val="006776B6"/>
    <w:rsid w:val="00680C34"/>
    <w:rsid w:val="006843A6"/>
    <w:rsid w:val="00693150"/>
    <w:rsid w:val="006A12A4"/>
    <w:rsid w:val="006A4CA0"/>
    <w:rsid w:val="006A5570"/>
    <w:rsid w:val="006A5576"/>
    <w:rsid w:val="006A689C"/>
    <w:rsid w:val="006B3D79"/>
    <w:rsid w:val="006B6FE4"/>
    <w:rsid w:val="006C2343"/>
    <w:rsid w:val="006C442A"/>
    <w:rsid w:val="006D0C70"/>
    <w:rsid w:val="006D30C1"/>
    <w:rsid w:val="006D5FB4"/>
    <w:rsid w:val="006D6057"/>
    <w:rsid w:val="006E0578"/>
    <w:rsid w:val="006E1DF8"/>
    <w:rsid w:val="006E314D"/>
    <w:rsid w:val="006E7284"/>
    <w:rsid w:val="006E7799"/>
    <w:rsid w:val="006F4030"/>
    <w:rsid w:val="00704A28"/>
    <w:rsid w:val="00704D1E"/>
    <w:rsid w:val="00710723"/>
    <w:rsid w:val="007145F3"/>
    <w:rsid w:val="00723ED1"/>
    <w:rsid w:val="0072549E"/>
    <w:rsid w:val="00740AF5"/>
    <w:rsid w:val="00743525"/>
    <w:rsid w:val="007470DC"/>
    <w:rsid w:val="0075327C"/>
    <w:rsid w:val="007541A2"/>
    <w:rsid w:val="00755818"/>
    <w:rsid w:val="007558E0"/>
    <w:rsid w:val="00756305"/>
    <w:rsid w:val="00756F28"/>
    <w:rsid w:val="007616C2"/>
    <w:rsid w:val="007621E5"/>
    <w:rsid w:val="0076286B"/>
    <w:rsid w:val="00765056"/>
    <w:rsid w:val="00766846"/>
    <w:rsid w:val="00773E76"/>
    <w:rsid w:val="00774FC5"/>
    <w:rsid w:val="0077673A"/>
    <w:rsid w:val="00780051"/>
    <w:rsid w:val="007846E1"/>
    <w:rsid w:val="007847D6"/>
    <w:rsid w:val="007853BA"/>
    <w:rsid w:val="0078589A"/>
    <w:rsid w:val="0079233A"/>
    <w:rsid w:val="00795154"/>
    <w:rsid w:val="007A0B40"/>
    <w:rsid w:val="007A5172"/>
    <w:rsid w:val="007A67A0"/>
    <w:rsid w:val="007A7C23"/>
    <w:rsid w:val="007A7DDE"/>
    <w:rsid w:val="007B3D48"/>
    <w:rsid w:val="007B570C"/>
    <w:rsid w:val="007C258A"/>
    <w:rsid w:val="007C5289"/>
    <w:rsid w:val="007C567F"/>
    <w:rsid w:val="007D26F9"/>
    <w:rsid w:val="007E17DE"/>
    <w:rsid w:val="007E38E1"/>
    <w:rsid w:val="007E4A6E"/>
    <w:rsid w:val="007F56A7"/>
    <w:rsid w:val="00800851"/>
    <w:rsid w:val="00805782"/>
    <w:rsid w:val="00807DD0"/>
    <w:rsid w:val="00813734"/>
    <w:rsid w:val="008156D5"/>
    <w:rsid w:val="008175E5"/>
    <w:rsid w:val="00821D01"/>
    <w:rsid w:val="00826B7B"/>
    <w:rsid w:val="00831AF2"/>
    <w:rsid w:val="00833CBF"/>
    <w:rsid w:val="0083541D"/>
    <w:rsid w:val="008447DA"/>
    <w:rsid w:val="00846789"/>
    <w:rsid w:val="00850B67"/>
    <w:rsid w:val="00850E48"/>
    <w:rsid w:val="00866994"/>
    <w:rsid w:val="008761EA"/>
    <w:rsid w:val="00883098"/>
    <w:rsid w:val="00884582"/>
    <w:rsid w:val="0089098F"/>
    <w:rsid w:val="00892A61"/>
    <w:rsid w:val="008A3568"/>
    <w:rsid w:val="008A3592"/>
    <w:rsid w:val="008A7656"/>
    <w:rsid w:val="008B2F29"/>
    <w:rsid w:val="008B48D3"/>
    <w:rsid w:val="008C50F3"/>
    <w:rsid w:val="008C7EFE"/>
    <w:rsid w:val="008D03B9"/>
    <w:rsid w:val="008D0E63"/>
    <w:rsid w:val="008D30C7"/>
    <w:rsid w:val="008D5980"/>
    <w:rsid w:val="008E2446"/>
    <w:rsid w:val="008F18D6"/>
    <w:rsid w:val="008F2C9B"/>
    <w:rsid w:val="008F7242"/>
    <w:rsid w:val="008F797B"/>
    <w:rsid w:val="00904780"/>
    <w:rsid w:val="0090635B"/>
    <w:rsid w:val="00913311"/>
    <w:rsid w:val="00914256"/>
    <w:rsid w:val="009152C2"/>
    <w:rsid w:val="00922385"/>
    <w:rsid w:val="009223DF"/>
    <w:rsid w:val="00936091"/>
    <w:rsid w:val="009408FB"/>
    <w:rsid w:val="00940D8A"/>
    <w:rsid w:val="00942184"/>
    <w:rsid w:val="00946FE9"/>
    <w:rsid w:val="00950FD8"/>
    <w:rsid w:val="00962258"/>
    <w:rsid w:val="00963CE4"/>
    <w:rsid w:val="00966BE8"/>
    <w:rsid w:val="009678B7"/>
    <w:rsid w:val="00974AE2"/>
    <w:rsid w:val="009809A9"/>
    <w:rsid w:val="0098100D"/>
    <w:rsid w:val="00985DF9"/>
    <w:rsid w:val="00987222"/>
    <w:rsid w:val="00992D9C"/>
    <w:rsid w:val="00995DF9"/>
    <w:rsid w:val="00996CB8"/>
    <w:rsid w:val="009A03C6"/>
    <w:rsid w:val="009A0E00"/>
    <w:rsid w:val="009A12BD"/>
    <w:rsid w:val="009B2E97"/>
    <w:rsid w:val="009B4201"/>
    <w:rsid w:val="009B5146"/>
    <w:rsid w:val="009C12D7"/>
    <w:rsid w:val="009C418E"/>
    <w:rsid w:val="009C442C"/>
    <w:rsid w:val="009D7398"/>
    <w:rsid w:val="009E07F4"/>
    <w:rsid w:val="009F0867"/>
    <w:rsid w:val="009F309B"/>
    <w:rsid w:val="009F392E"/>
    <w:rsid w:val="009F53C5"/>
    <w:rsid w:val="009F638B"/>
    <w:rsid w:val="00A0271B"/>
    <w:rsid w:val="00A06EE5"/>
    <w:rsid w:val="00A0740E"/>
    <w:rsid w:val="00A21A01"/>
    <w:rsid w:val="00A25201"/>
    <w:rsid w:val="00A349C6"/>
    <w:rsid w:val="00A50641"/>
    <w:rsid w:val="00A530BF"/>
    <w:rsid w:val="00A54211"/>
    <w:rsid w:val="00A6177B"/>
    <w:rsid w:val="00A66136"/>
    <w:rsid w:val="00A66949"/>
    <w:rsid w:val="00A71189"/>
    <w:rsid w:val="00A7146B"/>
    <w:rsid w:val="00A7240B"/>
    <w:rsid w:val="00A7364A"/>
    <w:rsid w:val="00A74DCC"/>
    <w:rsid w:val="00A753ED"/>
    <w:rsid w:val="00A77512"/>
    <w:rsid w:val="00A80AF1"/>
    <w:rsid w:val="00A84A25"/>
    <w:rsid w:val="00A85E73"/>
    <w:rsid w:val="00A875F5"/>
    <w:rsid w:val="00A90DB9"/>
    <w:rsid w:val="00A9172B"/>
    <w:rsid w:val="00A944F1"/>
    <w:rsid w:val="00A94C2F"/>
    <w:rsid w:val="00A95B25"/>
    <w:rsid w:val="00AA4CBB"/>
    <w:rsid w:val="00AA65FA"/>
    <w:rsid w:val="00AA7351"/>
    <w:rsid w:val="00AA7AB8"/>
    <w:rsid w:val="00AB5342"/>
    <w:rsid w:val="00AB5F0F"/>
    <w:rsid w:val="00AC720D"/>
    <w:rsid w:val="00AD056F"/>
    <w:rsid w:val="00AD0C7B"/>
    <w:rsid w:val="00AD57AF"/>
    <w:rsid w:val="00AD5F1A"/>
    <w:rsid w:val="00AD6731"/>
    <w:rsid w:val="00AE4B52"/>
    <w:rsid w:val="00AF0C67"/>
    <w:rsid w:val="00AF0DB9"/>
    <w:rsid w:val="00AF2581"/>
    <w:rsid w:val="00AF59B3"/>
    <w:rsid w:val="00B008D5"/>
    <w:rsid w:val="00B02F73"/>
    <w:rsid w:val="00B0444D"/>
    <w:rsid w:val="00B05B31"/>
    <w:rsid w:val="00B0619F"/>
    <w:rsid w:val="00B0730C"/>
    <w:rsid w:val="00B12908"/>
    <w:rsid w:val="00B13A26"/>
    <w:rsid w:val="00B15D0D"/>
    <w:rsid w:val="00B16250"/>
    <w:rsid w:val="00B22106"/>
    <w:rsid w:val="00B30E6B"/>
    <w:rsid w:val="00B42F40"/>
    <w:rsid w:val="00B45DD9"/>
    <w:rsid w:val="00B46F24"/>
    <w:rsid w:val="00B47D17"/>
    <w:rsid w:val="00B5431A"/>
    <w:rsid w:val="00B546C1"/>
    <w:rsid w:val="00B55EA1"/>
    <w:rsid w:val="00B61E49"/>
    <w:rsid w:val="00B675F5"/>
    <w:rsid w:val="00B75123"/>
    <w:rsid w:val="00B75EE1"/>
    <w:rsid w:val="00B77481"/>
    <w:rsid w:val="00B835F7"/>
    <w:rsid w:val="00B836AA"/>
    <w:rsid w:val="00B83806"/>
    <w:rsid w:val="00B8518B"/>
    <w:rsid w:val="00B97CC3"/>
    <w:rsid w:val="00BB08EC"/>
    <w:rsid w:val="00BB1390"/>
    <w:rsid w:val="00BB18C3"/>
    <w:rsid w:val="00BC06C4"/>
    <w:rsid w:val="00BC5BDD"/>
    <w:rsid w:val="00BD5DE9"/>
    <w:rsid w:val="00BD7E91"/>
    <w:rsid w:val="00BD7F0D"/>
    <w:rsid w:val="00BF2C31"/>
    <w:rsid w:val="00BF4AD6"/>
    <w:rsid w:val="00BF4C5D"/>
    <w:rsid w:val="00BF5CC1"/>
    <w:rsid w:val="00BF7B07"/>
    <w:rsid w:val="00C02440"/>
    <w:rsid w:val="00C02D0A"/>
    <w:rsid w:val="00C03A6E"/>
    <w:rsid w:val="00C1205A"/>
    <w:rsid w:val="00C1662E"/>
    <w:rsid w:val="00C226C0"/>
    <w:rsid w:val="00C3647F"/>
    <w:rsid w:val="00C3768B"/>
    <w:rsid w:val="00C42FE6"/>
    <w:rsid w:val="00C44F6A"/>
    <w:rsid w:val="00C4638F"/>
    <w:rsid w:val="00C6198E"/>
    <w:rsid w:val="00C7012B"/>
    <w:rsid w:val="00C708EA"/>
    <w:rsid w:val="00C731EA"/>
    <w:rsid w:val="00C778A5"/>
    <w:rsid w:val="00C84902"/>
    <w:rsid w:val="00C8603A"/>
    <w:rsid w:val="00C866F8"/>
    <w:rsid w:val="00C9118F"/>
    <w:rsid w:val="00C95162"/>
    <w:rsid w:val="00CB4F6D"/>
    <w:rsid w:val="00CB52D6"/>
    <w:rsid w:val="00CB6A37"/>
    <w:rsid w:val="00CB7684"/>
    <w:rsid w:val="00CC4EA8"/>
    <w:rsid w:val="00CC6517"/>
    <w:rsid w:val="00CC7C8F"/>
    <w:rsid w:val="00CD1FC4"/>
    <w:rsid w:val="00CD5593"/>
    <w:rsid w:val="00CD753C"/>
    <w:rsid w:val="00CE0A60"/>
    <w:rsid w:val="00CE3EF8"/>
    <w:rsid w:val="00CF4BB5"/>
    <w:rsid w:val="00D017A6"/>
    <w:rsid w:val="00D034A0"/>
    <w:rsid w:val="00D06E55"/>
    <w:rsid w:val="00D103B7"/>
    <w:rsid w:val="00D21061"/>
    <w:rsid w:val="00D22281"/>
    <w:rsid w:val="00D239A6"/>
    <w:rsid w:val="00D4108E"/>
    <w:rsid w:val="00D4328E"/>
    <w:rsid w:val="00D4483A"/>
    <w:rsid w:val="00D50FE6"/>
    <w:rsid w:val="00D60CA0"/>
    <w:rsid w:val="00D60F69"/>
    <w:rsid w:val="00D6163D"/>
    <w:rsid w:val="00D701DC"/>
    <w:rsid w:val="00D831A3"/>
    <w:rsid w:val="00D97998"/>
    <w:rsid w:val="00D97BE3"/>
    <w:rsid w:val="00DA3042"/>
    <w:rsid w:val="00DA3711"/>
    <w:rsid w:val="00DB26D8"/>
    <w:rsid w:val="00DC664C"/>
    <w:rsid w:val="00DD04AC"/>
    <w:rsid w:val="00DD46F3"/>
    <w:rsid w:val="00DD4862"/>
    <w:rsid w:val="00DE0D9C"/>
    <w:rsid w:val="00DE2A7D"/>
    <w:rsid w:val="00DE56F2"/>
    <w:rsid w:val="00DF116D"/>
    <w:rsid w:val="00DF7604"/>
    <w:rsid w:val="00E0467D"/>
    <w:rsid w:val="00E16A61"/>
    <w:rsid w:val="00E16FF7"/>
    <w:rsid w:val="00E21FA2"/>
    <w:rsid w:val="00E2245C"/>
    <w:rsid w:val="00E26D68"/>
    <w:rsid w:val="00E37457"/>
    <w:rsid w:val="00E44045"/>
    <w:rsid w:val="00E51EEC"/>
    <w:rsid w:val="00E618C4"/>
    <w:rsid w:val="00E6776C"/>
    <w:rsid w:val="00E7415D"/>
    <w:rsid w:val="00E878EE"/>
    <w:rsid w:val="00E901A3"/>
    <w:rsid w:val="00E9238B"/>
    <w:rsid w:val="00EA0D88"/>
    <w:rsid w:val="00EA3CE3"/>
    <w:rsid w:val="00EA585B"/>
    <w:rsid w:val="00EA6EC7"/>
    <w:rsid w:val="00EB104F"/>
    <w:rsid w:val="00EB46E5"/>
    <w:rsid w:val="00EB5207"/>
    <w:rsid w:val="00EC4504"/>
    <w:rsid w:val="00ED14BD"/>
    <w:rsid w:val="00EE7A4C"/>
    <w:rsid w:val="00EF6D64"/>
    <w:rsid w:val="00F016C7"/>
    <w:rsid w:val="00F111D5"/>
    <w:rsid w:val="00F12DEC"/>
    <w:rsid w:val="00F13FDA"/>
    <w:rsid w:val="00F1715C"/>
    <w:rsid w:val="00F21E6B"/>
    <w:rsid w:val="00F310F8"/>
    <w:rsid w:val="00F35806"/>
    <w:rsid w:val="00F35939"/>
    <w:rsid w:val="00F422D3"/>
    <w:rsid w:val="00F43D42"/>
    <w:rsid w:val="00F45607"/>
    <w:rsid w:val="00F46371"/>
    <w:rsid w:val="00F4722B"/>
    <w:rsid w:val="00F51870"/>
    <w:rsid w:val="00F51FD9"/>
    <w:rsid w:val="00F54432"/>
    <w:rsid w:val="00F566DC"/>
    <w:rsid w:val="00F65035"/>
    <w:rsid w:val="00F659EB"/>
    <w:rsid w:val="00F679DB"/>
    <w:rsid w:val="00F70AE3"/>
    <w:rsid w:val="00F762A8"/>
    <w:rsid w:val="00F82B15"/>
    <w:rsid w:val="00F86BA6"/>
    <w:rsid w:val="00F95FBD"/>
    <w:rsid w:val="00FA5E56"/>
    <w:rsid w:val="00FB464D"/>
    <w:rsid w:val="00FB504B"/>
    <w:rsid w:val="00FB6342"/>
    <w:rsid w:val="00FC2348"/>
    <w:rsid w:val="00FC6389"/>
    <w:rsid w:val="00FD1109"/>
    <w:rsid w:val="00FE023E"/>
    <w:rsid w:val="00FE6AEC"/>
    <w:rsid w:val="00FF09C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66359EE"/>
  <w14:defaultImageDpi w14:val="32767"/>
  <w15:docId w15:val="{6D1CD531-8D05-4FEC-971F-97AA7FF60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numPr>
        <w:numId w:val="24"/>
      </w:numPr>
      <w:tabs>
        <w:tab w:val="clear" w:pos="1475"/>
        <w:tab w:val="num" w:pos="1077"/>
      </w:tabs>
      <w:spacing w:after="80" w:line="264" w:lineRule="auto"/>
      <w:ind w:left="1077"/>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 w:type="paragraph" w:customStyle="1" w:styleId="F-ZP2Odstavec">
    <w:name w:val="F-ZP2_Odstavec"/>
    <w:qFormat/>
    <w:rsid w:val="00335132"/>
    <w:pPr>
      <w:spacing w:before="120" w:after="120" w:line="252" w:lineRule="auto"/>
      <w:jc w:val="both"/>
    </w:pPr>
    <w:rPr>
      <w:rFonts w:ascii="Arial Narrow" w:eastAsia="Times New Roman" w:hAnsi="Arial Narrow" w:cs="Times New Roman"/>
      <w:sz w:val="20"/>
      <w:szCs w:val="20"/>
    </w:rPr>
  </w:style>
  <w:style w:type="character" w:styleId="slodku">
    <w:name w:val="line number"/>
    <w:basedOn w:val="Standardnpsmoodstavce"/>
    <w:uiPriority w:val="99"/>
    <w:semiHidden/>
    <w:unhideWhenUsed/>
    <w:rsid w:val="00F111D5"/>
  </w:style>
  <w:style w:type="paragraph" w:customStyle="1" w:styleId="Default">
    <w:name w:val="Default"/>
    <w:rsid w:val="007558E0"/>
    <w:pPr>
      <w:autoSpaceDE w:val="0"/>
      <w:autoSpaceDN w:val="0"/>
      <w:adjustRightInd w:val="0"/>
      <w:spacing w:after="0" w:line="240" w:lineRule="auto"/>
    </w:pPr>
    <w:rPr>
      <w:rFonts w:ascii="Verdana" w:eastAsia="Times New Roman" w:hAnsi="Verdana" w:cs="Verdana"/>
      <w:color w:val="000000"/>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407723702">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footer" Target="footer9.xml"/><Relationship Id="rId39" Type="http://schemas.openxmlformats.org/officeDocument/2006/relationships/footer" Target="footer19.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footer" Target="footer15.xml"/><Relationship Id="rId42"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3.xml"/><Relationship Id="rId25" Type="http://schemas.openxmlformats.org/officeDocument/2006/relationships/header" Target="header5.xml"/><Relationship Id="rId33" Type="http://schemas.openxmlformats.org/officeDocument/2006/relationships/header" Target="header7.xml"/><Relationship Id="rId38" Type="http://schemas.openxmlformats.org/officeDocument/2006/relationships/footer" Target="footer18.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5.xml"/><Relationship Id="rId29" Type="http://schemas.openxmlformats.org/officeDocument/2006/relationships/footer" Target="footer12.xm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 TargetMode="External"/><Relationship Id="rId24" Type="http://schemas.openxmlformats.org/officeDocument/2006/relationships/footer" Target="footer8.xml"/><Relationship Id="rId32" Type="http://schemas.openxmlformats.org/officeDocument/2006/relationships/footer" Target="footer14.xml"/><Relationship Id="rId37" Type="http://schemas.openxmlformats.org/officeDocument/2006/relationships/footer" Target="footer17.xml"/><Relationship Id="rId40" Type="http://schemas.openxmlformats.org/officeDocument/2006/relationships/footer" Target="footer20.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7.xml"/><Relationship Id="rId28" Type="http://schemas.openxmlformats.org/officeDocument/2006/relationships/footer" Target="footer11.xml"/><Relationship Id="rId36" Type="http://schemas.openxmlformats.org/officeDocument/2006/relationships/header" Target="header8.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footer" Target="footer1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4.xml"/><Relationship Id="rId27" Type="http://schemas.openxmlformats.org/officeDocument/2006/relationships/footer" Target="footer10.xml"/><Relationship Id="rId30" Type="http://schemas.openxmlformats.org/officeDocument/2006/relationships/header" Target="header6.xml"/><Relationship Id="rId35" Type="http://schemas.openxmlformats.org/officeDocument/2006/relationships/footer" Target="footer16.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sharepoint/v3/fields"/>
    <ds:schemaRef ds:uri="http://www.w3.org/XML/1998/namespace"/>
    <ds:schemaRef ds:uri="http://purl.org/dc/dcmitype/"/>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63551F93-3B5E-435B-8E11-686A77DA92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86</TotalTime>
  <Pages>24</Pages>
  <Words>4892</Words>
  <Characters>28867</Characters>
  <Application>Microsoft Office Word</Application>
  <DocSecurity>0</DocSecurity>
  <Lines>240</Lines>
  <Paragraphs>67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33692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Klomfarová Jana, Ing.</cp:lastModifiedBy>
  <cp:revision>8</cp:revision>
  <cp:lastPrinted>2021-01-18T09:00:00Z</cp:lastPrinted>
  <dcterms:created xsi:type="dcterms:W3CDTF">2022-01-11T12:52:00Z</dcterms:created>
  <dcterms:modified xsi:type="dcterms:W3CDTF">2022-01-14T11:26:00Z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